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D3E" w:rsidRPr="0003591A" w:rsidRDefault="00967D3E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ИНФОРМАЦИЯ </w:t>
      </w:r>
    </w:p>
    <w:p w:rsidR="00967D3E" w:rsidRPr="00F13372" w:rsidRDefault="00967D3E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об участниках отбора путем запроса предложений</w:t>
      </w:r>
    </w:p>
    <w:p w:rsidR="00967D3E" w:rsidRDefault="00967D3E" w:rsidP="00F13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для предоставления субсидий из местного бюджета </w:t>
      </w:r>
      <w:bookmarkStart w:id="0" w:name="_Hlk135402192"/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гражданам, ведущим личное подсобное хозяйство, осуществляющим производство сельскохозяйственной продукции на территории Самарской области, </w:t>
      </w:r>
    </w:p>
    <w:p w:rsidR="00967D3E" w:rsidRPr="00F13372" w:rsidRDefault="00967D3E" w:rsidP="00F13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bookmarkEnd w:id="0"/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, заявки которых вынесены на рассмотрение </w:t>
      </w:r>
    </w:p>
    <w:p w:rsidR="00967D3E" w:rsidRPr="00771038" w:rsidRDefault="00967D3E" w:rsidP="007710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Комиссией по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17</w:t>
      </w:r>
      <w:r w:rsidRPr="00E90A26">
        <w:rPr>
          <w:rFonts w:ascii="Times New Roman" w:hAnsi="Times New Roman" w:cs="Times New Roman"/>
          <w:b/>
          <w:bCs/>
          <w:sz w:val="26"/>
          <w:szCs w:val="26"/>
        </w:rPr>
        <w:t>.10.2024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Pr="004D3464">
        <w:rPr>
          <w:rFonts w:ascii="Times New Roman" w:hAnsi="Times New Roman" w:cs="Times New Roman"/>
          <w:b/>
          <w:bCs/>
          <w:sz w:val="26"/>
          <w:szCs w:val="26"/>
        </w:rPr>
        <w:t>1</w:t>
      </w:r>
      <w:r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:00 час.  </w:t>
      </w:r>
    </w:p>
    <w:tbl>
      <w:tblPr>
        <w:tblW w:w="949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4903"/>
        <w:gridCol w:w="1776"/>
        <w:gridCol w:w="2247"/>
      </w:tblGrid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участника отбора</w:t>
            </w:r>
          </w:p>
        </w:tc>
        <w:tc>
          <w:tcPr>
            <w:tcW w:w="1776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Hlk175572731"/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Иваев Раис Галимзянович</w:t>
            </w:r>
            <w:bookmarkEnd w:id="1"/>
            <w:r w:rsidRPr="005679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76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635701591170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213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 xml:space="preserve">Максутов Зайнулла Галиуллович </w:t>
            </w:r>
          </w:p>
        </w:tc>
        <w:tc>
          <w:tcPr>
            <w:tcW w:w="1776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635701586677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214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Усманова Крестина Тахировна</w:t>
            </w:r>
          </w:p>
        </w:tc>
        <w:tc>
          <w:tcPr>
            <w:tcW w:w="1776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631606595321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215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 xml:space="preserve">Курмаев Рамиль Хабибуллович </w:t>
            </w:r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635002870660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216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Гилязеев Ильмир Галимзянович</w:t>
            </w:r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637209074771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217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 xml:space="preserve">Ульдяров Валерий Аркадьевич </w:t>
            </w:r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635701616522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218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_Hlk177376358"/>
            <w:r w:rsidRPr="00567968">
              <w:rPr>
                <w:rFonts w:ascii="Times New Roman" w:hAnsi="Times New Roman" w:cs="Times New Roman"/>
                <w:sz w:val="26"/>
                <w:szCs w:val="26"/>
              </w:rPr>
              <w:t xml:space="preserve">Осипова Татьяна Борисовна </w:t>
            </w:r>
            <w:bookmarkEnd w:id="2"/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635702603004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219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" w:name="_Hlk177382112"/>
            <w:r w:rsidRPr="00567968">
              <w:rPr>
                <w:rFonts w:ascii="Times New Roman" w:hAnsi="Times New Roman" w:cs="Times New Roman"/>
                <w:sz w:val="26"/>
                <w:szCs w:val="26"/>
              </w:rPr>
              <w:t xml:space="preserve">Апанасов Аркадий Григорьевич </w:t>
            </w:r>
            <w:bookmarkEnd w:id="3"/>
            <w:r w:rsidRPr="005679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67968">
              <w:rPr>
                <w:color w:val="000000"/>
                <w:spacing w:val="-12"/>
                <w:sz w:val="26"/>
                <w:szCs w:val="26"/>
              </w:rPr>
              <w:t>635702156042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220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4" w:name="_Hlk177386336"/>
            <w:r w:rsidRPr="00567968">
              <w:rPr>
                <w:rFonts w:ascii="Times New Roman" w:hAnsi="Times New Roman" w:cs="Times New Roman"/>
                <w:sz w:val="26"/>
                <w:szCs w:val="26"/>
              </w:rPr>
              <w:t xml:space="preserve">Белова Ольга Евгеньевна </w:t>
            </w:r>
            <w:bookmarkEnd w:id="4"/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67968">
              <w:rPr>
                <w:color w:val="000000"/>
                <w:sz w:val="26"/>
                <w:szCs w:val="26"/>
              </w:rPr>
              <w:t>635703335340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221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5" w:name="_Hlk177394228"/>
            <w:r w:rsidRPr="00567968">
              <w:rPr>
                <w:rFonts w:ascii="Times New Roman" w:hAnsi="Times New Roman" w:cs="Times New Roman"/>
                <w:sz w:val="26"/>
                <w:szCs w:val="26"/>
              </w:rPr>
              <w:t xml:space="preserve">Исхакова Венера Дамировна </w:t>
            </w:r>
            <w:bookmarkEnd w:id="5"/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635704278007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222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6" w:name="_Hlk177395783"/>
            <w:r w:rsidRPr="00567968">
              <w:rPr>
                <w:rFonts w:ascii="Times New Roman" w:hAnsi="Times New Roman" w:cs="Times New Roman"/>
                <w:sz w:val="26"/>
                <w:szCs w:val="26"/>
              </w:rPr>
              <w:t xml:space="preserve">Гареева София Камиловна </w:t>
            </w:r>
            <w:bookmarkEnd w:id="6"/>
          </w:p>
        </w:tc>
        <w:tc>
          <w:tcPr>
            <w:tcW w:w="1776" w:type="dxa"/>
          </w:tcPr>
          <w:p w:rsidR="00967D3E" w:rsidRPr="00567968" w:rsidRDefault="00967D3E" w:rsidP="0056796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635700198329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223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 xml:space="preserve">Салимов Нафис Камилович </w:t>
            </w:r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635700357071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224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 xml:space="preserve">Салимов Ринат Фоатович </w:t>
            </w:r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635704550679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225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7" w:name="_Hlk177460396"/>
            <w:r w:rsidRPr="00567968">
              <w:rPr>
                <w:rFonts w:ascii="Times New Roman" w:hAnsi="Times New Roman" w:cs="Times New Roman"/>
                <w:sz w:val="26"/>
                <w:szCs w:val="26"/>
              </w:rPr>
              <w:t xml:space="preserve">Утюшев Шакиржан Арибжанович </w:t>
            </w:r>
            <w:bookmarkEnd w:id="7"/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631200676996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226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8" w:name="_Hlk175824590"/>
            <w:bookmarkStart w:id="9" w:name="_Hlk177464274"/>
            <w:r w:rsidRPr="00567968">
              <w:rPr>
                <w:rFonts w:ascii="Times New Roman" w:hAnsi="Times New Roman" w:cs="Times New Roman"/>
                <w:sz w:val="26"/>
                <w:szCs w:val="26"/>
              </w:rPr>
              <w:t xml:space="preserve">Юзеев Габдельахат Нурмухаметович </w:t>
            </w:r>
            <w:bookmarkEnd w:id="8"/>
            <w:bookmarkEnd w:id="9"/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635702782272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227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0" w:name="_Hlk177466040"/>
            <w:r w:rsidRPr="00567968">
              <w:rPr>
                <w:rFonts w:ascii="Times New Roman" w:hAnsi="Times New Roman" w:cs="Times New Roman"/>
                <w:sz w:val="26"/>
                <w:szCs w:val="26"/>
              </w:rPr>
              <w:t xml:space="preserve">Ахметов Амир Дамирович </w:t>
            </w:r>
            <w:bookmarkEnd w:id="10"/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635703068448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228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1" w:name="_Hlk177472732"/>
            <w:r w:rsidRPr="00567968">
              <w:rPr>
                <w:rFonts w:ascii="Times New Roman" w:hAnsi="Times New Roman" w:cs="Times New Roman"/>
                <w:sz w:val="26"/>
                <w:szCs w:val="26"/>
              </w:rPr>
              <w:t xml:space="preserve">Сапукова Айслу Фоатовна </w:t>
            </w:r>
            <w:bookmarkEnd w:id="11"/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635701728307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229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2" w:name="_Hlk177476455"/>
            <w:r w:rsidRPr="00567968">
              <w:rPr>
                <w:rFonts w:ascii="Times New Roman" w:hAnsi="Times New Roman" w:cs="Times New Roman"/>
                <w:sz w:val="26"/>
                <w:szCs w:val="26"/>
              </w:rPr>
              <w:t xml:space="preserve">Муковнина Нина Николаевна </w:t>
            </w:r>
            <w:bookmarkEnd w:id="12"/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635704315178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230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3" w:name="_Hlk177572409"/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Молянов Сергей Николаевич</w:t>
            </w:r>
            <w:bookmarkEnd w:id="13"/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635701215087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231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 xml:space="preserve">Дмитриев Владимир Николаевич  </w:t>
            </w:r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635701188404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232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4" w:name="_Hlk177576047"/>
            <w:r w:rsidRPr="00567968">
              <w:rPr>
                <w:rFonts w:ascii="Times New Roman" w:hAnsi="Times New Roman" w:cs="Times New Roman"/>
                <w:sz w:val="26"/>
                <w:szCs w:val="26"/>
              </w:rPr>
              <w:t xml:space="preserve">Пидержанов Константин Иванович </w:t>
            </w:r>
            <w:bookmarkEnd w:id="14"/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635701165478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233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5" w:name="_Hlk177576862"/>
            <w:r w:rsidRPr="00567968">
              <w:rPr>
                <w:rFonts w:ascii="Times New Roman" w:hAnsi="Times New Roman" w:cs="Times New Roman"/>
                <w:sz w:val="26"/>
                <w:szCs w:val="26"/>
              </w:rPr>
              <w:t xml:space="preserve">Захаров Александр Сергеевич </w:t>
            </w:r>
            <w:bookmarkEnd w:id="15"/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635701221002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234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6" w:name="_Hlk177578110"/>
            <w:r w:rsidRPr="00567968">
              <w:rPr>
                <w:rFonts w:ascii="Times New Roman" w:hAnsi="Times New Roman" w:cs="Times New Roman"/>
                <w:sz w:val="26"/>
                <w:szCs w:val="26"/>
              </w:rPr>
              <w:t xml:space="preserve">Ильин Валерий Леонидович </w:t>
            </w:r>
            <w:bookmarkEnd w:id="16"/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635702600363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235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7" w:name="_Hlk177634458"/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Чугунова Наталья Александровна</w:t>
            </w:r>
            <w:bookmarkEnd w:id="17"/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635705097564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236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8" w:name="_Hlk177647754"/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Захаров Иван Семенович</w:t>
            </w:r>
            <w:bookmarkEnd w:id="18"/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635701575820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237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9" w:name="_Hlk177654353"/>
            <w:r w:rsidRPr="00567968">
              <w:rPr>
                <w:rFonts w:ascii="Times New Roman" w:hAnsi="Times New Roman" w:cs="Times New Roman"/>
                <w:sz w:val="26"/>
                <w:szCs w:val="26"/>
              </w:rPr>
              <w:t xml:space="preserve">Биксалеева Гузаль Абдуллаевна </w:t>
            </w:r>
            <w:bookmarkEnd w:id="19"/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635703706316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238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0" w:name="_Hlk177655637"/>
            <w:r w:rsidRPr="00567968">
              <w:rPr>
                <w:rFonts w:ascii="Times New Roman" w:hAnsi="Times New Roman" w:cs="Times New Roman"/>
                <w:sz w:val="26"/>
                <w:szCs w:val="26"/>
              </w:rPr>
              <w:t xml:space="preserve">Курманаев Анатолий Аркадьевич </w:t>
            </w:r>
            <w:bookmarkEnd w:id="20"/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635785669327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239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1" w:name="_Hlk177656844"/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Пиметова Ольга Николаевна</w:t>
            </w:r>
            <w:bookmarkEnd w:id="21"/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635701175973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240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2" w:name="_Hlk177732022"/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Газизов Ильяс Шайхуллович</w:t>
            </w:r>
            <w:bookmarkEnd w:id="22"/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635703028188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241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 xml:space="preserve">Булатов Халиулла Исмагилович </w:t>
            </w:r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635704242522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242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Алтынбаев Руслан Ядкарович</w:t>
            </w:r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562500473963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243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Калимуллина Дания Самигулловна</w:t>
            </w:r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635704275990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244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Тихонов Владимир Александрович</w:t>
            </w:r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635701209527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245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Тихонов Леонид Александрович</w:t>
            </w:r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635701181991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246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35.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Ризаев Вячеслав Николаевич</w:t>
            </w:r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635701375154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247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36.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Рызыванов Анатолий Мульдиерович</w:t>
            </w:r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635701169000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248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37.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Трофимов Сергей Петрович</w:t>
            </w:r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635701196290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249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38.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Яруслов Андрей Александрович</w:t>
            </w:r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635701211526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250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39.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Иризбаева Татьяна Сергеевна</w:t>
            </w:r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635702100280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251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40.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Кастаргина Вера Владимировна</w:t>
            </w:r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635700867330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252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41.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Махмудов Абдулазиз Сулаймонович</w:t>
            </w:r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452603207058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253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42.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Алтынбаев Ильшат Касымович</w:t>
            </w:r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635702844070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254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43.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Файрушина Рашидя Равильевна</w:t>
            </w:r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635704967617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255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44.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Мустафин Асхат Саитягфарович</w:t>
            </w:r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637900002802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256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45.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Ахмедов Умеджон Хаеевич</w:t>
            </w:r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631231185420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257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46.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Самкаева Раиля Наиловна</w:t>
            </w:r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635704276948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258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47.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 xml:space="preserve">Муртазин Ахтам Ахметшарифович </w:t>
            </w:r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635702916769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259</w:t>
            </w:r>
          </w:p>
        </w:tc>
      </w:tr>
      <w:tr w:rsidR="00967D3E" w:rsidRPr="00567968">
        <w:tc>
          <w:tcPr>
            <w:tcW w:w="56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48.</w:t>
            </w:r>
          </w:p>
        </w:tc>
        <w:tc>
          <w:tcPr>
            <w:tcW w:w="4903" w:type="dxa"/>
          </w:tcPr>
          <w:p w:rsidR="00967D3E" w:rsidRPr="00567968" w:rsidRDefault="00967D3E" w:rsidP="005679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 xml:space="preserve">Мухетдинова Гузель Хабибнуровна </w:t>
            </w:r>
          </w:p>
        </w:tc>
        <w:tc>
          <w:tcPr>
            <w:tcW w:w="1776" w:type="dxa"/>
          </w:tcPr>
          <w:p w:rsidR="00967D3E" w:rsidRPr="00567968" w:rsidRDefault="00967D3E" w:rsidP="00567968">
            <w:pPr>
              <w:pStyle w:val="BodyTextIndent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567968">
              <w:rPr>
                <w:sz w:val="26"/>
                <w:szCs w:val="26"/>
              </w:rPr>
              <w:t>635703666991</w:t>
            </w:r>
          </w:p>
        </w:tc>
        <w:tc>
          <w:tcPr>
            <w:tcW w:w="2247" w:type="dxa"/>
          </w:tcPr>
          <w:p w:rsidR="00967D3E" w:rsidRPr="00567968" w:rsidRDefault="00967D3E" w:rsidP="00567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67968">
              <w:rPr>
                <w:rFonts w:ascii="Times New Roman" w:hAnsi="Times New Roman" w:cs="Times New Roman"/>
                <w:sz w:val="26"/>
                <w:szCs w:val="26"/>
              </w:rPr>
              <w:t>30.09.2024, № 260</w:t>
            </w:r>
          </w:p>
        </w:tc>
      </w:tr>
    </w:tbl>
    <w:p w:rsidR="00967D3E" w:rsidRDefault="00967D3E" w:rsidP="00321AB2">
      <w:pPr>
        <w:rPr>
          <w:rFonts w:ascii="Times New Roman" w:hAnsi="Times New Roman" w:cs="Times New Roman"/>
          <w:sz w:val="26"/>
          <w:szCs w:val="26"/>
        </w:rPr>
      </w:pPr>
    </w:p>
    <w:p w:rsidR="00967D3E" w:rsidRPr="00321AB2" w:rsidRDefault="00967D3E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16 октября 2024 года</w:t>
      </w:r>
    </w:p>
    <w:sectPr w:rsidR="00967D3E" w:rsidRPr="00321AB2" w:rsidSect="001A2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57D7"/>
    <w:rsid w:val="00022AD0"/>
    <w:rsid w:val="0003269A"/>
    <w:rsid w:val="0003591A"/>
    <w:rsid w:val="00051B97"/>
    <w:rsid w:val="0005739D"/>
    <w:rsid w:val="00074B31"/>
    <w:rsid w:val="0009707F"/>
    <w:rsid w:val="000B0DCD"/>
    <w:rsid w:val="000B27CE"/>
    <w:rsid w:val="000B2831"/>
    <w:rsid w:val="000B3384"/>
    <w:rsid w:val="000D5293"/>
    <w:rsid w:val="000E0EA3"/>
    <w:rsid w:val="000F270B"/>
    <w:rsid w:val="000F3B5E"/>
    <w:rsid w:val="000F4063"/>
    <w:rsid w:val="000F748C"/>
    <w:rsid w:val="00114824"/>
    <w:rsid w:val="00132B47"/>
    <w:rsid w:val="001607D2"/>
    <w:rsid w:val="00165A71"/>
    <w:rsid w:val="0017732E"/>
    <w:rsid w:val="001A29DF"/>
    <w:rsid w:val="001B5928"/>
    <w:rsid w:val="001D5033"/>
    <w:rsid w:val="001F3C4D"/>
    <w:rsid w:val="00200B15"/>
    <w:rsid w:val="00206C5C"/>
    <w:rsid w:val="00211807"/>
    <w:rsid w:val="00211E7D"/>
    <w:rsid w:val="00212D78"/>
    <w:rsid w:val="002163F9"/>
    <w:rsid w:val="0024788B"/>
    <w:rsid w:val="0026633A"/>
    <w:rsid w:val="00270E09"/>
    <w:rsid w:val="002716CE"/>
    <w:rsid w:val="00285449"/>
    <w:rsid w:val="00292C76"/>
    <w:rsid w:val="002970B4"/>
    <w:rsid w:val="002978B8"/>
    <w:rsid w:val="002A048E"/>
    <w:rsid w:val="002A5517"/>
    <w:rsid w:val="002B1F63"/>
    <w:rsid w:val="002B4A45"/>
    <w:rsid w:val="002B5F62"/>
    <w:rsid w:val="002C3999"/>
    <w:rsid w:val="002C39CF"/>
    <w:rsid w:val="002C46B0"/>
    <w:rsid w:val="002C6363"/>
    <w:rsid w:val="002E0AEB"/>
    <w:rsid w:val="002F1903"/>
    <w:rsid w:val="00304A4D"/>
    <w:rsid w:val="00305A09"/>
    <w:rsid w:val="00313524"/>
    <w:rsid w:val="00321AB2"/>
    <w:rsid w:val="00322C9C"/>
    <w:rsid w:val="00325749"/>
    <w:rsid w:val="00331316"/>
    <w:rsid w:val="003318CC"/>
    <w:rsid w:val="00350A3B"/>
    <w:rsid w:val="003764CF"/>
    <w:rsid w:val="00376CE3"/>
    <w:rsid w:val="00377CED"/>
    <w:rsid w:val="0038019D"/>
    <w:rsid w:val="003A7F7F"/>
    <w:rsid w:val="003B3B38"/>
    <w:rsid w:val="003B5B4B"/>
    <w:rsid w:val="003D48DC"/>
    <w:rsid w:val="003D67EA"/>
    <w:rsid w:val="003E7252"/>
    <w:rsid w:val="003F6A03"/>
    <w:rsid w:val="004033B7"/>
    <w:rsid w:val="00411E30"/>
    <w:rsid w:val="00412A67"/>
    <w:rsid w:val="00417392"/>
    <w:rsid w:val="00437ABD"/>
    <w:rsid w:val="004463D4"/>
    <w:rsid w:val="00456D38"/>
    <w:rsid w:val="00460476"/>
    <w:rsid w:val="0046314B"/>
    <w:rsid w:val="004807CA"/>
    <w:rsid w:val="00491228"/>
    <w:rsid w:val="00494ABA"/>
    <w:rsid w:val="00496AD2"/>
    <w:rsid w:val="004B1B73"/>
    <w:rsid w:val="004C6B6B"/>
    <w:rsid w:val="004C7AFF"/>
    <w:rsid w:val="004D3464"/>
    <w:rsid w:val="004E1547"/>
    <w:rsid w:val="004F1009"/>
    <w:rsid w:val="004F3EF6"/>
    <w:rsid w:val="00503749"/>
    <w:rsid w:val="00524835"/>
    <w:rsid w:val="005322EC"/>
    <w:rsid w:val="005332D5"/>
    <w:rsid w:val="00537C68"/>
    <w:rsid w:val="005420FD"/>
    <w:rsid w:val="00564E38"/>
    <w:rsid w:val="00567968"/>
    <w:rsid w:val="00571F56"/>
    <w:rsid w:val="005875AD"/>
    <w:rsid w:val="005931F9"/>
    <w:rsid w:val="00595497"/>
    <w:rsid w:val="005959AD"/>
    <w:rsid w:val="005C0656"/>
    <w:rsid w:val="005C1319"/>
    <w:rsid w:val="005C5CB6"/>
    <w:rsid w:val="005D51E4"/>
    <w:rsid w:val="005E4E4D"/>
    <w:rsid w:val="005F2912"/>
    <w:rsid w:val="005F5359"/>
    <w:rsid w:val="005F5B16"/>
    <w:rsid w:val="0060473C"/>
    <w:rsid w:val="00611E83"/>
    <w:rsid w:val="00615625"/>
    <w:rsid w:val="0062119C"/>
    <w:rsid w:val="00657D98"/>
    <w:rsid w:val="00661281"/>
    <w:rsid w:val="00661B78"/>
    <w:rsid w:val="0066219A"/>
    <w:rsid w:val="00666416"/>
    <w:rsid w:val="00666BC1"/>
    <w:rsid w:val="00671FC1"/>
    <w:rsid w:val="00675D14"/>
    <w:rsid w:val="0067672B"/>
    <w:rsid w:val="006962AA"/>
    <w:rsid w:val="006A392E"/>
    <w:rsid w:val="006B7E8F"/>
    <w:rsid w:val="006E3E43"/>
    <w:rsid w:val="006F67F4"/>
    <w:rsid w:val="007103AC"/>
    <w:rsid w:val="007209EE"/>
    <w:rsid w:val="0072290A"/>
    <w:rsid w:val="0072582D"/>
    <w:rsid w:val="00731B2D"/>
    <w:rsid w:val="0074772E"/>
    <w:rsid w:val="00750814"/>
    <w:rsid w:val="00771038"/>
    <w:rsid w:val="00773AAA"/>
    <w:rsid w:val="007B1166"/>
    <w:rsid w:val="007C0763"/>
    <w:rsid w:val="007C2473"/>
    <w:rsid w:val="00801065"/>
    <w:rsid w:val="008047C5"/>
    <w:rsid w:val="00807DEF"/>
    <w:rsid w:val="00807EA4"/>
    <w:rsid w:val="00834D8F"/>
    <w:rsid w:val="008364C9"/>
    <w:rsid w:val="008436A3"/>
    <w:rsid w:val="00871DF9"/>
    <w:rsid w:val="00874CF0"/>
    <w:rsid w:val="00881A03"/>
    <w:rsid w:val="00895F5E"/>
    <w:rsid w:val="008A23EF"/>
    <w:rsid w:val="008D0A80"/>
    <w:rsid w:val="008E057A"/>
    <w:rsid w:val="008F6D3B"/>
    <w:rsid w:val="009116AF"/>
    <w:rsid w:val="009174DF"/>
    <w:rsid w:val="00923C76"/>
    <w:rsid w:val="00926C26"/>
    <w:rsid w:val="0094633D"/>
    <w:rsid w:val="00953244"/>
    <w:rsid w:val="00955271"/>
    <w:rsid w:val="00967D3E"/>
    <w:rsid w:val="009A741F"/>
    <w:rsid w:val="009B5424"/>
    <w:rsid w:val="009B761E"/>
    <w:rsid w:val="009C20F3"/>
    <w:rsid w:val="009E16EA"/>
    <w:rsid w:val="009E1F8D"/>
    <w:rsid w:val="009E6672"/>
    <w:rsid w:val="009F2905"/>
    <w:rsid w:val="00A02494"/>
    <w:rsid w:val="00A1225C"/>
    <w:rsid w:val="00A15C7E"/>
    <w:rsid w:val="00A21C5C"/>
    <w:rsid w:val="00A44B30"/>
    <w:rsid w:val="00A4797A"/>
    <w:rsid w:val="00A60E67"/>
    <w:rsid w:val="00A62F44"/>
    <w:rsid w:val="00A71626"/>
    <w:rsid w:val="00A71F7E"/>
    <w:rsid w:val="00AA2CA0"/>
    <w:rsid w:val="00AB68C2"/>
    <w:rsid w:val="00AE4318"/>
    <w:rsid w:val="00AE6D8E"/>
    <w:rsid w:val="00B16281"/>
    <w:rsid w:val="00B2418E"/>
    <w:rsid w:val="00B3163B"/>
    <w:rsid w:val="00B47370"/>
    <w:rsid w:val="00B76254"/>
    <w:rsid w:val="00B76D45"/>
    <w:rsid w:val="00B77850"/>
    <w:rsid w:val="00B80E7B"/>
    <w:rsid w:val="00BA5ECB"/>
    <w:rsid w:val="00BB1DEA"/>
    <w:rsid w:val="00BB7246"/>
    <w:rsid w:val="00BC5049"/>
    <w:rsid w:val="00BD4CA3"/>
    <w:rsid w:val="00BE6A17"/>
    <w:rsid w:val="00BF4509"/>
    <w:rsid w:val="00BF6436"/>
    <w:rsid w:val="00C01562"/>
    <w:rsid w:val="00C04CEE"/>
    <w:rsid w:val="00C106B2"/>
    <w:rsid w:val="00C127EE"/>
    <w:rsid w:val="00C234BD"/>
    <w:rsid w:val="00C24465"/>
    <w:rsid w:val="00C36F48"/>
    <w:rsid w:val="00C45A30"/>
    <w:rsid w:val="00C526E3"/>
    <w:rsid w:val="00C56560"/>
    <w:rsid w:val="00C61778"/>
    <w:rsid w:val="00C72388"/>
    <w:rsid w:val="00C83B98"/>
    <w:rsid w:val="00C97735"/>
    <w:rsid w:val="00CE3500"/>
    <w:rsid w:val="00CF0678"/>
    <w:rsid w:val="00D1107F"/>
    <w:rsid w:val="00D321D7"/>
    <w:rsid w:val="00D73AED"/>
    <w:rsid w:val="00D92DC8"/>
    <w:rsid w:val="00D96EC0"/>
    <w:rsid w:val="00D9702B"/>
    <w:rsid w:val="00DA1111"/>
    <w:rsid w:val="00DA2950"/>
    <w:rsid w:val="00DA427B"/>
    <w:rsid w:val="00DA4D7F"/>
    <w:rsid w:val="00DE17A4"/>
    <w:rsid w:val="00DE5B1E"/>
    <w:rsid w:val="00E00499"/>
    <w:rsid w:val="00E0170C"/>
    <w:rsid w:val="00E02F44"/>
    <w:rsid w:val="00E13E70"/>
    <w:rsid w:val="00E26294"/>
    <w:rsid w:val="00E3443B"/>
    <w:rsid w:val="00E71882"/>
    <w:rsid w:val="00E72B92"/>
    <w:rsid w:val="00E85E3B"/>
    <w:rsid w:val="00E90A26"/>
    <w:rsid w:val="00E93068"/>
    <w:rsid w:val="00E961F3"/>
    <w:rsid w:val="00EB01AC"/>
    <w:rsid w:val="00ED5DD3"/>
    <w:rsid w:val="00EE57D7"/>
    <w:rsid w:val="00EF02C3"/>
    <w:rsid w:val="00EF67C7"/>
    <w:rsid w:val="00F1130E"/>
    <w:rsid w:val="00F13372"/>
    <w:rsid w:val="00F25885"/>
    <w:rsid w:val="00F26AA4"/>
    <w:rsid w:val="00F35835"/>
    <w:rsid w:val="00F35CFB"/>
    <w:rsid w:val="00F43024"/>
    <w:rsid w:val="00F54C67"/>
    <w:rsid w:val="00F55485"/>
    <w:rsid w:val="00F61EBC"/>
    <w:rsid w:val="00F67612"/>
    <w:rsid w:val="00F6763B"/>
    <w:rsid w:val="00F709C2"/>
    <w:rsid w:val="00F772AF"/>
    <w:rsid w:val="00F82C0E"/>
    <w:rsid w:val="00F84C89"/>
    <w:rsid w:val="00FB3DF6"/>
    <w:rsid w:val="00FC7B39"/>
    <w:rsid w:val="00FD0C5C"/>
    <w:rsid w:val="00FE22AB"/>
    <w:rsid w:val="00FF0ACB"/>
    <w:rsid w:val="00FF6781"/>
    <w:rsid w:val="00FF76AF"/>
    <w:rsid w:val="00FF7AF4"/>
    <w:rsid w:val="00FF7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9DF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E17A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234B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Знак"/>
    <w:basedOn w:val="Normal"/>
    <w:uiPriority w:val="99"/>
    <w:rsid w:val="0024788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60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1696</TotalTime>
  <Pages>2</Pages>
  <Words>568</Words>
  <Characters>3240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Нина</cp:lastModifiedBy>
  <cp:revision>57</cp:revision>
  <cp:lastPrinted>2024-10-16T06:11:00Z</cp:lastPrinted>
  <dcterms:created xsi:type="dcterms:W3CDTF">2021-10-20T05:54:00Z</dcterms:created>
  <dcterms:modified xsi:type="dcterms:W3CDTF">2024-10-16T06:23:00Z</dcterms:modified>
</cp:coreProperties>
</file>