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598" w:rsidRPr="00D56133" w:rsidRDefault="00196598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УВЕДОМЛЕНИЕ</w:t>
      </w:r>
    </w:p>
    <w:p w:rsidR="00196598" w:rsidRPr="00D56133" w:rsidRDefault="00196598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о подготовке проекта нормативного правового акта</w:t>
      </w:r>
    </w:p>
    <w:p w:rsidR="00196598" w:rsidRPr="00D56133" w:rsidRDefault="00196598" w:rsidP="00D56133">
      <w:pPr>
        <w:spacing w:after="0" w:line="240" w:lineRule="auto"/>
        <w:ind w:firstLine="565"/>
        <w:jc w:val="both"/>
        <w:rPr>
          <w:w w:val="100"/>
        </w:rPr>
      </w:pPr>
    </w:p>
    <w:p w:rsidR="00196598" w:rsidRDefault="00196598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>1. Вид нормативного правового акта: Постановление Администрации муниципального района Похвистневский.</w:t>
      </w:r>
    </w:p>
    <w:p w:rsidR="00196598" w:rsidRDefault="00196598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 xml:space="preserve">2. Наименование проекта нормативного правового акта: </w:t>
      </w:r>
      <w:r w:rsidRPr="00D56133">
        <w:rPr>
          <w:w w:val="100"/>
        </w:rPr>
        <w:t>О внесении изменений в Постановление Администрации муниципал</w:t>
      </w:r>
      <w:r>
        <w:rPr>
          <w:w w:val="100"/>
        </w:rPr>
        <w:t>ьного района Похвистневский от 28</w:t>
      </w:r>
      <w:r w:rsidRPr="00D56133">
        <w:rPr>
          <w:w w:val="100"/>
        </w:rPr>
        <w:t>.0</w:t>
      </w:r>
      <w:r>
        <w:rPr>
          <w:w w:val="100"/>
        </w:rPr>
        <w:t>6</w:t>
      </w:r>
      <w:r w:rsidRPr="00D56133">
        <w:rPr>
          <w:w w:val="100"/>
        </w:rPr>
        <w:t>.201</w:t>
      </w:r>
      <w:r>
        <w:rPr>
          <w:w w:val="100"/>
        </w:rPr>
        <w:t>8</w:t>
      </w:r>
      <w:r w:rsidRPr="00D56133">
        <w:rPr>
          <w:w w:val="100"/>
        </w:rPr>
        <w:t xml:space="preserve"> № </w:t>
      </w:r>
      <w:r>
        <w:rPr>
          <w:w w:val="100"/>
        </w:rPr>
        <w:t>484</w:t>
      </w:r>
      <w:r w:rsidRPr="00D56133">
        <w:rPr>
          <w:w w:val="100"/>
        </w:rPr>
        <w:t xml:space="preserve"> «Об утверждении </w:t>
      </w:r>
      <w:r>
        <w:rPr>
          <w:w w:val="100"/>
        </w:rPr>
        <w:t xml:space="preserve"> муниципальной программы «Ликвидация карантинных объектов (амброзии и повилики) на территории муниципального района Похвистневский Самарской области на 2018-2030 годы».</w:t>
      </w:r>
    </w:p>
    <w:p w:rsidR="00196598" w:rsidRDefault="00196598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 xml:space="preserve"> 3. Планируемый срок вступления в силу нормативного правового акта: октябрь 2024 года.</w:t>
      </w:r>
    </w:p>
    <w:p w:rsidR="00196598" w:rsidRDefault="00196598" w:rsidP="00C21528">
      <w:pPr>
        <w:spacing w:after="0" w:line="240" w:lineRule="auto"/>
        <w:ind w:firstLine="565"/>
        <w:jc w:val="both"/>
        <w:rPr>
          <w:color w:val="auto"/>
          <w:w w:val="100"/>
          <w:shd w:val="clear" w:color="auto" w:fill="FFFFFF"/>
        </w:rPr>
      </w:pPr>
      <w:r>
        <w:rPr>
          <w:w w:val="100"/>
        </w:rPr>
        <w:t xml:space="preserve">4. Разработчик проекта нормативного правового акта: </w:t>
      </w:r>
      <w:r w:rsidRPr="00C86804">
        <w:rPr>
          <w:w w:val="100"/>
        </w:rPr>
        <w:t>Администрация муниципального района Похвистневский Самарской области, 446450, Самарск</w:t>
      </w:r>
      <w:r>
        <w:rPr>
          <w:w w:val="100"/>
        </w:rPr>
        <w:t xml:space="preserve">ая область, </w:t>
      </w:r>
      <w:r w:rsidRPr="00C86804">
        <w:rPr>
          <w:w w:val="100"/>
        </w:rPr>
        <w:t xml:space="preserve">г. Похвистнево, ул. Ленинградская, д. 9, </w:t>
      </w:r>
      <w:hyperlink r:id="rId7" w:history="1">
        <w:r w:rsidRPr="00C86804">
          <w:rPr>
            <w:rStyle w:val="Hyperlink"/>
            <w:w w:val="100"/>
          </w:rPr>
          <w:t>www.pohr.ru</w:t>
        </w:r>
      </w:hyperlink>
      <w:r>
        <w:rPr>
          <w:w w:val="100"/>
        </w:rPr>
        <w:t xml:space="preserve">, </w:t>
      </w:r>
      <w:r w:rsidRPr="00C86804">
        <w:rPr>
          <w:w w:val="100"/>
          <w:lang w:val="en-US"/>
        </w:rPr>
        <w:t>e</w:t>
      </w:r>
      <w:r w:rsidRPr="00C86804">
        <w:rPr>
          <w:w w:val="100"/>
        </w:rPr>
        <w:t>-</w:t>
      </w:r>
      <w:r w:rsidRPr="00C86804">
        <w:rPr>
          <w:w w:val="100"/>
          <w:lang w:val="en-US"/>
        </w:rPr>
        <w:t>mail</w:t>
      </w:r>
      <w:r w:rsidRPr="00C86804">
        <w:rPr>
          <w:w w:val="100"/>
        </w:rPr>
        <w:t>:</w:t>
      </w:r>
      <w:r w:rsidRPr="00C86804">
        <w:rPr>
          <w:color w:val="504D4D"/>
          <w:w w:val="100"/>
          <w:shd w:val="clear" w:color="auto" w:fill="FFFFFF"/>
        </w:rPr>
        <w:t xml:space="preserve"> </w:t>
      </w:r>
      <w:hyperlink r:id="rId8" w:history="1">
        <w:r w:rsidRPr="008D1770">
          <w:rPr>
            <w:rStyle w:val="Hyperlink"/>
            <w:w w:val="100"/>
            <w:shd w:val="clear" w:color="auto" w:fill="FFFFFF"/>
          </w:rPr>
          <w:t>econom_pohr@mail.ru</w:t>
        </w:r>
      </w:hyperlink>
      <w:r>
        <w:rPr>
          <w:color w:val="auto"/>
          <w:w w:val="100"/>
          <w:shd w:val="clear" w:color="auto" w:fill="FFFFFF"/>
        </w:rPr>
        <w:t>.</w:t>
      </w:r>
    </w:p>
    <w:p w:rsidR="00196598" w:rsidRPr="00001F14" w:rsidRDefault="00196598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5. Обоснование необходимости подготовки проекта нормативного правового акта: приведение Постановления</w:t>
      </w:r>
      <w:r w:rsidRPr="00071636">
        <w:rPr>
          <w:w w:val="100"/>
        </w:rPr>
        <w:t xml:space="preserve"> Администрации муниципального района Похвистневский от </w:t>
      </w:r>
      <w:r>
        <w:rPr>
          <w:w w:val="100"/>
        </w:rPr>
        <w:t>28</w:t>
      </w:r>
      <w:r w:rsidRPr="00D56133">
        <w:rPr>
          <w:w w:val="100"/>
        </w:rPr>
        <w:t>.0</w:t>
      </w:r>
      <w:r>
        <w:rPr>
          <w:w w:val="100"/>
        </w:rPr>
        <w:t>6</w:t>
      </w:r>
      <w:r w:rsidRPr="00D56133">
        <w:rPr>
          <w:w w:val="100"/>
        </w:rPr>
        <w:t>.201</w:t>
      </w:r>
      <w:r>
        <w:rPr>
          <w:w w:val="100"/>
        </w:rPr>
        <w:t>8</w:t>
      </w:r>
      <w:r w:rsidRPr="00D56133">
        <w:rPr>
          <w:w w:val="100"/>
        </w:rPr>
        <w:t xml:space="preserve"> № </w:t>
      </w:r>
      <w:r>
        <w:rPr>
          <w:w w:val="100"/>
        </w:rPr>
        <w:t>484</w:t>
      </w:r>
      <w:r w:rsidRPr="00D56133">
        <w:rPr>
          <w:w w:val="100"/>
        </w:rPr>
        <w:t xml:space="preserve"> «Об утверждении </w:t>
      </w:r>
      <w:r>
        <w:rPr>
          <w:w w:val="100"/>
        </w:rPr>
        <w:t xml:space="preserve"> муниципальной программы «Ликвидация карантинных объектов (амброзии и повилики) на территории муниципального района Похвистневский Самарской области на 2018-2030 годы»  </w:t>
      </w:r>
      <w:r w:rsidRPr="00001F14">
        <w:rPr>
          <w:w w:val="100"/>
        </w:rPr>
        <w:t xml:space="preserve">в соответствие с  </w:t>
      </w:r>
      <w:r w:rsidRPr="00001F14">
        <w:t>уточнением показателей (индикаторов), характеризующих ежегодный ход и итоги реализации муниципальной программы</w:t>
      </w:r>
      <w:r w:rsidRPr="00001F14">
        <w:rPr>
          <w:w w:val="100"/>
        </w:rPr>
        <w:t xml:space="preserve">.  </w:t>
      </w:r>
    </w:p>
    <w:p w:rsidR="00196598" w:rsidRDefault="00196598" w:rsidP="00C21528">
      <w:pPr>
        <w:spacing w:after="0" w:line="240" w:lineRule="auto"/>
        <w:ind w:firstLine="709"/>
        <w:jc w:val="both"/>
        <w:rPr>
          <w:w w:val="100"/>
        </w:rPr>
      </w:pPr>
      <w:r w:rsidRPr="00154D24">
        <w:rPr>
          <w:w w:val="100"/>
        </w:rPr>
        <w:t>6. Описание проблем, на решение</w:t>
      </w:r>
      <w:r>
        <w:rPr>
          <w:w w:val="100"/>
        </w:rPr>
        <w:t xml:space="preserve"> которых направлен предлагаемый способ регулирования:  необходимость составления проекта бюджета района на 2024 год и на плановый период 2025 и 2026 годов для  оказания  государственной поддержки на осуществление части полномочий по решению вопросов местного значения.  </w:t>
      </w:r>
    </w:p>
    <w:p w:rsidR="00196598" w:rsidRDefault="00196598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7. Круг субъектов, на которых будет распространено действие проекта нормативного правового акта: юридические</w:t>
      </w:r>
      <w:r w:rsidRPr="00D56133">
        <w:rPr>
          <w:w w:val="100"/>
        </w:rPr>
        <w:t xml:space="preserve"> лиц</w:t>
      </w:r>
      <w:r>
        <w:rPr>
          <w:w w:val="100"/>
        </w:rPr>
        <w:t>а, индивидуальные предприниматели, органы местного самоуправления сельских поселений.</w:t>
      </w:r>
    </w:p>
    <w:p w:rsidR="00196598" w:rsidRDefault="00196598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8. Необходимость установления переходного периода: отсутствует.</w:t>
      </w:r>
    </w:p>
    <w:p w:rsidR="00196598" w:rsidRDefault="00196598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9. Срок, в течение которого разработчиком проекта принимаются предложения: с 25 сентября  по 30 сентября  2024 года.</w:t>
      </w:r>
    </w:p>
    <w:p w:rsidR="00196598" w:rsidRPr="00D56133" w:rsidRDefault="00196598" w:rsidP="00AF4A27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 xml:space="preserve">10. Контактные данные для направления предложений (ответственное лицо, адрес электронной почты и контактный телефон ответственного лица: главный экономист Похвистневского управления развития АПК Иванова Н. М., </w:t>
      </w:r>
      <w:hyperlink r:id="rId9" w:history="1">
        <w:r w:rsidRPr="00D56133">
          <w:rPr>
            <w:rStyle w:val="Hyperlink"/>
            <w:w w:val="100"/>
          </w:rPr>
          <w:t>21243@mail.ru</w:t>
        </w:r>
      </w:hyperlink>
      <w:r>
        <w:rPr>
          <w:w w:val="100"/>
        </w:rPr>
        <w:t>., телефон:</w:t>
      </w:r>
      <w:r w:rsidRPr="00D56133">
        <w:rPr>
          <w:w w:val="100"/>
        </w:rPr>
        <w:t xml:space="preserve"> 8(84656)21</w:t>
      </w:r>
      <w:r>
        <w:rPr>
          <w:w w:val="100"/>
        </w:rPr>
        <w:t>849</w:t>
      </w:r>
      <w:r w:rsidRPr="00D56133">
        <w:rPr>
          <w:w w:val="100"/>
        </w:rPr>
        <w:t>.</w:t>
      </w:r>
    </w:p>
    <w:sectPr w:rsidR="00196598" w:rsidRPr="00D56133" w:rsidSect="008600C7">
      <w:headerReference w:type="default" r:id="rId10"/>
      <w:pgSz w:w="11906" w:h="16838"/>
      <w:pgMar w:top="851" w:right="851" w:bottom="73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6598" w:rsidRDefault="00196598" w:rsidP="004A6273">
      <w:pPr>
        <w:spacing w:after="0" w:line="240" w:lineRule="auto"/>
      </w:pPr>
      <w:r>
        <w:separator/>
      </w:r>
    </w:p>
  </w:endnote>
  <w:endnote w:type="continuationSeparator" w:id="0">
    <w:p w:rsidR="00196598" w:rsidRDefault="00196598" w:rsidP="004A6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6598" w:rsidRDefault="00196598" w:rsidP="004A6273">
      <w:pPr>
        <w:spacing w:after="0" w:line="240" w:lineRule="auto"/>
      </w:pPr>
      <w:r>
        <w:separator/>
      </w:r>
    </w:p>
  </w:footnote>
  <w:footnote w:type="continuationSeparator" w:id="0">
    <w:p w:rsidR="00196598" w:rsidRDefault="00196598" w:rsidP="004A62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598" w:rsidRDefault="00196598" w:rsidP="00020156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196598" w:rsidRDefault="0019659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06AF7"/>
    <w:multiLevelType w:val="hybridMultilevel"/>
    <w:tmpl w:val="3D1237BE"/>
    <w:lvl w:ilvl="0" w:tplc="F3A219BA">
      <w:start w:val="11"/>
      <w:numFmt w:val="bullet"/>
      <w:lvlText w:val=""/>
      <w:lvlJc w:val="left"/>
      <w:pPr>
        <w:ind w:left="128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5" w:hanging="360"/>
      </w:pPr>
      <w:rPr>
        <w:rFonts w:ascii="Wingdings" w:hAnsi="Wingdings" w:cs="Wingdings" w:hint="default"/>
      </w:rPr>
    </w:lvl>
  </w:abstractNum>
  <w:abstractNum w:abstractNumId="1">
    <w:nsid w:val="19772B5E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2">
    <w:nsid w:val="1A6C616F"/>
    <w:multiLevelType w:val="hybridMultilevel"/>
    <w:tmpl w:val="A89E6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A06FC2"/>
    <w:multiLevelType w:val="hybridMultilevel"/>
    <w:tmpl w:val="E32A4DE8"/>
    <w:lvl w:ilvl="0" w:tplc="A57AD5E2">
      <w:start w:val="1"/>
      <w:numFmt w:val="decimal"/>
      <w:lvlText w:val="%1)"/>
      <w:lvlJc w:val="left"/>
      <w:pPr>
        <w:tabs>
          <w:tab w:val="num" w:pos="720"/>
        </w:tabs>
        <w:ind w:firstLine="709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C72F67"/>
    <w:multiLevelType w:val="hybridMultilevel"/>
    <w:tmpl w:val="1F8A33E6"/>
    <w:lvl w:ilvl="0" w:tplc="96E2EF34">
      <w:start w:val="11"/>
      <w:numFmt w:val="bullet"/>
      <w:lvlText w:val=""/>
      <w:lvlJc w:val="left"/>
      <w:pPr>
        <w:ind w:left="92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5" w:hanging="360"/>
      </w:pPr>
      <w:rPr>
        <w:rFonts w:ascii="Wingdings" w:hAnsi="Wingdings" w:cs="Wingdings" w:hint="default"/>
      </w:rPr>
    </w:lvl>
  </w:abstractNum>
  <w:abstractNum w:abstractNumId="5">
    <w:nsid w:val="4C79052D"/>
    <w:multiLevelType w:val="multilevel"/>
    <w:tmpl w:val="9E42C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5BC55269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7">
    <w:nsid w:val="711F7436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7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3"/>
  <w:drawingGridVerticalSpacing w:val="113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2623"/>
    <w:rsid w:val="00001F14"/>
    <w:rsid w:val="00002B9A"/>
    <w:rsid w:val="00007C73"/>
    <w:rsid w:val="00020156"/>
    <w:rsid w:val="00024142"/>
    <w:rsid w:val="00024258"/>
    <w:rsid w:val="00026549"/>
    <w:rsid w:val="000543F2"/>
    <w:rsid w:val="00056F6D"/>
    <w:rsid w:val="00067FF0"/>
    <w:rsid w:val="00071636"/>
    <w:rsid w:val="00072A7A"/>
    <w:rsid w:val="00076C1B"/>
    <w:rsid w:val="00077DE9"/>
    <w:rsid w:val="000836D7"/>
    <w:rsid w:val="00086B8A"/>
    <w:rsid w:val="00090D4F"/>
    <w:rsid w:val="00094170"/>
    <w:rsid w:val="000A30AB"/>
    <w:rsid w:val="000A6CC5"/>
    <w:rsid w:val="000B0262"/>
    <w:rsid w:val="000C31C0"/>
    <w:rsid w:val="000C3547"/>
    <w:rsid w:val="000C79EB"/>
    <w:rsid w:val="000E169C"/>
    <w:rsid w:val="000F3253"/>
    <w:rsid w:val="000F435E"/>
    <w:rsid w:val="000F4ABF"/>
    <w:rsid w:val="000F6B1C"/>
    <w:rsid w:val="0010393A"/>
    <w:rsid w:val="001113A5"/>
    <w:rsid w:val="00112E28"/>
    <w:rsid w:val="00115308"/>
    <w:rsid w:val="00124671"/>
    <w:rsid w:val="00126EEE"/>
    <w:rsid w:val="00131A8C"/>
    <w:rsid w:val="00131DFD"/>
    <w:rsid w:val="001331A6"/>
    <w:rsid w:val="00151447"/>
    <w:rsid w:val="001538EE"/>
    <w:rsid w:val="00154D24"/>
    <w:rsid w:val="00154E28"/>
    <w:rsid w:val="0016013D"/>
    <w:rsid w:val="00165BF3"/>
    <w:rsid w:val="0017274B"/>
    <w:rsid w:val="00191987"/>
    <w:rsid w:val="001949F3"/>
    <w:rsid w:val="00196598"/>
    <w:rsid w:val="001A316D"/>
    <w:rsid w:val="001A4445"/>
    <w:rsid w:val="001A7F8C"/>
    <w:rsid w:val="001B07FE"/>
    <w:rsid w:val="001C7F26"/>
    <w:rsid w:val="001D11DC"/>
    <w:rsid w:val="001D1A90"/>
    <w:rsid w:val="001D6B9D"/>
    <w:rsid w:val="001E556D"/>
    <w:rsid w:val="00200FE6"/>
    <w:rsid w:val="0020175D"/>
    <w:rsid w:val="002135A4"/>
    <w:rsid w:val="002136E3"/>
    <w:rsid w:val="00214204"/>
    <w:rsid w:val="0021487F"/>
    <w:rsid w:val="00222370"/>
    <w:rsid w:val="00223558"/>
    <w:rsid w:val="002252A5"/>
    <w:rsid w:val="0022538F"/>
    <w:rsid w:val="00227B0F"/>
    <w:rsid w:val="00227C5C"/>
    <w:rsid w:val="0023142C"/>
    <w:rsid w:val="00232D28"/>
    <w:rsid w:val="00233549"/>
    <w:rsid w:val="0023760D"/>
    <w:rsid w:val="002459DE"/>
    <w:rsid w:val="002552A0"/>
    <w:rsid w:val="00261757"/>
    <w:rsid w:val="00261B1F"/>
    <w:rsid w:val="002644D2"/>
    <w:rsid w:val="002671A7"/>
    <w:rsid w:val="002757E7"/>
    <w:rsid w:val="00280202"/>
    <w:rsid w:val="00282CD9"/>
    <w:rsid w:val="00287B2F"/>
    <w:rsid w:val="00292587"/>
    <w:rsid w:val="002954FB"/>
    <w:rsid w:val="002A0C04"/>
    <w:rsid w:val="002A3E92"/>
    <w:rsid w:val="002A6934"/>
    <w:rsid w:val="002B057F"/>
    <w:rsid w:val="002B1360"/>
    <w:rsid w:val="002B7816"/>
    <w:rsid w:val="002C160A"/>
    <w:rsid w:val="002C7643"/>
    <w:rsid w:val="002D1C59"/>
    <w:rsid w:val="002E0617"/>
    <w:rsid w:val="002E09A1"/>
    <w:rsid w:val="002E11B7"/>
    <w:rsid w:val="002E3833"/>
    <w:rsid w:val="002E759A"/>
    <w:rsid w:val="002F06EB"/>
    <w:rsid w:val="002F2908"/>
    <w:rsid w:val="002F30C5"/>
    <w:rsid w:val="002F6153"/>
    <w:rsid w:val="00302E76"/>
    <w:rsid w:val="003033C0"/>
    <w:rsid w:val="003116C6"/>
    <w:rsid w:val="003160F4"/>
    <w:rsid w:val="00316E00"/>
    <w:rsid w:val="00320779"/>
    <w:rsid w:val="00325B2C"/>
    <w:rsid w:val="003304D4"/>
    <w:rsid w:val="003354D7"/>
    <w:rsid w:val="00337C74"/>
    <w:rsid w:val="00344921"/>
    <w:rsid w:val="0034550C"/>
    <w:rsid w:val="00346FB6"/>
    <w:rsid w:val="00352301"/>
    <w:rsid w:val="00354468"/>
    <w:rsid w:val="0037316A"/>
    <w:rsid w:val="00373B42"/>
    <w:rsid w:val="00374960"/>
    <w:rsid w:val="003755F4"/>
    <w:rsid w:val="00376E61"/>
    <w:rsid w:val="0038173F"/>
    <w:rsid w:val="00390F8F"/>
    <w:rsid w:val="00393485"/>
    <w:rsid w:val="003A6B16"/>
    <w:rsid w:val="003C0512"/>
    <w:rsid w:val="003C4317"/>
    <w:rsid w:val="003C67C3"/>
    <w:rsid w:val="003D0C19"/>
    <w:rsid w:val="003D75F3"/>
    <w:rsid w:val="003E3574"/>
    <w:rsid w:val="003F1715"/>
    <w:rsid w:val="003F3129"/>
    <w:rsid w:val="003F3EA4"/>
    <w:rsid w:val="003F4B94"/>
    <w:rsid w:val="004004FE"/>
    <w:rsid w:val="00405DA5"/>
    <w:rsid w:val="004069E6"/>
    <w:rsid w:val="00413002"/>
    <w:rsid w:val="00413318"/>
    <w:rsid w:val="00417D2D"/>
    <w:rsid w:val="00423A50"/>
    <w:rsid w:val="004243B6"/>
    <w:rsid w:val="004315A7"/>
    <w:rsid w:val="004374FC"/>
    <w:rsid w:val="00443CD2"/>
    <w:rsid w:val="00447349"/>
    <w:rsid w:val="004542FA"/>
    <w:rsid w:val="004668A4"/>
    <w:rsid w:val="00470968"/>
    <w:rsid w:val="004734CB"/>
    <w:rsid w:val="004948CB"/>
    <w:rsid w:val="004A3225"/>
    <w:rsid w:val="004A4F3D"/>
    <w:rsid w:val="004A5126"/>
    <w:rsid w:val="004A6273"/>
    <w:rsid w:val="004A711F"/>
    <w:rsid w:val="004C5EF3"/>
    <w:rsid w:val="004D2C79"/>
    <w:rsid w:val="004D5B17"/>
    <w:rsid w:val="004D62AE"/>
    <w:rsid w:val="004F39EB"/>
    <w:rsid w:val="004F457E"/>
    <w:rsid w:val="00501FB1"/>
    <w:rsid w:val="00505660"/>
    <w:rsid w:val="005147A9"/>
    <w:rsid w:val="0051509D"/>
    <w:rsid w:val="0051554B"/>
    <w:rsid w:val="0052080E"/>
    <w:rsid w:val="0052417D"/>
    <w:rsid w:val="00524294"/>
    <w:rsid w:val="00525CE5"/>
    <w:rsid w:val="00530338"/>
    <w:rsid w:val="005317AF"/>
    <w:rsid w:val="00531C19"/>
    <w:rsid w:val="00532C49"/>
    <w:rsid w:val="0054598C"/>
    <w:rsid w:val="005519A1"/>
    <w:rsid w:val="005538D0"/>
    <w:rsid w:val="00556FF3"/>
    <w:rsid w:val="005634E3"/>
    <w:rsid w:val="0056734D"/>
    <w:rsid w:val="00567411"/>
    <w:rsid w:val="00577E37"/>
    <w:rsid w:val="00584EEF"/>
    <w:rsid w:val="00593389"/>
    <w:rsid w:val="00593AAA"/>
    <w:rsid w:val="005959F1"/>
    <w:rsid w:val="005A3CED"/>
    <w:rsid w:val="005A4CE3"/>
    <w:rsid w:val="005B1CDE"/>
    <w:rsid w:val="005B1D45"/>
    <w:rsid w:val="005B5B26"/>
    <w:rsid w:val="005B6A13"/>
    <w:rsid w:val="005C2638"/>
    <w:rsid w:val="005C39F5"/>
    <w:rsid w:val="005D352C"/>
    <w:rsid w:val="005D3F85"/>
    <w:rsid w:val="005E2F17"/>
    <w:rsid w:val="005E5226"/>
    <w:rsid w:val="005E64B7"/>
    <w:rsid w:val="005E73C7"/>
    <w:rsid w:val="005E7DD1"/>
    <w:rsid w:val="005F18EE"/>
    <w:rsid w:val="005F3AEE"/>
    <w:rsid w:val="005F5061"/>
    <w:rsid w:val="005F7698"/>
    <w:rsid w:val="0060674F"/>
    <w:rsid w:val="00614F80"/>
    <w:rsid w:val="00615C95"/>
    <w:rsid w:val="00620985"/>
    <w:rsid w:val="006348B5"/>
    <w:rsid w:val="006354AA"/>
    <w:rsid w:val="00635D9C"/>
    <w:rsid w:val="006366E4"/>
    <w:rsid w:val="00636FC9"/>
    <w:rsid w:val="006371CC"/>
    <w:rsid w:val="0063776F"/>
    <w:rsid w:val="00647F48"/>
    <w:rsid w:val="006561B5"/>
    <w:rsid w:val="00657972"/>
    <w:rsid w:val="00661006"/>
    <w:rsid w:val="0066231D"/>
    <w:rsid w:val="00663E40"/>
    <w:rsid w:val="00670405"/>
    <w:rsid w:val="00677B7D"/>
    <w:rsid w:val="00681507"/>
    <w:rsid w:val="00683F52"/>
    <w:rsid w:val="00687C06"/>
    <w:rsid w:val="00696753"/>
    <w:rsid w:val="006A08C9"/>
    <w:rsid w:val="006D02E8"/>
    <w:rsid w:val="006D0C47"/>
    <w:rsid w:val="006D1961"/>
    <w:rsid w:val="006D3940"/>
    <w:rsid w:val="006D3B26"/>
    <w:rsid w:val="006D3C54"/>
    <w:rsid w:val="006D61B1"/>
    <w:rsid w:val="006E03DD"/>
    <w:rsid w:val="006E2302"/>
    <w:rsid w:val="006E7C2E"/>
    <w:rsid w:val="006F371F"/>
    <w:rsid w:val="006F4FF1"/>
    <w:rsid w:val="007058F7"/>
    <w:rsid w:val="0071186C"/>
    <w:rsid w:val="00720CD2"/>
    <w:rsid w:val="00722F54"/>
    <w:rsid w:val="007261DF"/>
    <w:rsid w:val="0072773A"/>
    <w:rsid w:val="00736B11"/>
    <w:rsid w:val="00737427"/>
    <w:rsid w:val="00737E89"/>
    <w:rsid w:val="00744775"/>
    <w:rsid w:val="0074509F"/>
    <w:rsid w:val="00753C7D"/>
    <w:rsid w:val="0075713C"/>
    <w:rsid w:val="00762669"/>
    <w:rsid w:val="00763DB9"/>
    <w:rsid w:val="00764C5E"/>
    <w:rsid w:val="00766563"/>
    <w:rsid w:val="00766CB7"/>
    <w:rsid w:val="0076786F"/>
    <w:rsid w:val="00770948"/>
    <w:rsid w:val="00773742"/>
    <w:rsid w:val="00776896"/>
    <w:rsid w:val="007818DB"/>
    <w:rsid w:val="00781D53"/>
    <w:rsid w:val="00784639"/>
    <w:rsid w:val="00785397"/>
    <w:rsid w:val="007934D1"/>
    <w:rsid w:val="007A06DB"/>
    <w:rsid w:val="007A1F72"/>
    <w:rsid w:val="007A6E0B"/>
    <w:rsid w:val="007B258D"/>
    <w:rsid w:val="007B7E36"/>
    <w:rsid w:val="007C17D3"/>
    <w:rsid w:val="007C5A8F"/>
    <w:rsid w:val="007D2766"/>
    <w:rsid w:val="007E22F9"/>
    <w:rsid w:val="007E43AA"/>
    <w:rsid w:val="007F290B"/>
    <w:rsid w:val="007F4100"/>
    <w:rsid w:val="00825C72"/>
    <w:rsid w:val="00833997"/>
    <w:rsid w:val="00836573"/>
    <w:rsid w:val="0084147D"/>
    <w:rsid w:val="00841D65"/>
    <w:rsid w:val="00843CFD"/>
    <w:rsid w:val="008478D9"/>
    <w:rsid w:val="00847D02"/>
    <w:rsid w:val="008600C7"/>
    <w:rsid w:val="00861423"/>
    <w:rsid w:val="00862623"/>
    <w:rsid w:val="00862F87"/>
    <w:rsid w:val="00866FE1"/>
    <w:rsid w:val="008705BE"/>
    <w:rsid w:val="00872788"/>
    <w:rsid w:val="00873447"/>
    <w:rsid w:val="00875205"/>
    <w:rsid w:val="0088122B"/>
    <w:rsid w:val="0089272E"/>
    <w:rsid w:val="008941FD"/>
    <w:rsid w:val="008942DB"/>
    <w:rsid w:val="00895188"/>
    <w:rsid w:val="00897EC7"/>
    <w:rsid w:val="008A1530"/>
    <w:rsid w:val="008B1508"/>
    <w:rsid w:val="008B3B58"/>
    <w:rsid w:val="008C6942"/>
    <w:rsid w:val="008D1770"/>
    <w:rsid w:val="008D2420"/>
    <w:rsid w:val="008D54C9"/>
    <w:rsid w:val="008D5FEA"/>
    <w:rsid w:val="008D754F"/>
    <w:rsid w:val="008D7A32"/>
    <w:rsid w:val="008E08BB"/>
    <w:rsid w:val="008E6227"/>
    <w:rsid w:val="008E73D7"/>
    <w:rsid w:val="008F7B12"/>
    <w:rsid w:val="009003DC"/>
    <w:rsid w:val="00901C92"/>
    <w:rsid w:val="009042D4"/>
    <w:rsid w:val="009063CC"/>
    <w:rsid w:val="009105DA"/>
    <w:rsid w:val="009134A2"/>
    <w:rsid w:val="00913C60"/>
    <w:rsid w:val="009147EC"/>
    <w:rsid w:val="00914FBB"/>
    <w:rsid w:val="00915D5A"/>
    <w:rsid w:val="0092131F"/>
    <w:rsid w:val="009219BA"/>
    <w:rsid w:val="00925B4E"/>
    <w:rsid w:val="00925E1C"/>
    <w:rsid w:val="00930A90"/>
    <w:rsid w:val="00931616"/>
    <w:rsid w:val="009337AA"/>
    <w:rsid w:val="00940585"/>
    <w:rsid w:val="00943A2D"/>
    <w:rsid w:val="00947018"/>
    <w:rsid w:val="00952D65"/>
    <w:rsid w:val="009556BF"/>
    <w:rsid w:val="00965F15"/>
    <w:rsid w:val="0096634F"/>
    <w:rsid w:val="009724ED"/>
    <w:rsid w:val="009747E3"/>
    <w:rsid w:val="00974F83"/>
    <w:rsid w:val="00980A5F"/>
    <w:rsid w:val="0098364A"/>
    <w:rsid w:val="009917E1"/>
    <w:rsid w:val="0099187B"/>
    <w:rsid w:val="009942B3"/>
    <w:rsid w:val="009957E9"/>
    <w:rsid w:val="00996770"/>
    <w:rsid w:val="009A0746"/>
    <w:rsid w:val="009A4780"/>
    <w:rsid w:val="009A510E"/>
    <w:rsid w:val="009C1FF2"/>
    <w:rsid w:val="009C2049"/>
    <w:rsid w:val="009C2D9D"/>
    <w:rsid w:val="009C7D28"/>
    <w:rsid w:val="009D1831"/>
    <w:rsid w:val="009D30F5"/>
    <w:rsid w:val="009D38DA"/>
    <w:rsid w:val="009D5553"/>
    <w:rsid w:val="009D567E"/>
    <w:rsid w:val="009E3D24"/>
    <w:rsid w:val="00A01DC4"/>
    <w:rsid w:val="00A041A7"/>
    <w:rsid w:val="00A11EC4"/>
    <w:rsid w:val="00A121A6"/>
    <w:rsid w:val="00A12E4F"/>
    <w:rsid w:val="00A14210"/>
    <w:rsid w:val="00A175B4"/>
    <w:rsid w:val="00A23AA3"/>
    <w:rsid w:val="00A24F06"/>
    <w:rsid w:val="00A27F07"/>
    <w:rsid w:val="00A34F80"/>
    <w:rsid w:val="00A4222E"/>
    <w:rsid w:val="00A43EC2"/>
    <w:rsid w:val="00A45E7F"/>
    <w:rsid w:val="00A51E03"/>
    <w:rsid w:val="00A5347E"/>
    <w:rsid w:val="00A541CA"/>
    <w:rsid w:val="00A613AE"/>
    <w:rsid w:val="00A650D8"/>
    <w:rsid w:val="00A758CE"/>
    <w:rsid w:val="00A86111"/>
    <w:rsid w:val="00AA1F8C"/>
    <w:rsid w:val="00AD0A3F"/>
    <w:rsid w:val="00AD0F21"/>
    <w:rsid w:val="00AD6A5B"/>
    <w:rsid w:val="00AE1317"/>
    <w:rsid w:val="00AF0515"/>
    <w:rsid w:val="00AF353F"/>
    <w:rsid w:val="00AF4A27"/>
    <w:rsid w:val="00AF57FC"/>
    <w:rsid w:val="00B0174B"/>
    <w:rsid w:val="00B0710E"/>
    <w:rsid w:val="00B116BB"/>
    <w:rsid w:val="00B1678C"/>
    <w:rsid w:val="00B17710"/>
    <w:rsid w:val="00B21631"/>
    <w:rsid w:val="00B26788"/>
    <w:rsid w:val="00B4214A"/>
    <w:rsid w:val="00B50339"/>
    <w:rsid w:val="00B61479"/>
    <w:rsid w:val="00B6332E"/>
    <w:rsid w:val="00B66A08"/>
    <w:rsid w:val="00B67B5B"/>
    <w:rsid w:val="00B7388D"/>
    <w:rsid w:val="00B84007"/>
    <w:rsid w:val="00B8479E"/>
    <w:rsid w:val="00B86AA3"/>
    <w:rsid w:val="00B952D4"/>
    <w:rsid w:val="00B96750"/>
    <w:rsid w:val="00B971FC"/>
    <w:rsid w:val="00BC0C55"/>
    <w:rsid w:val="00BC13CF"/>
    <w:rsid w:val="00BC2FC3"/>
    <w:rsid w:val="00BC3FCB"/>
    <w:rsid w:val="00BC6306"/>
    <w:rsid w:val="00BD3A87"/>
    <w:rsid w:val="00BE614D"/>
    <w:rsid w:val="00BF11F8"/>
    <w:rsid w:val="00BF6E7E"/>
    <w:rsid w:val="00BF7748"/>
    <w:rsid w:val="00C0748B"/>
    <w:rsid w:val="00C135C9"/>
    <w:rsid w:val="00C14247"/>
    <w:rsid w:val="00C155C2"/>
    <w:rsid w:val="00C20A25"/>
    <w:rsid w:val="00C20A4B"/>
    <w:rsid w:val="00C21528"/>
    <w:rsid w:val="00C245E2"/>
    <w:rsid w:val="00C40CDE"/>
    <w:rsid w:val="00C463C4"/>
    <w:rsid w:val="00C47C6C"/>
    <w:rsid w:val="00C61F2B"/>
    <w:rsid w:val="00C625CA"/>
    <w:rsid w:val="00C638FD"/>
    <w:rsid w:val="00C65AB1"/>
    <w:rsid w:val="00C82117"/>
    <w:rsid w:val="00C86001"/>
    <w:rsid w:val="00C86151"/>
    <w:rsid w:val="00C86804"/>
    <w:rsid w:val="00C952D6"/>
    <w:rsid w:val="00CA2464"/>
    <w:rsid w:val="00CA64C2"/>
    <w:rsid w:val="00CA7122"/>
    <w:rsid w:val="00CB5D04"/>
    <w:rsid w:val="00CC1F3C"/>
    <w:rsid w:val="00CC554B"/>
    <w:rsid w:val="00CD328E"/>
    <w:rsid w:val="00CD76FB"/>
    <w:rsid w:val="00CE7D95"/>
    <w:rsid w:val="00CF4A91"/>
    <w:rsid w:val="00CF5E80"/>
    <w:rsid w:val="00D074AC"/>
    <w:rsid w:val="00D10A2C"/>
    <w:rsid w:val="00D10F37"/>
    <w:rsid w:val="00D32033"/>
    <w:rsid w:val="00D34974"/>
    <w:rsid w:val="00D45659"/>
    <w:rsid w:val="00D50D54"/>
    <w:rsid w:val="00D56133"/>
    <w:rsid w:val="00D56EE1"/>
    <w:rsid w:val="00D60AF6"/>
    <w:rsid w:val="00D657B0"/>
    <w:rsid w:val="00D66ECB"/>
    <w:rsid w:val="00D72572"/>
    <w:rsid w:val="00D800E2"/>
    <w:rsid w:val="00D8378A"/>
    <w:rsid w:val="00D906BC"/>
    <w:rsid w:val="00D94F5F"/>
    <w:rsid w:val="00D95E0A"/>
    <w:rsid w:val="00D97B61"/>
    <w:rsid w:val="00DA242D"/>
    <w:rsid w:val="00DB548F"/>
    <w:rsid w:val="00DB612B"/>
    <w:rsid w:val="00DB6A79"/>
    <w:rsid w:val="00DC4162"/>
    <w:rsid w:val="00DD6531"/>
    <w:rsid w:val="00DE6700"/>
    <w:rsid w:val="00DE7DC3"/>
    <w:rsid w:val="00DF0A03"/>
    <w:rsid w:val="00E000BA"/>
    <w:rsid w:val="00E02C16"/>
    <w:rsid w:val="00E10270"/>
    <w:rsid w:val="00E12C0D"/>
    <w:rsid w:val="00E24293"/>
    <w:rsid w:val="00E24B5A"/>
    <w:rsid w:val="00E24E51"/>
    <w:rsid w:val="00E41374"/>
    <w:rsid w:val="00E45E30"/>
    <w:rsid w:val="00E472AD"/>
    <w:rsid w:val="00E51700"/>
    <w:rsid w:val="00E54FF8"/>
    <w:rsid w:val="00E72063"/>
    <w:rsid w:val="00E7546B"/>
    <w:rsid w:val="00E77189"/>
    <w:rsid w:val="00E77EB8"/>
    <w:rsid w:val="00E82B7D"/>
    <w:rsid w:val="00E83E93"/>
    <w:rsid w:val="00E907C2"/>
    <w:rsid w:val="00E93D38"/>
    <w:rsid w:val="00E9400B"/>
    <w:rsid w:val="00E94956"/>
    <w:rsid w:val="00EA57D5"/>
    <w:rsid w:val="00EA78AD"/>
    <w:rsid w:val="00EB1CD8"/>
    <w:rsid w:val="00EC29E5"/>
    <w:rsid w:val="00EC3E5D"/>
    <w:rsid w:val="00EC5463"/>
    <w:rsid w:val="00EC77D1"/>
    <w:rsid w:val="00ED2F76"/>
    <w:rsid w:val="00EE0541"/>
    <w:rsid w:val="00EE492B"/>
    <w:rsid w:val="00EF2D17"/>
    <w:rsid w:val="00EF5A1F"/>
    <w:rsid w:val="00F01BD6"/>
    <w:rsid w:val="00F05FB6"/>
    <w:rsid w:val="00F169B5"/>
    <w:rsid w:val="00F216D2"/>
    <w:rsid w:val="00F30302"/>
    <w:rsid w:val="00F31A5C"/>
    <w:rsid w:val="00F323A7"/>
    <w:rsid w:val="00F418B1"/>
    <w:rsid w:val="00F50DBD"/>
    <w:rsid w:val="00F51D83"/>
    <w:rsid w:val="00F57BAE"/>
    <w:rsid w:val="00F6728F"/>
    <w:rsid w:val="00F7113C"/>
    <w:rsid w:val="00F720F9"/>
    <w:rsid w:val="00F76757"/>
    <w:rsid w:val="00F81A26"/>
    <w:rsid w:val="00F824FB"/>
    <w:rsid w:val="00F825F0"/>
    <w:rsid w:val="00F841BC"/>
    <w:rsid w:val="00F862CF"/>
    <w:rsid w:val="00F86788"/>
    <w:rsid w:val="00F876A9"/>
    <w:rsid w:val="00F96804"/>
    <w:rsid w:val="00FA138E"/>
    <w:rsid w:val="00FA4161"/>
    <w:rsid w:val="00FA4515"/>
    <w:rsid w:val="00FB00AA"/>
    <w:rsid w:val="00FB6EBD"/>
    <w:rsid w:val="00FC6003"/>
    <w:rsid w:val="00FC77AC"/>
    <w:rsid w:val="00FD0CB9"/>
    <w:rsid w:val="00FD5065"/>
    <w:rsid w:val="00FD71DC"/>
    <w:rsid w:val="00FE0AA4"/>
    <w:rsid w:val="00FF1AD0"/>
    <w:rsid w:val="00FF4764"/>
    <w:rsid w:val="00FF674F"/>
    <w:rsid w:val="00FF68DD"/>
    <w:rsid w:val="00FF7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0C47"/>
    <w:pPr>
      <w:spacing w:after="200" w:line="276" w:lineRule="auto"/>
    </w:pPr>
    <w:rPr>
      <w:color w:val="0D0D0D"/>
      <w:w w:val="90"/>
      <w:sz w:val="28"/>
      <w:szCs w:val="28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A512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</w:rPr>
  </w:style>
  <w:style w:type="paragraph" w:styleId="Heading2">
    <w:name w:val="heading 2"/>
    <w:basedOn w:val="Normal"/>
    <w:link w:val="Heading2Char"/>
    <w:uiPriority w:val="99"/>
    <w:qFormat/>
    <w:rsid w:val="000F6B1C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color w:val="auto"/>
      <w:sz w:val="36"/>
      <w:szCs w:val="36"/>
      <w:lang w:eastAsia="ru-RU"/>
    </w:rPr>
  </w:style>
  <w:style w:type="paragraph" w:styleId="Heading3">
    <w:name w:val="heading 3"/>
    <w:basedOn w:val="Normal"/>
    <w:link w:val="Heading3Char"/>
    <w:uiPriority w:val="99"/>
    <w:qFormat/>
    <w:rsid w:val="000F6B1C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color w:val="auto"/>
      <w:sz w:val="27"/>
      <w:szCs w:val="27"/>
      <w:lang w:eastAsia="ru-RU"/>
    </w:rPr>
  </w:style>
  <w:style w:type="paragraph" w:styleId="Heading4">
    <w:name w:val="heading 4"/>
    <w:basedOn w:val="Normal"/>
    <w:link w:val="Heading4Char"/>
    <w:uiPriority w:val="99"/>
    <w:qFormat/>
    <w:rsid w:val="000F6B1C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color w:val="auto"/>
      <w:sz w:val="24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A512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F6B1C"/>
    <w:rPr>
      <w:rFonts w:eastAsia="Times New Roman"/>
      <w:b/>
      <w:bCs/>
      <w:color w:val="auto"/>
      <w:sz w:val="36"/>
      <w:szCs w:val="36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F6B1C"/>
    <w:rPr>
      <w:rFonts w:eastAsia="Times New Roman"/>
      <w:b/>
      <w:bCs/>
      <w:color w:val="auto"/>
      <w:sz w:val="27"/>
      <w:szCs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F6B1C"/>
    <w:rPr>
      <w:rFonts w:eastAsia="Times New Roman"/>
      <w:b/>
      <w:bCs/>
      <w:color w:val="auto"/>
      <w:sz w:val="24"/>
      <w:szCs w:val="24"/>
      <w:lang w:eastAsia="ru-RU"/>
    </w:rPr>
  </w:style>
  <w:style w:type="paragraph" w:styleId="EnvelopeAddress">
    <w:name w:val="envelope address"/>
    <w:basedOn w:val="Normal"/>
    <w:uiPriority w:val="99"/>
    <w:rsid w:val="003116C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="Times New Roman"/>
      <w:b/>
      <w:bCs/>
      <w:sz w:val="22"/>
      <w:szCs w:val="22"/>
    </w:rPr>
  </w:style>
  <w:style w:type="paragraph" w:styleId="EnvelopeReturn">
    <w:name w:val="envelope return"/>
    <w:basedOn w:val="Normal"/>
    <w:uiPriority w:val="99"/>
    <w:rsid w:val="006366E4"/>
    <w:pPr>
      <w:spacing w:after="0" w:line="240" w:lineRule="auto"/>
    </w:pPr>
    <w:rPr>
      <w:rFonts w:ascii="Cambria" w:eastAsia="Times New Roman" w:hAnsi="Cambria" w:cs="Cambria"/>
      <w:sz w:val="20"/>
      <w:szCs w:val="20"/>
    </w:rPr>
  </w:style>
  <w:style w:type="paragraph" w:styleId="ListParagraph">
    <w:name w:val="List Paragraph"/>
    <w:basedOn w:val="Normal"/>
    <w:uiPriority w:val="99"/>
    <w:qFormat/>
    <w:rsid w:val="00B86AA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34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44921"/>
    <w:rPr>
      <w:rFonts w:ascii="Tahoma" w:hAnsi="Tahoma" w:cs="Tahoma"/>
      <w:sz w:val="16"/>
      <w:szCs w:val="16"/>
    </w:rPr>
  </w:style>
  <w:style w:type="paragraph" w:styleId="NoSpacing">
    <w:name w:val="No Spacing"/>
    <w:uiPriority w:val="99"/>
    <w:qFormat/>
    <w:rsid w:val="00737E89"/>
    <w:rPr>
      <w:color w:val="0D0D0D"/>
      <w:w w:val="90"/>
      <w:sz w:val="28"/>
      <w:szCs w:val="28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10393A"/>
    <w:rPr>
      <w:color w:val="808080"/>
    </w:rPr>
  </w:style>
  <w:style w:type="character" w:styleId="Strong">
    <w:name w:val="Strong"/>
    <w:basedOn w:val="DefaultParagraphFont"/>
    <w:uiPriority w:val="99"/>
    <w:qFormat/>
    <w:rsid w:val="00302E76"/>
    <w:rPr>
      <w:b/>
      <w:bCs/>
    </w:rPr>
  </w:style>
  <w:style w:type="character" w:customStyle="1" w:styleId="apple-converted-space">
    <w:name w:val="apple-converted-space"/>
    <w:basedOn w:val="DefaultParagraphFont"/>
    <w:uiPriority w:val="99"/>
    <w:rsid w:val="00302E76"/>
  </w:style>
  <w:style w:type="character" w:styleId="Emphasis">
    <w:name w:val="Emphasis"/>
    <w:basedOn w:val="DefaultParagraphFont"/>
    <w:uiPriority w:val="99"/>
    <w:qFormat/>
    <w:rsid w:val="00302E76"/>
    <w:rPr>
      <w:i/>
      <w:iCs/>
    </w:rPr>
  </w:style>
  <w:style w:type="character" w:styleId="Hyperlink">
    <w:name w:val="Hyperlink"/>
    <w:basedOn w:val="DefaultParagraphFont"/>
    <w:uiPriority w:val="99"/>
    <w:semiHidden/>
    <w:rsid w:val="00302E76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buttonheading">
    <w:name w:val="buttonheading"/>
    <w:basedOn w:val="Normal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consplusnonformat">
    <w:name w:val="consplusnonformat"/>
    <w:basedOn w:val="Normal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rsid w:val="000F6B1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rsid w:val="000F6B1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character" w:customStyle="1" w:styleId="resume-blocktitle-text">
    <w:name w:val="resume-block__title-text"/>
    <w:basedOn w:val="DefaultParagraphFont"/>
    <w:uiPriority w:val="99"/>
    <w:rsid w:val="004A5126"/>
  </w:style>
  <w:style w:type="character" w:customStyle="1" w:styleId="resume-blocksalary">
    <w:name w:val="resume-block__salary"/>
    <w:basedOn w:val="DefaultParagraphFont"/>
    <w:uiPriority w:val="99"/>
    <w:rsid w:val="004A5126"/>
  </w:style>
  <w:style w:type="character" w:customStyle="1" w:styleId="resume-blockexperience-mount-last">
    <w:name w:val="resume-block__experience-mount-last"/>
    <w:basedOn w:val="DefaultParagraphFont"/>
    <w:uiPriority w:val="99"/>
    <w:rsid w:val="004A5126"/>
  </w:style>
  <w:style w:type="character" w:customStyle="1" w:styleId="bloko-tagsection-text">
    <w:name w:val="bloko-tag__section-text"/>
    <w:basedOn w:val="DefaultParagraphFont"/>
    <w:uiPriority w:val="99"/>
    <w:rsid w:val="004A5126"/>
  </w:style>
  <w:style w:type="paragraph" w:styleId="Header">
    <w:name w:val="header"/>
    <w:basedOn w:val="Normal"/>
    <w:link w:val="HeaderChar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A6273"/>
  </w:style>
  <w:style w:type="paragraph" w:styleId="Footer">
    <w:name w:val="footer"/>
    <w:basedOn w:val="Normal"/>
    <w:link w:val="FooterChar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4A6273"/>
  </w:style>
  <w:style w:type="paragraph" w:customStyle="1" w:styleId="ConsPlusNormal">
    <w:name w:val="ConsPlusNormal"/>
    <w:uiPriority w:val="99"/>
    <w:rsid w:val="000B0262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4374F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Normal"/>
    <w:uiPriority w:val="99"/>
    <w:rsid w:val="00E24293"/>
    <w:pPr>
      <w:widowControl w:val="0"/>
      <w:adjustRightInd w:val="0"/>
      <w:spacing w:after="160" w:line="240" w:lineRule="exact"/>
      <w:jc w:val="right"/>
    </w:pPr>
    <w:rPr>
      <w:color w:val="auto"/>
      <w:w w:val="100"/>
      <w:sz w:val="20"/>
      <w:szCs w:val="20"/>
      <w:lang w:val="en-GB"/>
    </w:rPr>
  </w:style>
  <w:style w:type="character" w:styleId="PageNumber">
    <w:name w:val="page number"/>
    <w:basedOn w:val="DefaultParagraphFont"/>
    <w:uiPriority w:val="99"/>
    <w:rsid w:val="008600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042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04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04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042534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042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042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4042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40425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4042503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4042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4042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240425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4042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2404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042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042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042655">
                      <w:marLeft w:val="0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042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4042505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4042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4042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4042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40426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40425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24042511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4042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4042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24042530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4042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4042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4042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4042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4042512">
                                              <w:marLeft w:val="0"/>
                                              <w:marRight w:val="0"/>
                                              <w:marTop w:val="0"/>
                                              <w:marBottom w:val="2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24042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40426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4042546">
                                          <w:marLeft w:val="0"/>
                                          <w:marRight w:val="0"/>
                                          <w:marTop w:val="0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24042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4042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4042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40425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24042568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4042565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4042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40426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40425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4042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240426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240426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24042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40426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24042596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4042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4042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40426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240426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4042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40425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240425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240425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24042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4042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4042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24042646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4042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4042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4042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240426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40426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40425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240426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240426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24042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4042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40425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40425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40425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240425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240426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240425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40426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24042644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4042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40426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40426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40426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40425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240426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240426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24042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40425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4042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04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262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042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04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042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042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042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042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4042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24042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042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conom_pohr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ohr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21243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713</TotalTime>
  <Pages>1</Pages>
  <Words>352</Words>
  <Characters>2010</Characters>
  <Application>Microsoft Office Outlook</Application>
  <DocSecurity>0</DocSecurity>
  <Lines>0</Lines>
  <Paragraphs>0</Paragraphs>
  <ScaleCrop>false</ScaleCrop>
  <Company>SamForum.ws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АДМИНИСТРАЦИЯ </dc:title>
  <dc:subject/>
  <dc:creator>Райков И П</dc:creator>
  <cp:keywords/>
  <dc:description/>
  <cp:lastModifiedBy>Нина</cp:lastModifiedBy>
  <cp:revision>50</cp:revision>
  <cp:lastPrinted>2024-09-25T01:35:00Z</cp:lastPrinted>
  <dcterms:created xsi:type="dcterms:W3CDTF">2017-06-05T06:40:00Z</dcterms:created>
  <dcterms:modified xsi:type="dcterms:W3CDTF">2024-09-25T01:36:00Z</dcterms:modified>
</cp:coreProperties>
</file>