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FB" w:rsidRPr="00D56133" w:rsidRDefault="00BB11F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B11FB" w:rsidRPr="00D56133" w:rsidRDefault="00BB11FB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BB11FB" w:rsidRPr="00D56133" w:rsidRDefault="00BB11FB" w:rsidP="00D56133">
      <w:pPr>
        <w:spacing w:after="0" w:line="240" w:lineRule="auto"/>
        <w:ind w:firstLine="565"/>
        <w:jc w:val="both"/>
        <w:rPr>
          <w:w w:val="100"/>
        </w:rPr>
      </w:pPr>
    </w:p>
    <w:p w:rsidR="00BB11FB" w:rsidRDefault="00BB11F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BB11FB" w:rsidRDefault="00BB11F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BB11FB" w:rsidRDefault="00BB11FB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декабрь   2023 года.</w:t>
      </w:r>
    </w:p>
    <w:p w:rsidR="00BB11FB" w:rsidRDefault="00BB11FB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B11FB" w:rsidRDefault="00BB11F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2023 год.</w:t>
      </w:r>
    </w:p>
    <w:p w:rsidR="00BB11FB" w:rsidRDefault="00BB11FB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2023  год.</w:t>
      </w:r>
    </w:p>
    <w:p w:rsidR="00BB11FB" w:rsidRDefault="00BB11F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BB11FB" w:rsidRDefault="00BB11F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BB11FB" w:rsidRDefault="00BB11FB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19 декабря  по 25 декабря  2023 года.</w:t>
      </w:r>
    </w:p>
    <w:p w:rsidR="00BB11FB" w:rsidRPr="00D56133" w:rsidRDefault="00BB11FB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B11FB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1FB" w:rsidRDefault="00BB11FB" w:rsidP="004A6273">
      <w:pPr>
        <w:spacing w:after="0" w:line="240" w:lineRule="auto"/>
      </w:pPr>
      <w:r>
        <w:separator/>
      </w:r>
    </w:p>
  </w:endnote>
  <w:endnote w:type="continuationSeparator" w:id="0">
    <w:p w:rsidR="00BB11FB" w:rsidRDefault="00BB11FB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1FB" w:rsidRDefault="00BB11FB" w:rsidP="004A6273">
      <w:pPr>
        <w:spacing w:after="0" w:line="240" w:lineRule="auto"/>
      </w:pPr>
      <w:r>
        <w:separator/>
      </w:r>
    </w:p>
  </w:footnote>
  <w:footnote w:type="continuationSeparator" w:id="0">
    <w:p w:rsidR="00BB11FB" w:rsidRDefault="00BB11FB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1FB" w:rsidRDefault="00BB11FB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B11FB" w:rsidRDefault="00BB11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258E"/>
    <w:rsid w:val="000E3DA2"/>
    <w:rsid w:val="000F3253"/>
    <w:rsid w:val="000F435E"/>
    <w:rsid w:val="000F6B1C"/>
    <w:rsid w:val="0010393A"/>
    <w:rsid w:val="001113A5"/>
    <w:rsid w:val="00112E28"/>
    <w:rsid w:val="00115308"/>
    <w:rsid w:val="0012139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2AF9"/>
    <w:rsid w:val="002552A0"/>
    <w:rsid w:val="00261757"/>
    <w:rsid w:val="00261B1F"/>
    <w:rsid w:val="002644D2"/>
    <w:rsid w:val="002671A7"/>
    <w:rsid w:val="002757E7"/>
    <w:rsid w:val="00275CA2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03AEE"/>
    <w:rsid w:val="003116C6"/>
    <w:rsid w:val="003160F4"/>
    <w:rsid w:val="00316E00"/>
    <w:rsid w:val="00320779"/>
    <w:rsid w:val="00325B2C"/>
    <w:rsid w:val="003304D4"/>
    <w:rsid w:val="003354D7"/>
    <w:rsid w:val="00337C74"/>
    <w:rsid w:val="003403F6"/>
    <w:rsid w:val="00344921"/>
    <w:rsid w:val="0034550C"/>
    <w:rsid w:val="00346FB6"/>
    <w:rsid w:val="00351AD5"/>
    <w:rsid w:val="00352301"/>
    <w:rsid w:val="00354468"/>
    <w:rsid w:val="0037039D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030A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E784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EC9"/>
    <w:rsid w:val="00534FA0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216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13E8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3E"/>
    <w:rsid w:val="00677B7D"/>
    <w:rsid w:val="00681507"/>
    <w:rsid w:val="00683F52"/>
    <w:rsid w:val="00687C06"/>
    <w:rsid w:val="0069268D"/>
    <w:rsid w:val="00694DD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6C70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2456"/>
    <w:rsid w:val="00815F10"/>
    <w:rsid w:val="008204F3"/>
    <w:rsid w:val="00820FA6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87F4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3F2C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053A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A6604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0B3D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0507"/>
    <w:rsid w:val="00A74D17"/>
    <w:rsid w:val="00A758CE"/>
    <w:rsid w:val="00A85748"/>
    <w:rsid w:val="00A86111"/>
    <w:rsid w:val="00A90D3D"/>
    <w:rsid w:val="00A93968"/>
    <w:rsid w:val="00AA1F8C"/>
    <w:rsid w:val="00AB59A4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1FB"/>
    <w:rsid w:val="00BB1A36"/>
    <w:rsid w:val="00BB5868"/>
    <w:rsid w:val="00BC0C55"/>
    <w:rsid w:val="00BC13CF"/>
    <w:rsid w:val="00BC2FC3"/>
    <w:rsid w:val="00BC3FCB"/>
    <w:rsid w:val="00BC6306"/>
    <w:rsid w:val="00BC6EFA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53238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264F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4914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7E7"/>
    <w:rsid w:val="00EA1AAF"/>
    <w:rsid w:val="00EA57D5"/>
    <w:rsid w:val="00EA78AD"/>
    <w:rsid w:val="00EB1CD8"/>
    <w:rsid w:val="00EC3E5D"/>
    <w:rsid w:val="00EC5463"/>
    <w:rsid w:val="00EC6D17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6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56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2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2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26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26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2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368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6353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826353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82635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26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53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7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826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826359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59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826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6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26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67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26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826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826367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26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26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26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263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826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26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26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6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6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2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834</TotalTime>
  <Pages>1</Pages>
  <Words>358</Words>
  <Characters>2045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67</cp:revision>
  <cp:lastPrinted>2023-12-19T09:41:00Z</cp:lastPrinted>
  <dcterms:created xsi:type="dcterms:W3CDTF">2017-06-05T06:40:00Z</dcterms:created>
  <dcterms:modified xsi:type="dcterms:W3CDTF">2023-12-19T10:12:00Z</dcterms:modified>
</cp:coreProperties>
</file>