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2FA" w:rsidRPr="00D56133" w:rsidRDefault="004542FA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4542FA" w:rsidRPr="00D56133" w:rsidRDefault="004542FA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4542FA" w:rsidRPr="00D56133" w:rsidRDefault="004542FA" w:rsidP="00D56133">
      <w:pPr>
        <w:spacing w:after="0" w:line="240" w:lineRule="auto"/>
        <w:ind w:firstLine="565"/>
        <w:jc w:val="both"/>
        <w:rPr>
          <w:w w:val="100"/>
        </w:rPr>
      </w:pPr>
    </w:p>
    <w:p w:rsidR="004542FA" w:rsidRDefault="004542F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4542FA" w:rsidRDefault="004542F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</w:t>
      </w:r>
      <w:r>
        <w:rPr>
          <w:w w:val="100"/>
        </w:rPr>
        <w:t>ьного района Похвистневский от 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 муниципальной программы «Ликвидация карантинных объектов (амброзии и повилики) на территории муниципального района Похвистневский Самарской области на 2018-2025 годы».</w:t>
      </w:r>
    </w:p>
    <w:p w:rsidR="004542FA" w:rsidRDefault="004542FA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 3. Планируемый срок вступления в силу нормативного правового акта: июль 2023 года.</w:t>
      </w:r>
    </w:p>
    <w:p w:rsidR="004542FA" w:rsidRDefault="004542FA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4542FA" w:rsidRPr="00001F14" w:rsidRDefault="004542F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 приведение Постановления</w:t>
      </w:r>
      <w:r w:rsidRPr="00071636">
        <w:rPr>
          <w:w w:val="100"/>
        </w:rPr>
        <w:t xml:space="preserve"> Администрации муниципального района Похвистневский от </w:t>
      </w:r>
      <w:r>
        <w:rPr>
          <w:w w:val="100"/>
        </w:rPr>
        <w:t>28</w:t>
      </w:r>
      <w:r w:rsidRPr="00D56133">
        <w:rPr>
          <w:w w:val="100"/>
        </w:rPr>
        <w:t>.0</w:t>
      </w:r>
      <w:r>
        <w:rPr>
          <w:w w:val="100"/>
        </w:rPr>
        <w:t>6</w:t>
      </w:r>
      <w:r w:rsidRPr="00D56133">
        <w:rPr>
          <w:w w:val="100"/>
        </w:rPr>
        <w:t>.201</w:t>
      </w:r>
      <w:r>
        <w:rPr>
          <w:w w:val="100"/>
        </w:rPr>
        <w:t>8</w:t>
      </w:r>
      <w:r w:rsidRPr="00D56133">
        <w:rPr>
          <w:w w:val="100"/>
        </w:rPr>
        <w:t xml:space="preserve"> № </w:t>
      </w:r>
      <w:r>
        <w:rPr>
          <w:w w:val="100"/>
        </w:rPr>
        <w:t>484</w:t>
      </w:r>
      <w:r w:rsidRPr="00D56133">
        <w:rPr>
          <w:w w:val="100"/>
        </w:rPr>
        <w:t xml:space="preserve"> «Об утверждении </w:t>
      </w:r>
      <w:r>
        <w:rPr>
          <w:w w:val="100"/>
        </w:rPr>
        <w:t xml:space="preserve"> муниципальной программы «Ликвидация карантинных объектов (амброзии и повилики) на территории муниципального района Похвистневский Самарской области на 2018-2025 годы»  </w:t>
      </w:r>
      <w:r w:rsidRPr="00001F14">
        <w:rPr>
          <w:w w:val="100"/>
        </w:rPr>
        <w:t xml:space="preserve">в соответствие со сроками,  </w:t>
      </w:r>
      <w:r w:rsidRPr="00001F14">
        <w:t>уточнением показателей (индикаторов), характеризующих ежегодный ход и итоги реализации муниципальной программы</w:t>
      </w:r>
      <w:r w:rsidRPr="00001F14">
        <w:rPr>
          <w:w w:val="100"/>
        </w:rPr>
        <w:t xml:space="preserve">, с планируемыми  объемами и источниками финансирования программных мероприятий.  </w:t>
      </w:r>
    </w:p>
    <w:p w:rsidR="004542FA" w:rsidRDefault="004542FA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 необходимость составления проекта бюджета района на 2024 год и на плановый период 2025 и 2026 годов для  оказания  государственной поддержки на осуществление части полномочий по решению вопросов местного значения.  </w:t>
      </w:r>
    </w:p>
    <w:p w:rsidR="004542FA" w:rsidRDefault="004542F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>а, индивидуальные предприниматели, органы местного самоуправления сельских поселений.</w:t>
      </w:r>
    </w:p>
    <w:p w:rsidR="004542FA" w:rsidRDefault="004542F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4542FA" w:rsidRDefault="004542FA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14 июля  по 20 июля  2023 года.</w:t>
      </w:r>
    </w:p>
    <w:p w:rsidR="004542FA" w:rsidRPr="00D56133" w:rsidRDefault="004542FA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главный экономист Похвистневского управления развития АПК Иванова Н. М.,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</w:t>
      </w:r>
      <w:r>
        <w:rPr>
          <w:w w:val="100"/>
        </w:rPr>
        <w:t>849</w:t>
      </w:r>
      <w:r w:rsidRPr="00D56133">
        <w:rPr>
          <w:w w:val="100"/>
        </w:rPr>
        <w:t>.</w:t>
      </w:r>
    </w:p>
    <w:sectPr w:rsidR="004542FA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2FA" w:rsidRDefault="004542FA" w:rsidP="004A6273">
      <w:pPr>
        <w:spacing w:after="0" w:line="240" w:lineRule="auto"/>
      </w:pPr>
      <w:r>
        <w:separator/>
      </w:r>
    </w:p>
  </w:endnote>
  <w:endnote w:type="continuationSeparator" w:id="0">
    <w:p w:rsidR="004542FA" w:rsidRDefault="004542FA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2FA" w:rsidRDefault="004542FA" w:rsidP="004A6273">
      <w:pPr>
        <w:spacing w:after="0" w:line="240" w:lineRule="auto"/>
      </w:pPr>
      <w:r>
        <w:separator/>
      </w:r>
    </w:p>
  </w:footnote>
  <w:footnote w:type="continuationSeparator" w:id="0">
    <w:p w:rsidR="004542FA" w:rsidRDefault="004542FA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FA" w:rsidRDefault="004542FA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542FA" w:rsidRDefault="004542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1F14"/>
    <w:rsid w:val="00002B9A"/>
    <w:rsid w:val="00007C73"/>
    <w:rsid w:val="00020156"/>
    <w:rsid w:val="00024142"/>
    <w:rsid w:val="00024258"/>
    <w:rsid w:val="00026549"/>
    <w:rsid w:val="000543F2"/>
    <w:rsid w:val="00056F6D"/>
    <w:rsid w:val="00067FF0"/>
    <w:rsid w:val="00071636"/>
    <w:rsid w:val="00072A7A"/>
    <w:rsid w:val="00076C1B"/>
    <w:rsid w:val="00077DE9"/>
    <w:rsid w:val="000836D7"/>
    <w:rsid w:val="00086B8A"/>
    <w:rsid w:val="00090D4F"/>
    <w:rsid w:val="00094170"/>
    <w:rsid w:val="000A30AB"/>
    <w:rsid w:val="000A6CC5"/>
    <w:rsid w:val="000B0262"/>
    <w:rsid w:val="000C31C0"/>
    <w:rsid w:val="000C3547"/>
    <w:rsid w:val="000C79EB"/>
    <w:rsid w:val="000E169C"/>
    <w:rsid w:val="000F3253"/>
    <w:rsid w:val="000F435E"/>
    <w:rsid w:val="000F4ABF"/>
    <w:rsid w:val="000F6B1C"/>
    <w:rsid w:val="0010393A"/>
    <w:rsid w:val="001113A5"/>
    <w:rsid w:val="00112E28"/>
    <w:rsid w:val="00115308"/>
    <w:rsid w:val="00124671"/>
    <w:rsid w:val="00126EEE"/>
    <w:rsid w:val="00131A8C"/>
    <w:rsid w:val="00131DFD"/>
    <w:rsid w:val="001331A6"/>
    <w:rsid w:val="00151447"/>
    <w:rsid w:val="001538EE"/>
    <w:rsid w:val="00154D24"/>
    <w:rsid w:val="00154E28"/>
    <w:rsid w:val="0016013D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135A4"/>
    <w:rsid w:val="002136E3"/>
    <w:rsid w:val="00214204"/>
    <w:rsid w:val="0021487F"/>
    <w:rsid w:val="00222370"/>
    <w:rsid w:val="00223558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57E7"/>
    <w:rsid w:val="00280202"/>
    <w:rsid w:val="00282CD9"/>
    <w:rsid w:val="00287B2F"/>
    <w:rsid w:val="00292587"/>
    <w:rsid w:val="002954FB"/>
    <w:rsid w:val="002A0C04"/>
    <w:rsid w:val="002A3E92"/>
    <w:rsid w:val="002A6934"/>
    <w:rsid w:val="002B057F"/>
    <w:rsid w:val="002B1360"/>
    <w:rsid w:val="002B7816"/>
    <w:rsid w:val="002C160A"/>
    <w:rsid w:val="002C7643"/>
    <w:rsid w:val="002D1C59"/>
    <w:rsid w:val="002E0617"/>
    <w:rsid w:val="002E09A1"/>
    <w:rsid w:val="002E11B7"/>
    <w:rsid w:val="002E3833"/>
    <w:rsid w:val="002E759A"/>
    <w:rsid w:val="002F06EB"/>
    <w:rsid w:val="002F2908"/>
    <w:rsid w:val="002F30C5"/>
    <w:rsid w:val="002F6153"/>
    <w:rsid w:val="00302E76"/>
    <w:rsid w:val="003033C0"/>
    <w:rsid w:val="003116C6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54468"/>
    <w:rsid w:val="0037316A"/>
    <w:rsid w:val="00373B42"/>
    <w:rsid w:val="00374960"/>
    <w:rsid w:val="003755F4"/>
    <w:rsid w:val="00376E61"/>
    <w:rsid w:val="0038173F"/>
    <w:rsid w:val="00390F8F"/>
    <w:rsid w:val="00393485"/>
    <w:rsid w:val="003A6B16"/>
    <w:rsid w:val="003C0512"/>
    <w:rsid w:val="003C4317"/>
    <w:rsid w:val="003C67C3"/>
    <w:rsid w:val="003D0C19"/>
    <w:rsid w:val="003D75F3"/>
    <w:rsid w:val="003E3574"/>
    <w:rsid w:val="003F1715"/>
    <w:rsid w:val="003F3129"/>
    <w:rsid w:val="003F3EA4"/>
    <w:rsid w:val="003F4B94"/>
    <w:rsid w:val="004004FE"/>
    <w:rsid w:val="00405DA5"/>
    <w:rsid w:val="004069E6"/>
    <w:rsid w:val="00413002"/>
    <w:rsid w:val="00413318"/>
    <w:rsid w:val="00417D2D"/>
    <w:rsid w:val="00423A50"/>
    <w:rsid w:val="004243B6"/>
    <w:rsid w:val="004315A7"/>
    <w:rsid w:val="004374FC"/>
    <w:rsid w:val="00443CD2"/>
    <w:rsid w:val="00447349"/>
    <w:rsid w:val="004542FA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4F39EB"/>
    <w:rsid w:val="004F457E"/>
    <w:rsid w:val="00501FB1"/>
    <w:rsid w:val="00505660"/>
    <w:rsid w:val="005147A9"/>
    <w:rsid w:val="0051509D"/>
    <w:rsid w:val="0051554B"/>
    <w:rsid w:val="0052080E"/>
    <w:rsid w:val="0052417D"/>
    <w:rsid w:val="00524294"/>
    <w:rsid w:val="00525CE5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77E37"/>
    <w:rsid w:val="00584EEF"/>
    <w:rsid w:val="00593389"/>
    <w:rsid w:val="00593AAA"/>
    <w:rsid w:val="005959F1"/>
    <w:rsid w:val="005A3CED"/>
    <w:rsid w:val="005A4CE3"/>
    <w:rsid w:val="005B1CDE"/>
    <w:rsid w:val="005B1D45"/>
    <w:rsid w:val="005B5B26"/>
    <w:rsid w:val="005B6A13"/>
    <w:rsid w:val="005C39F5"/>
    <w:rsid w:val="005D352C"/>
    <w:rsid w:val="005D3F85"/>
    <w:rsid w:val="005E2F17"/>
    <w:rsid w:val="005E5226"/>
    <w:rsid w:val="005E64B7"/>
    <w:rsid w:val="005E73C7"/>
    <w:rsid w:val="005E7DD1"/>
    <w:rsid w:val="005F18EE"/>
    <w:rsid w:val="005F3AEE"/>
    <w:rsid w:val="005F5061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3776F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A08C9"/>
    <w:rsid w:val="006D02E8"/>
    <w:rsid w:val="006D0C47"/>
    <w:rsid w:val="006D1961"/>
    <w:rsid w:val="006D3940"/>
    <w:rsid w:val="006D3B26"/>
    <w:rsid w:val="006D3C54"/>
    <w:rsid w:val="006D61B1"/>
    <w:rsid w:val="006E03DD"/>
    <w:rsid w:val="006E2302"/>
    <w:rsid w:val="006E7C2E"/>
    <w:rsid w:val="006F371F"/>
    <w:rsid w:val="006F4FF1"/>
    <w:rsid w:val="007058F7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7D"/>
    <w:rsid w:val="0075713C"/>
    <w:rsid w:val="00762669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06DB"/>
    <w:rsid w:val="007A1F72"/>
    <w:rsid w:val="007A6E0B"/>
    <w:rsid w:val="007B258D"/>
    <w:rsid w:val="007B7E36"/>
    <w:rsid w:val="007C17D3"/>
    <w:rsid w:val="007C5A8F"/>
    <w:rsid w:val="007D2766"/>
    <w:rsid w:val="007E22F9"/>
    <w:rsid w:val="007E43AA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2F87"/>
    <w:rsid w:val="00866FE1"/>
    <w:rsid w:val="008705BE"/>
    <w:rsid w:val="00872788"/>
    <w:rsid w:val="00873447"/>
    <w:rsid w:val="00875205"/>
    <w:rsid w:val="0088122B"/>
    <w:rsid w:val="0089272E"/>
    <w:rsid w:val="008941FD"/>
    <w:rsid w:val="008942DB"/>
    <w:rsid w:val="00895188"/>
    <w:rsid w:val="00897EC7"/>
    <w:rsid w:val="008A1530"/>
    <w:rsid w:val="008B1508"/>
    <w:rsid w:val="008B3B58"/>
    <w:rsid w:val="008C6942"/>
    <w:rsid w:val="008D1770"/>
    <w:rsid w:val="008D2420"/>
    <w:rsid w:val="008D54C9"/>
    <w:rsid w:val="008D5FEA"/>
    <w:rsid w:val="008D754F"/>
    <w:rsid w:val="008D7A32"/>
    <w:rsid w:val="008E08BB"/>
    <w:rsid w:val="008E6227"/>
    <w:rsid w:val="008E73D7"/>
    <w:rsid w:val="008F7B12"/>
    <w:rsid w:val="009003DC"/>
    <w:rsid w:val="00901C92"/>
    <w:rsid w:val="009042D4"/>
    <w:rsid w:val="009063CC"/>
    <w:rsid w:val="009105DA"/>
    <w:rsid w:val="009134A2"/>
    <w:rsid w:val="00913C60"/>
    <w:rsid w:val="009147EC"/>
    <w:rsid w:val="00914FBB"/>
    <w:rsid w:val="00915D5A"/>
    <w:rsid w:val="0092131F"/>
    <w:rsid w:val="009219BA"/>
    <w:rsid w:val="00925B4E"/>
    <w:rsid w:val="00925E1C"/>
    <w:rsid w:val="00930A90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78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2E4F"/>
    <w:rsid w:val="00A14210"/>
    <w:rsid w:val="00A175B4"/>
    <w:rsid w:val="00A23AA3"/>
    <w:rsid w:val="00A24F06"/>
    <w:rsid w:val="00A27F07"/>
    <w:rsid w:val="00A34F80"/>
    <w:rsid w:val="00A43EC2"/>
    <w:rsid w:val="00A45E7F"/>
    <w:rsid w:val="00A51E03"/>
    <w:rsid w:val="00A5347E"/>
    <w:rsid w:val="00A541CA"/>
    <w:rsid w:val="00A613AE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353F"/>
    <w:rsid w:val="00AF4A27"/>
    <w:rsid w:val="00AF57FC"/>
    <w:rsid w:val="00B0174B"/>
    <w:rsid w:val="00B0710E"/>
    <w:rsid w:val="00B116BB"/>
    <w:rsid w:val="00B1678C"/>
    <w:rsid w:val="00B17710"/>
    <w:rsid w:val="00B21631"/>
    <w:rsid w:val="00B26788"/>
    <w:rsid w:val="00B4214A"/>
    <w:rsid w:val="00B50339"/>
    <w:rsid w:val="00B61479"/>
    <w:rsid w:val="00B6332E"/>
    <w:rsid w:val="00B66A08"/>
    <w:rsid w:val="00B67B5B"/>
    <w:rsid w:val="00B7388D"/>
    <w:rsid w:val="00B84007"/>
    <w:rsid w:val="00B8479E"/>
    <w:rsid w:val="00B86AA3"/>
    <w:rsid w:val="00B952D4"/>
    <w:rsid w:val="00B971FC"/>
    <w:rsid w:val="00BC0C55"/>
    <w:rsid w:val="00BC13CF"/>
    <w:rsid w:val="00BC2FC3"/>
    <w:rsid w:val="00BC3FCB"/>
    <w:rsid w:val="00BC6306"/>
    <w:rsid w:val="00BD3A87"/>
    <w:rsid w:val="00BE614D"/>
    <w:rsid w:val="00BF11F8"/>
    <w:rsid w:val="00BF6E7E"/>
    <w:rsid w:val="00BF7748"/>
    <w:rsid w:val="00C0748B"/>
    <w:rsid w:val="00C135C9"/>
    <w:rsid w:val="00C14247"/>
    <w:rsid w:val="00C155C2"/>
    <w:rsid w:val="00C20A25"/>
    <w:rsid w:val="00C20A4B"/>
    <w:rsid w:val="00C21528"/>
    <w:rsid w:val="00C245E2"/>
    <w:rsid w:val="00C40CDE"/>
    <w:rsid w:val="00C463C4"/>
    <w:rsid w:val="00C47C6C"/>
    <w:rsid w:val="00C61F2B"/>
    <w:rsid w:val="00C625CA"/>
    <w:rsid w:val="00C638FD"/>
    <w:rsid w:val="00C65AB1"/>
    <w:rsid w:val="00C82117"/>
    <w:rsid w:val="00C86001"/>
    <w:rsid w:val="00C86151"/>
    <w:rsid w:val="00C86804"/>
    <w:rsid w:val="00C952D6"/>
    <w:rsid w:val="00CA2464"/>
    <w:rsid w:val="00CA64C2"/>
    <w:rsid w:val="00CA7122"/>
    <w:rsid w:val="00CB5D04"/>
    <w:rsid w:val="00CC1F3C"/>
    <w:rsid w:val="00CC554B"/>
    <w:rsid w:val="00CD328E"/>
    <w:rsid w:val="00CD76FB"/>
    <w:rsid w:val="00CE7D95"/>
    <w:rsid w:val="00CF4A91"/>
    <w:rsid w:val="00CF5E80"/>
    <w:rsid w:val="00D074AC"/>
    <w:rsid w:val="00D10A2C"/>
    <w:rsid w:val="00D10F37"/>
    <w:rsid w:val="00D32033"/>
    <w:rsid w:val="00D34974"/>
    <w:rsid w:val="00D45659"/>
    <w:rsid w:val="00D50D54"/>
    <w:rsid w:val="00D56133"/>
    <w:rsid w:val="00D56EE1"/>
    <w:rsid w:val="00D60AF6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D6531"/>
    <w:rsid w:val="00DE6700"/>
    <w:rsid w:val="00DE7DC3"/>
    <w:rsid w:val="00DF0A03"/>
    <w:rsid w:val="00E000BA"/>
    <w:rsid w:val="00E02C16"/>
    <w:rsid w:val="00E10270"/>
    <w:rsid w:val="00E12C0D"/>
    <w:rsid w:val="00E24293"/>
    <w:rsid w:val="00E24B5A"/>
    <w:rsid w:val="00E24E51"/>
    <w:rsid w:val="00E41374"/>
    <w:rsid w:val="00E45E30"/>
    <w:rsid w:val="00E472AD"/>
    <w:rsid w:val="00E51700"/>
    <w:rsid w:val="00E54FF8"/>
    <w:rsid w:val="00E72063"/>
    <w:rsid w:val="00E7546B"/>
    <w:rsid w:val="00E77189"/>
    <w:rsid w:val="00E77EB8"/>
    <w:rsid w:val="00E82B7D"/>
    <w:rsid w:val="00E83E93"/>
    <w:rsid w:val="00E907C2"/>
    <w:rsid w:val="00E93D38"/>
    <w:rsid w:val="00E9400B"/>
    <w:rsid w:val="00E94956"/>
    <w:rsid w:val="00EA57D5"/>
    <w:rsid w:val="00EA78AD"/>
    <w:rsid w:val="00EB1CD8"/>
    <w:rsid w:val="00EC29E5"/>
    <w:rsid w:val="00EC3E5D"/>
    <w:rsid w:val="00EC5463"/>
    <w:rsid w:val="00EC77D1"/>
    <w:rsid w:val="00ED2F76"/>
    <w:rsid w:val="00EE0541"/>
    <w:rsid w:val="00EE492B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6788"/>
    <w:rsid w:val="00F876A9"/>
    <w:rsid w:val="00F96804"/>
    <w:rsid w:val="00FA138E"/>
    <w:rsid w:val="00FA4515"/>
    <w:rsid w:val="00FB00AA"/>
    <w:rsid w:val="00FB6EBD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68DD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5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087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5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50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083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55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550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550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5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0991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5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5084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5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5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50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55084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5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0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55086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5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55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1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50848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5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0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0882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55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50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0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0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55090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5090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0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50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50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550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550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55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50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5093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0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0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50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55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50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5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550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550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5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0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0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50982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0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50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550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50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50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550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551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5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0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0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50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50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550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550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550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50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55098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5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0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5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5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551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550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50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5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5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5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5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355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5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703</TotalTime>
  <Pages>1</Pages>
  <Words>364</Words>
  <Characters>2076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Нина</cp:lastModifiedBy>
  <cp:revision>48</cp:revision>
  <cp:lastPrinted>2023-07-11T12:04:00Z</cp:lastPrinted>
  <dcterms:created xsi:type="dcterms:W3CDTF">2017-06-05T06:40:00Z</dcterms:created>
  <dcterms:modified xsi:type="dcterms:W3CDTF">2023-07-11T12:05:00Z</dcterms:modified>
</cp:coreProperties>
</file>