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0B3" w:rsidRPr="00D56133" w:rsidRDefault="00B320B3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B320B3" w:rsidRDefault="00B320B3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</w:t>
      </w:r>
      <w:r>
        <w:rPr>
          <w:b/>
          <w:bCs/>
          <w:w w:val="100"/>
        </w:rPr>
        <w:t>роведении общественного обсуждения</w:t>
      </w:r>
    </w:p>
    <w:p w:rsidR="00B320B3" w:rsidRPr="00D56133" w:rsidRDefault="00B320B3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>
        <w:rPr>
          <w:b/>
          <w:bCs/>
          <w:w w:val="100"/>
        </w:rPr>
        <w:t xml:space="preserve"> проекта муниципальной программы</w:t>
      </w:r>
    </w:p>
    <w:p w:rsidR="00B320B3" w:rsidRPr="00D56133" w:rsidRDefault="00B320B3" w:rsidP="00D56133">
      <w:pPr>
        <w:spacing w:after="0" w:line="240" w:lineRule="auto"/>
        <w:ind w:firstLine="565"/>
        <w:jc w:val="both"/>
        <w:rPr>
          <w:w w:val="100"/>
        </w:rPr>
      </w:pPr>
    </w:p>
    <w:p w:rsidR="00B320B3" w:rsidRDefault="00B320B3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и наименование нормативного правового акта: Постановление Администрации муниципального района Похвистневский Самарской области «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</w:t>
      </w:r>
      <w:r>
        <w:rPr>
          <w:w w:val="100"/>
        </w:rPr>
        <w:t>6</w:t>
      </w:r>
      <w:r w:rsidRPr="00D56133">
        <w:rPr>
          <w:w w:val="100"/>
        </w:rPr>
        <w:t>.201</w:t>
      </w:r>
      <w:r>
        <w:rPr>
          <w:w w:val="100"/>
        </w:rPr>
        <w:t>8</w:t>
      </w:r>
      <w:r w:rsidRPr="00D56133">
        <w:rPr>
          <w:w w:val="100"/>
        </w:rPr>
        <w:t xml:space="preserve"> № </w:t>
      </w:r>
      <w:r>
        <w:rPr>
          <w:w w:val="100"/>
        </w:rPr>
        <w:t>484</w:t>
      </w:r>
      <w:r w:rsidRPr="00D56133">
        <w:rPr>
          <w:w w:val="100"/>
        </w:rPr>
        <w:t xml:space="preserve"> «Об утверждении </w:t>
      </w:r>
      <w:r>
        <w:rPr>
          <w:w w:val="100"/>
        </w:rPr>
        <w:t xml:space="preserve"> муниципальной программы «Ликвидация карантинных объектов (амброзии и повилики) на территории муниципального района Похвистневский Самарской области на 2018-2025 годы».</w:t>
      </w:r>
    </w:p>
    <w:p w:rsidR="00B320B3" w:rsidRDefault="00B320B3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2.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B320B3" w:rsidRDefault="00B320B3" w:rsidP="00E23459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  3. Срок, в течение которого разработчиком проекта принимаются предложения: с 14 июля  по 28 июля  2023 года.</w:t>
      </w:r>
    </w:p>
    <w:p w:rsidR="00B320B3" w:rsidRPr="00D56133" w:rsidRDefault="00B320B3" w:rsidP="00E23459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  4. Контактные данные для направления предложений (ответственное лицо, юридический адрес, адрес электронной почты и контактный телефон ответственного лица):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B320B3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0B3" w:rsidRDefault="00B320B3" w:rsidP="004A6273">
      <w:pPr>
        <w:spacing w:after="0" w:line="240" w:lineRule="auto"/>
      </w:pPr>
      <w:r>
        <w:separator/>
      </w:r>
    </w:p>
  </w:endnote>
  <w:endnote w:type="continuationSeparator" w:id="0">
    <w:p w:rsidR="00B320B3" w:rsidRDefault="00B320B3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0B3" w:rsidRDefault="00B320B3" w:rsidP="004A6273">
      <w:pPr>
        <w:spacing w:after="0" w:line="240" w:lineRule="auto"/>
      </w:pPr>
      <w:r>
        <w:separator/>
      </w:r>
    </w:p>
  </w:footnote>
  <w:footnote w:type="continuationSeparator" w:id="0">
    <w:p w:rsidR="00B320B3" w:rsidRDefault="00B320B3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0B3" w:rsidRDefault="00B320B3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320B3" w:rsidRDefault="00B320B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4258"/>
    <w:rsid w:val="00026549"/>
    <w:rsid w:val="000543F2"/>
    <w:rsid w:val="00056F6D"/>
    <w:rsid w:val="00067FF0"/>
    <w:rsid w:val="00071636"/>
    <w:rsid w:val="00072A7A"/>
    <w:rsid w:val="00076C1B"/>
    <w:rsid w:val="00077DE9"/>
    <w:rsid w:val="00086B8A"/>
    <w:rsid w:val="00090D4F"/>
    <w:rsid w:val="00094170"/>
    <w:rsid w:val="000A30AB"/>
    <w:rsid w:val="000A6CC5"/>
    <w:rsid w:val="000B0262"/>
    <w:rsid w:val="000C31C0"/>
    <w:rsid w:val="000C3547"/>
    <w:rsid w:val="000C79EB"/>
    <w:rsid w:val="000E169C"/>
    <w:rsid w:val="000F3253"/>
    <w:rsid w:val="000F435E"/>
    <w:rsid w:val="000F4ABF"/>
    <w:rsid w:val="000F6B1C"/>
    <w:rsid w:val="0010393A"/>
    <w:rsid w:val="001113A5"/>
    <w:rsid w:val="00112E28"/>
    <w:rsid w:val="00115308"/>
    <w:rsid w:val="00124671"/>
    <w:rsid w:val="00131A8C"/>
    <w:rsid w:val="00131DFD"/>
    <w:rsid w:val="001331A6"/>
    <w:rsid w:val="00151447"/>
    <w:rsid w:val="001538EE"/>
    <w:rsid w:val="00154D24"/>
    <w:rsid w:val="00154E28"/>
    <w:rsid w:val="0016013D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1F1F"/>
    <w:rsid w:val="001E556D"/>
    <w:rsid w:val="00200FE6"/>
    <w:rsid w:val="0020175D"/>
    <w:rsid w:val="002135A4"/>
    <w:rsid w:val="002136E3"/>
    <w:rsid w:val="00214204"/>
    <w:rsid w:val="0021487F"/>
    <w:rsid w:val="00222370"/>
    <w:rsid w:val="00223558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57E7"/>
    <w:rsid w:val="00280202"/>
    <w:rsid w:val="00282CD9"/>
    <w:rsid w:val="00287B2F"/>
    <w:rsid w:val="00292587"/>
    <w:rsid w:val="002954FB"/>
    <w:rsid w:val="002A0C04"/>
    <w:rsid w:val="002A3E92"/>
    <w:rsid w:val="002A6934"/>
    <w:rsid w:val="002B057F"/>
    <w:rsid w:val="002B1360"/>
    <w:rsid w:val="002B7816"/>
    <w:rsid w:val="002C160A"/>
    <w:rsid w:val="002C7643"/>
    <w:rsid w:val="002D1C59"/>
    <w:rsid w:val="002E0617"/>
    <w:rsid w:val="002E09A1"/>
    <w:rsid w:val="002E11B7"/>
    <w:rsid w:val="002E3833"/>
    <w:rsid w:val="002F06EB"/>
    <w:rsid w:val="002F28EF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54468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C0512"/>
    <w:rsid w:val="003C4317"/>
    <w:rsid w:val="003C67C3"/>
    <w:rsid w:val="003D0C19"/>
    <w:rsid w:val="003D75F3"/>
    <w:rsid w:val="003E3574"/>
    <w:rsid w:val="003F1715"/>
    <w:rsid w:val="003F3129"/>
    <w:rsid w:val="003F3EA4"/>
    <w:rsid w:val="003F4B94"/>
    <w:rsid w:val="004004FE"/>
    <w:rsid w:val="00405DA5"/>
    <w:rsid w:val="004069E6"/>
    <w:rsid w:val="00413002"/>
    <w:rsid w:val="00413318"/>
    <w:rsid w:val="00417D2D"/>
    <w:rsid w:val="00423A50"/>
    <w:rsid w:val="004243B6"/>
    <w:rsid w:val="004315A7"/>
    <w:rsid w:val="004365EB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25CE5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77E37"/>
    <w:rsid w:val="00584EEF"/>
    <w:rsid w:val="00593389"/>
    <w:rsid w:val="00593AAA"/>
    <w:rsid w:val="005959F1"/>
    <w:rsid w:val="005A3CED"/>
    <w:rsid w:val="005A4CE3"/>
    <w:rsid w:val="005B1CDE"/>
    <w:rsid w:val="005B1D45"/>
    <w:rsid w:val="005B5B26"/>
    <w:rsid w:val="005B6A13"/>
    <w:rsid w:val="005C39F5"/>
    <w:rsid w:val="005D352C"/>
    <w:rsid w:val="005D3F85"/>
    <w:rsid w:val="005E2F17"/>
    <w:rsid w:val="005E5226"/>
    <w:rsid w:val="005E64B7"/>
    <w:rsid w:val="005E73C7"/>
    <w:rsid w:val="005E7DD1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3776F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B26"/>
    <w:rsid w:val="006D3C54"/>
    <w:rsid w:val="006D61B1"/>
    <w:rsid w:val="006E03DD"/>
    <w:rsid w:val="006E2302"/>
    <w:rsid w:val="006E7C2E"/>
    <w:rsid w:val="006F371F"/>
    <w:rsid w:val="006F4FF1"/>
    <w:rsid w:val="007058F7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58"/>
    <w:rsid w:val="0074509F"/>
    <w:rsid w:val="00753C7D"/>
    <w:rsid w:val="0075713C"/>
    <w:rsid w:val="00762669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2766"/>
    <w:rsid w:val="007E22F9"/>
    <w:rsid w:val="007E43AA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B1508"/>
    <w:rsid w:val="008B3B58"/>
    <w:rsid w:val="008C4588"/>
    <w:rsid w:val="008C6942"/>
    <w:rsid w:val="008D1770"/>
    <w:rsid w:val="008D2420"/>
    <w:rsid w:val="008D54C9"/>
    <w:rsid w:val="008D5FEA"/>
    <w:rsid w:val="008D754F"/>
    <w:rsid w:val="008D7A32"/>
    <w:rsid w:val="008E08BB"/>
    <w:rsid w:val="008E6227"/>
    <w:rsid w:val="008E73D7"/>
    <w:rsid w:val="008F7B12"/>
    <w:rsid w:val="009003DC"/>
    <w:rsid w:val="00901C92"/>
    <w:rsid w:val="009042D4"/>
    <w:rsid w:val="009063CC"/>
    <w:rsid w:val="009105DA"/>
    <w:rsid w:val="009134A2"/>
    <w:rsid w:val="00913C60"/>
    <w:rsid w:val="009147EC"/>
    <w:rsid w:val="00914FBB"/>
    <w:rsid w:val="00915D5A"/>
    <w:rsid w:val="0092131F"/>
    <w:rsid w:val="009219BA"/>
    <w:rsid w:val="00925B4E"/>
    <w:rsid w:val="00925E1C"/>
    <w:rsid w:val="00930A90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2E4F"/>
    <w:rsid w:val="00A14210"/>
    <w:rsid w:val="00A175B4"/>
    <w:rsid w:val="00A23AA3"/>
    <w:rsid w:val="00A24F06"/>
    <w:rsid w:val="00A27F07"/>
    <w:rsid w:val="00A34F80"/>
    <w:rsid w:val="00A43EC2"/>
    <w:rsid w:val="00A45E7F"/>
    <w:rsid w:val="00A51E03"/>
    <w:rsid w:val="00A5347E"/>
    <w:rsid w:val="00A541CA"/>
    <w:rsid w:val="00A613AE"/>
    <w:rsid w:val="00A650D8"/>
    <w:rsid w:val="00A758CE"/>
    <w:rsid w:val="00A86111"/>
    <w:rsid w:val="00AA1F8C"/>
    <w:rsid w:val="00AD0A3F"/>
    <w:rsid w:val="00AD0F21"/>
    <w:rsid w:val="00AD6A5B"/>
    <w:rsid w:val="00AE1317"/>
    <w:rsid w:val="00AF0515"/>
    <w:rsid w:val="00AF353F"/>
    <w:rsid w:val="00AF4A27"/>
    <w:rsid w:val="00AF57FC"/>
    <w:rsid w:val="00B0174B"/>
    <w:rsid w:val="00B0710E"/>
    <w:rsid w:val="00B116BB"/>
    <w:rsid w:val="00B1678C"/>
    <w:rsid w:val="00B17710"/>
    <w:rsid w:val="00B21631"/>
    <w:rsid w:val="00B26788"/>
    <w:rsid w:val="00B320B3"/>
    <w:rsid w:val="00B4214A"/>
    <w:rsid w:val="00B50339"/>
    <w:rsid w:val="00B50CA4"/>
    <w:rsid w:val="00B61479"/>
    <w:rsid w:val="00B6332E"/>
    <w:rsid w:val="00B66A08"/>
    <w:rsid w:val="00B67B5B"/>
    <w:rsid w:val="00B7388D"/>
    <w:rsid w:val="00B84007"/>
    <w:rsid w:val="00B8479E"/>
    <w:rsid w:val="00B86AA3"/>
    <w:rsid w:val="00B952D4"/>
    <w:rsid w:val="00B971FC"/>
    <w:rsid w:val="00BA084B"/>
    <w:rsid w:val="00BC0C55"/>
    <w:rsid w:val="00BC13CF"/>
    <w:rsid w:val="00BC2FC3"/>
    <w:rsid w:val="00BC3FCB"/>
    <w:rsid w:val="00BC6306"/>
    <w:rsid w:val="00BD3A87"/>
    <w:rsid w:val="00BE614D"/>
    <w:rsid w:val="00BF11F8"/>
    <w:rsid w:val="00BF6E7E"/>
    <w:rsid w:val="00BF7748"/>
    <w:rsid w:val="00C0748B"/>
    <w:rsid w:val="00C135C9"/>
    <w:rsid w:val="00C14247"/>
    <w:rsid w:val="00C155C2"/>
    <w:rsid w:val="00C20A25"/>
    <w:rsid w:val="00C20A4B"/>
    <w:rsid w:val="00C21528"/>
    <w:rsid w:val="00C245E2"/>
    <w:rsid w:val="00C26014"/>
    <w:rsid w:val="00C40CDE"/>
    <w:rsid w:val="00C425E2"/>
    <w:rsid w:val="00C463C4"/>
    <w:rsid w:val="00C47C6C"/>
    <w:rsid w:val="00C61F2B"/>
    <w:rsid w:val="00C638FD"/>
    <w:rsid w:val="00C65AB1"/>
    <w:rsid w:val="00C82117"/>
    <w:rsid w:val="00C86001"/>
    <w:rsid w:val="00C86151"/>
    <w:rsid w:val="00C86804"/>
    <w:rsid w:val="00C952D6"/>
    <w:rsid w:val="00CA2464"/>
    <w:rsid w:val="00CA64C2"/>
    <w:rsid w:val="00CA7122"/>
    <w:rsid w:val="00CB5D04"/>
    <w:rsid w:val="00CC1F3C"/>
    <w:rsid w:val="00CC554B"/>
    <w:rsid w:val="00CD328E"/>
    <w:rsid w:val="00CD76FB"/>
    <w:rsid w:val="00CE7D95"/>
    <w:rsid w:val="00CF0F7E"/>
    <w:rsid w:val="00CF4A91"/>
    <w:rsid w:val="00CF5E80"/>
    <w:rsid w:val="00D074AC"/>
    <w:rsid w:val="00D10A2C"/>
    <w:rsid w:val="00D10F37"/>
    <w:rsid w:val="00D32033"/>
    <w:rsid w:val="00D34974"/>
    <w:rsid w:val="00D45659"/>
    <w:rsid w:val="00D50D54"/>
    <w:rsid w:val="00D56133"/>
    <w:rsid w:val="00D56EE1"/>
    <w:rsid w:val="00D60AF6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D6531"/>
    <w:rsid w:val="00DE6700"/>
    <w:rsid w:val="00DE7DC3"/>
    <w:rsid w:val="00DF0A03"/>
    <w:rsid w:val="00E000BA"/>
    <w:rsid w:val="00E02C16"/>
    <w:rsid w:val="00E10270"/>
    <w:rsid w:val="00E12C0D"/>
    <w:rsid w:val="00E23459"/>
    <w:rsid w:val="00E24293"/>
    <w:rsid w:val="00E24B5A"/>
    <w:rsid w:val="00E24E51"/>
    <w:rsid w:val="00E41374"/>
    <w:rsid w:val="00E45E30"/>
    <w:rsid w:val="00E472AD"/>
    <w:rsid w:val="00E51700"/>
    <w:rsid w:val="00E54FF8"/>
    <w:rsid w:val="00E72063"/>
    <w:rsid w:val="00E7546B"/>
    <w:rsid w:val="00E77189"/>
    <w:rsid w:val="00E77EB8"/>
    <w:rsid w:val="00E82B7D"/>
    <w:rsid w:val="00E83E93"/>
    <w:rsid w:val="00E907C2"/>
    <w:rsid w:val="00E93D38"/>
    <w:rsid w:val="00E9400B"/>
    <w:rsid w:val="00E94956"/>
    <w:rsid w:val="00EA57D5"/>
    <w:rsid w:val="00EA78AD"/>
    <w:rsid w:val="00EB1CD8"/>
    <w:rsid w:val="00EC29E5"/>
    <w:rsid w:val="00EC3E5D"/>
    <w:rsid w:val="00EC5463"/>
    <w:rsid w:val="00EC77D1"/>
    <w:rsid w:val="00ED2F76"/>
    <w:rsid w:val="00EE0541"/>
    <w:rsid w:val="00EE492B"/>
    <w:rsid w:val="00EF2D17"/>
    <w:rsid w:val="00EF5A1F"/>
    <w:rsid w:val="00F01BD6"/>
    <w:rsid w:val="00F05FB6"/>
    <w:rsid w:val="00F163E4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6788"/>
    <w:rsid w:val="00F876A9"/>
    <w:rsid w:val="00F96804"/>
    <w:rsid w:val="00FA138E"/>
    <w:rsid w:val="00FA4515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68DD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63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6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63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33636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63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63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63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63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6336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633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633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5633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5633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563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63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3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633757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63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63360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633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633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633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633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633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563361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63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633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3563363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633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633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633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633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633614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633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633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633648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5633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63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63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633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563367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63366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633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633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633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633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5633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5633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5633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633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63369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633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633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633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563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633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633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5633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5633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63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633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633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63374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633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633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633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5633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633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633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563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5633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63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633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633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633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633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5633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5633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5633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633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563374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633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633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633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633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633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5633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5633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633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633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63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6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2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63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6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63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3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63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63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63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563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63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792</TotalTime>
  <Pages>1</Pages>
  <Words>186</Words>
  <Characters>1064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49</cp:revision>
  <cp:lastPrinted>2022-09-16T05:43:00Z</cp:lastPrinted>
  <dcterms:created xsi:type="dcterms:W3CDTF">2017-06-05T06:40:00Z</dcterms:created>
  <dcterms:modified xsi:type="dcterms:W3CDTF">2023-07-14T05:33:00Z</dcterms:modified>
</cp:coreProperties>
</file>