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FA" w:rsidRPr="00D56133" w:rsidRDefault="00BC6E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C6EFA" w:rsidRPr="00D56133" w:rsidRDefault="00BC6E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BC6EFA" w:rsidRPr="00D56133" w:rsidRDefault="00BC6EFA" w:rsidP="00D56133">
      <w:pPr>
        <w:spacing w:after="0" w:line="240" w:lineRule="auto"/>
        <w:ind w:firstLine="565"/>
        <w:jc w:val="both"/>
        <w:rPr>
          <w:w w:val="100"/>
        </w:rPr>
      </w:pPr>
    </w:p>
    <w:p w:rsidR="00BC6EFA" w:rsidRDefault="00BC6E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BC6EFA" w:rsidRDefault="00BC6E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BC6EFA" w:rsidRDefault="00BC6E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май   2023 года.</w:t>
      </w:r>
    </w:p>
    <w:p w:rsidR="00BC6EFA" w:rsidRDefault="00BC6EFA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C6EFA" w:rsidRDefault="00BC6E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2023 год.</w:t>
      </w:r>
    </w:p>
    <w:p w:rsidR="00BC6EFA" w:rsidRDefault="00BC6EFA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2023 год.</w:t>
      </w:r>
    </w:p>
    <w:p w:rsidR="00BC6EFA" w:rsidRDefault="00BC6E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BC6EFA" w:rsidRDefault="00BC6E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BC6EFA" w:rsidRDefault="00BC6E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16 мая  по 22 мая  2023 года.</w:t>
      </w:r>
    </w:p>
    <w:p w:rsidR="00BC6EFA" w:rsidRPr="00D56133" w:rsidRDefault="00BC6EFA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C6EFA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FA" w:rsidRDefault="00BC6EFA" w:rsidP="004A6273">
      <w:pPr>
        <w:spacing w:after="0" w:line="240" w:lineRule="auto"/>
      </w:pPr>
      <w:r>
        <w:separator/>
      </w:r>
    </w:p>
  </w:endnote>
  <w:endnote w:type="continuationSeparator" w:id="0">
    <w:p w:rsidR="00BC6EFA" w:rsidRDefault="00BC6EF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FA" w:rsidRDefault="00BC6EFA" w:rsidP="004A6273">
      <w:pPr>
        <w:spacing w:after="0" w:line="240" w:lineRule="auto"/>
      </w:pPr>
      <w:r>
        <w:separator/>
      </w:r>
    </w:p>
  </w:footnote>
  <w:footnote w:type="continuationSeparator" w:id="0">
    <w:p w:rsidR="00BC6EFA" w:rsidRDefault="00BC6EF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FA" w:rsidRDefault="00BC6EF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C6EFA" w:rsidRDefault="00BC6E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5F1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4D17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C6EFA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578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75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7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97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97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591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576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697576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697578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0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697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697582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82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97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8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69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9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697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97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697589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7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7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97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97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9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97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759</TotalTime>
  <Pages>1</Pages>
  <Words>356</Words>
  <Characters>2034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59</cp:revision>
  <cp:lastPrinted>2022-09-06T04:17:00Z</cp:lastPrinted>
  <dcterms:created xsi:type="dcterms:W3CDTF">2017-06-05T06:40:00Z</dcterms:created>
  <dcterms:modified xsi:type="dcterms:W3CDTF">2023-05-15T11:14:00Z</dcterms:modified>
</cp:coreProperties>
</file>