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C2" w:rsidRPr="00D56133" w:rsidRDefault="00CA64C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CA64C2" w:rsidRPr="00D56133" w:rsidRDefault="00CA64C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CA64C2" w:rsidRPr="00D56133" w:rsidRDefault="00CA64C2" w:rsidP="00D56133">
      <w:pPr>
        <w:spacing w:after="0" w:line="240" w:lineRule="auto"/>
        <w:ind w:firstLine="565"/>
        <w:jc w:val="both"/>
        <w:rPr>
          <w:w w:val="100"/>
        </w:rPr>
      </w:pPr>
    </w:p>
    <w:p w:rsidR="00CA64C2" w:rsidRDefault="00CA64C2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CA64C2" w:rsidRDefault="00CA64C2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CA64C2" w:rsidRDefault="00CA64C2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май 2022 года.</w:t>
      </w:r>
    </w:p>
    <w:p w:rsidR="00CA64C2" w:rsidRDefault="00CA64C2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CA64C2" w:rsidRDefault="00CA64C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  в соответствие с   планируемыми  объемами и источниками финансирования программных мероприятий.  </w:t>
      </w:r>
    </w:p>
    <w:p w:rsidR="00CA64C2" w:rsidRDefault="00CA64C2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2022 году государственной поддержки на осуществление части полномочий по решению вопросов местного значения в соответствии с заключенными соглашениями на 2022 год в связи с отсутствием утвержденных объемов и источников финансирования на 2022 год.</w:t>
      </w:r>
    </w:p>
    <w:p w:rsidR="00CA64C2" w:rsidRDefault="00CA64C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CA64C2" w:rsidRDefault="00CA64C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CA64C2" w:rsidRDefault="00CA64C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09 сентября  по 15 сентября  2022 года.</w:t>
      </w:r>
    </w:p>
    <w:p w:rsidR="00CA64C2" w:rsidRPr="00D56133" w:rsidRDefault="00CA64C2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CA64C2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4C2" w:rsidRDefault="00CA64C2" w:rsidP="004A6273">
      <w:pPr>
        <w:spacing w:after="0" w:line="240" w:lineRule="auto"/>
      </w:pPr>
      <w:r>
        <w:separator/>
      </w:r>
    </w:p>
  </w:endnote>
  <w:endnote w:type="continuationSeparator" w:id="0">
    <w:p w:rsidR="00CA64C2" w:rsidRDefault="00CA64C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4C2" w:rsidRDefault="00CA64C2" w:rsidP="004A6273">
      <w:pPr>
        <w:spacing w:after="0" w:line="240" w:lineRule="auto"/>
      </w:pPr>
      <w:r>
        <w:separator/>
      </w:r>
    </w:p>
  </w:footnote>
  <w:footnote w:type="continuationSeparator" w:id="0">
    <w:p w:rsidR="00CA64C2" w:rsidRDefault="00CA64C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C2" w:rsidRDefault="00CA64C2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A64C2" w:rsidRDefault="00CA64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4258"/>
    <w:rsid w:val="00026549"/>
    <w:rsid w:val="000543F2"/>
    <w:rsid w:val="00056F6D"/>
    <w:rsid w:val="00067FF0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58F7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26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4C9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7EC"/>
    <w:rsid w:val="00914FBB"/>
    <w:rsid w:val="00915D5A"/>
    <w:rsid w:val="0092131F"/>
    <w:rsid w:val="009219BA"/>
    <w:rsid w:val="00925B4E"/>
    <w:rsid w:val="00925E1C"/>
    <w:rsid w:val="00930A90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27F07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353F"/>
    <w:rsid w:val="00AF4A27"/>
    <w:rsid w:val="00AF57FC"/>
    <w:rsid w:val="00B0174B"/>
    <w:rsid w:val="00B0710E"/>
    <w:rsid w:val="00B116BB"/>
    <w:rsid w:val="00B1678C"/>
    <w:rsid w:val="00B21631"/>
    <w:rsid w:val="00B26788"/>
    <w:rsid w:val="00B4214A"/>
    <w:rsid w:val="00B50339"/>
    <w:rsid w:val="00B61479"/>
    <w:rsid w:val="00B66A08"/>
    <w:rsid w:val="00B67B5B"/>
    <w:rsid w:val="00B7388D"/>
    <w:rsid w:val="00B84007"/>
    <w:rsid w:val="00B8479E"/>
    <w:rsid w:val="00B86AA3"/>
    <w:rsid w:val="00B952D4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25"/>
    <w:rsid w:val="00C20A4B"/>
    <w:rsid w:val="00C21528"/>
    <w:rsid w:val="00C245E2"/>
    <w:rsid w:val="00C40CDE"/>
    <w:rsid w:val="00C463C4"/>
    <w:rsid w:val="00C47C6C"/>
    <w:rsid w:val="00C61F2B"/>
    <w:rsid w:val="00C638FD"/>
    <w:rsid w:val="00C65AB1"/>
    <w:rsid w:val="00C82117"/>
    <w:rsid w:val="00C86001"/>
    <w:rsid w:val="00C86151"/>
    <w:rsid w:val="00C86804"/>
    <w:rsid w:val="00C952D6"/>
    <w:rsid w:val="00CA2464"/>
    <w:rsid w:val="00CA64C2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A2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2063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A4515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8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8216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12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08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08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8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10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8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8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8228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8213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082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108213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1082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08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13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08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172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108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108219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19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08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10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08222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108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082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08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08227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1082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082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08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082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108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108227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8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8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82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082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082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108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08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8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08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8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8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108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685</TotalTime>
  <Pages>1</Pages>
  <Words>355</Words>
  <Characters>2024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44</cp:revision>
  <cp:lastPrinted>2022-09-05T10:58:00Z</cp:lastPrinted>
  <dcterms:created xsi:type="dcterms:W3CDTF">2017-06-05T06:40:00Z</dcterms:created>
  <dcterms:modified xsi:type="dcterms:W3CDTF">2022-09-08T05:28:00Z</dcterms:modified>
</cp:coreProperties>
</file>