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41" w:rsidRPr="00D56133" w:rsidRDefault="00592341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592341" w:rsidRPr="00D56133" w:rsidRDefault="00592341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92341" w:rsidRPr="00D56133" w:rsidRDefault="00592341" w:rsidP="00D56133">
      <w:pPr>
        <w:spacing w:after="0" w:line="240" w:lineRule="auto"/>
        <w:ind w:firstLine="565"/>
        <w:jc w:val="both"/>
        <w:rPr>
          <w:w w:val="100"/>
        </w:rPr>
      </w:pPr>
    </w:p>
    <w:p w:rsidR="00592341" w:rsidRDefault="00592341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592341" w:rsidRDefault="00592341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годы».</w:t>
      </w:r>
    </w:p>
    <w:p w:rsidR="00592341" w:rsidRDefault="00592341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сентябрь   2022 года.</w:t>
      </w:r>
    </w:p>
    <w:p w:rsidR="00592341" w:rsidRDefault="00592341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592341" w:rsidRDefault="00592341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2013-2030 годы,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(далее - муниципальная программа),  в соответствие с   планируемыми  объемами и источниками финансирования программных мероприятий на 2022 год.</w:t>
      </w:r>
    </w:p>
    <w:p w:rsidR="00592341" w:rsidRDefault="00592341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2022 год.</w:t>
      </w:r>
    </w:p>
    <w:p w:rsidR="00592341" w:rsidRDefault="00592341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</w:t>
      </w:r>
      <w:r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области в сфере сельского хозяйства</w:t>
      </w:r>
      <w:r>
        <w:rPr>
          <w:w w:val="100"/>
        </w:rPr>
        <w:t>.</w:t>
      </w:r>
    </w:p>
    <w:p w:rsidR="00592341" w:rsidRDefault="00592341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592341" w:rsidRDefault="00592341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09 сентября  по 15 сентября  2022 года.</w:t>
      </w:r>
    </w:p>
    <w:p w:rsidR="00592341" w:rsidRPr="00D56133" w:rsidRDefault="00592341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592341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341" w:rsidRDefault="00592341" w:rsidP="004A6273">
      <w:pPr>
        <w:spacing w:after="0" w:line="240" w:lineRule="auto"/>
      </w:pPr>
      <w:r>
        <w:separator/>
      </w:r>
    </w:p>
  </w:endnote>
  <w:endnote w:type="continuationSeparator" w:id="0">
    <w:p w:rsidR="00592341" w:rsidRDefault="00592341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341" w:rsidRDefault="00592341" w:rsidP="004A6273">
      <w:pPr>
        <w:spacing w:after="0" w:line="240" w:lineRule="auto"/>
      </w:pPr>
      <w:r>
        <w:separator/>
      </w:r>
    </w:p>
  </w:footnote>
  <w:footnote w:type="continuationSeparator" w:id="0">
    <w:p w:rsidR="00592341" w:rsidRDefault="00592341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41" w:rsidRDefault="00592341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92341" w:rsidRDefault="005923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15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E169C"/>
    <w:rsid w:val="000E3DA2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D77EC"/>
    <w:rsid w:val="001E556D"/>
    <w:rsid w:val="001F4F10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1CD6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1AD5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82"/>
    <w:rsid w:val="004374FC"/>
    <w:rsid w:val="00440CB3"/>
    <w:rsid w:val="00443CD2"/>
    <w:rsid w:val="00447349"/>
    <w:rsid w:val="004532DA"/>
    <w:rsid w:val="00465265"/>
    <w:rsid w:val="004668A4"/>
    <w:rsid w:val="00470968"/>
    <w:rsid w:val="004734CB"/>
    <w:rsid w:val="004948CB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2341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D60D9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16DCF"/>
    <w:rsid w:val="00620985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7D"/>
    <w:rsid w:val="00681507"/>
    <w:rsid w:val="00683F52"/>
    <w:rsid w:val="00687C06"/>
    <w:rsid w:val="0069268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14BE"/>
    <w:rsid w:val="006F371F"/>
    <w:rsid w:val="006F4FF1"/>
    <w:rsid w:val="0071186C"/>
    <w:rsid w:val="00716A4A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6F3C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15F1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3AA3"/>
    <w:rsid w:val="00A24F06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58CE"/>
    <w:rsid w:val="00A85748"/>
    <w:rsid w:val="00A86111"/>
    <w:rsid w:val="00A90D3D"/>
    <w:rsid w:val="00A93968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5613"/>
    <w:rsid w:val="00B66A08"/>
    <w:rsid w:val="00B67B5B"/>
    <w:rsid w:val="00B7388D"/>
    <w:rsid w:val="00B84007"/>
    <w:rsid w:val="00B8479E"/>
    <w:rsid w:val="00B86AA3"/>
    <w:rsid w:val="00B971FC"/>
    <w:rsid w:val="00BB1A36"/>
    <w:rsid w:val="00BC0C55"/>
    <w:rsid w:val="00BC13CF"/>
    <w:rsid w:val="00BC2FC3"/>
    <w:rsid w:val="00BC3FCB"/>
    <w:rsid w:val="00BC6306"/>
    <w:rsid w:val="00BD3A87"/>
    <w:rsid w:val="00BE614D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0706"/>
    <w:rsid w:val="00CB4AA4"/>
    <w:rsid w:val="00CB5D04"/>
    <w:rsid w:val="00CC1F3C"/>
    <w:rsid w:val="00CC554B"/>
    <w:rsid w:val="00CD328E"/>
    <w:rsid w:val="00CD76FB"/>
    <w:rsid w:val="00CE66C6"/>
    <w:rsid w:val="00CE7D95"/>
    <w:rsid w:val="00CF5E80"/>
    <w:rsid w:val="00D04312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A518C"/>
    <w:rsid w:val="00DB548F"/>
    <w:rsid w:val="00DB612B"/>
    <w:rsid w:val="00DB6A79"/>
    <w:rsid w:val="00DC4162"/>
    <w:rsid w:val="00DE046A"/>
    <w:rsid w:val="00DF0A03"/>
    <w:rsid w:val="00DF0C03"/>
    <w:rsid w:val="00E000BA"/>
    <w:rsid w:val="00E01E25"/>
    <w:rsid w:val="00E02C16"/>
    <w:rsid w:val="00E10270"/>
    <w:rsid w:val="00E12C0D"/>
    <w:rsid w:val="00E24293"/>
    <w:rsid w:val="00E24A78"/>
    <w:rsid w:val="00E24B5A"/>
    <w:rsid w:val="00E24E51"/>
    <w:rsid w:val="00E43CFC"/>
    <w:rsid w:val="00E45E30"/>
    <w:rsid w:val="00E472AD"/>
    <w:rsid w:val="00E51700"/>
    <w:rsid w:val="00E54FF8"/>
    <w:rsid w:val="00E735FB"/>
    <w:rsid w:val="00E7546B"/>
    <w:rsid w:val="00E769CB"/>
    <w:rsid w:val="00E77189"/>
    <w:rsid w:val="00E77EB8"/>
    <w:rsid w:val="00E82B7D"/>
    <w:rsid w:val="00E83E93"/>
    <w:rsid w:val="00E93D38"/>
    <w:rsid w:val="00E9400B"/>
    <w:rsid w:val="00E94956"/>
    <w:rsid w:val="00EA1AAF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5B6"/>
    <w:rsid w:val="00EF5A1F"/>
    <w:rsid w:val="00F00BD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1B5"/>
    <w:rsid w:val="00FD5912"/>
    <w:rsid w:val="00FD71DC"/>
    <w:rsid w:val="00FE0AA4"/>
    <w:rsid w:val="00FE2D31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4685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4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4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82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146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146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146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31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4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46974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4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682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4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146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314683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4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314684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4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14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831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4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865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314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4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314688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4688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14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146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146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3146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4691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314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146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146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146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4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4696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314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14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146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146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4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146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146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14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314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314696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4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6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146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146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146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314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4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4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14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4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4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31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755</TotalTime>
  <Pages>1</Pages>
  <Words>358</Words>
  <Characters>2047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57</cp:revision>
  <cp:lastPrinted>2022-09-06T04:17:00Z</cp:lastPrinted>
  <dcterms:created xsi:type="dcterms:W3CDTF">2017-06-05T06:40:00Z</dcterms:created>
  <dcterms:modified xsi:type="dcterms:W3CDTF">2022-09-08T05:24:00Z</dcterms:modified>
</cp:coreProperties>
</file>