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14" w:rsidRPr="00D56133" w:rsidRDefault="004B581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4B5814" w:rsidRPr="00D56133" w:rsidRDefault="004B581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4B5814" w:rsidRPr="00D56133" w:rsidRDefault="004B5814" w:rsidP="00D56133">
      <w:pPr>
        <w:spacing w:after="0" w:line="240" w:lineRule="auto"/>
        <w:ind w:firstLine="565"/>
        <w:jc w:val="both"/>
        <w:rPr>
          <w:w w:val="100"/>
        </w:rPr>
      </w:pPr>
    </w:p>
    <w:p w:rsidR="004B5814" w:rsidRDefault="004B5814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4B5814" w:rsidRDefault="004B5814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.03.201</w:t>
      </w:r>
      <w:r>
        <w:rPr>
          <w:w w:val="100"/>
        </w:rPr>
        <w:t>3</w:t>
      </w:r>
      <w:r w:rsidRPr="00D56133">
        <w:rPr>
          <w:w w:val="100"/>
        </w:rPr>
        <w:t xml:space="preserve"> № 195 «Об утверждении </w:t>
      </w:r>
      <w:r>
        <w:rPr>
          <w:w w:val="100"/>
        </w:rPr>
        <w:t xml:space="preserve"> муниципальной программы «Муниципальная программа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годы».</w:t>
      </w:r>
    </w:p>
    <w:p w:rsidR="004B5814" w:rsidRDefault="004B5814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 декабрь   2021 года.</w:t>
      </w:r>
    </w:p>
    <w:p w:rsidR="004B5814" w:rsidRDefault="004B5814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4B5814" w:rsidRDefault="004B5814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муниципальной программы «Муниципальная программа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2013-2025 годы», утвержденной   Постановлением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071636">
        <w:rPr>
          <w:w w:val="100"/>
        </w:rPr>
        <w:t>.</w:t>
      </w:r>
      <w:r>
        <w:rPr>
          <w:w w:val="100"/>
        </w:rPr>
        <w:t xml:space="preserve">03.2013 № 195 (далее - муниципальная программа),  в соответствие с   планируемыми  объемами и источниками финансирования программных мероприятий на 2021 год  </w:t>
      </w:r>
    </w:p>
    <w:p w:rsidR="004B5814" w:rsidRDefault="004B5814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 xml:space="preserve">6. </w:t>
      </w:r>
      <w:r>
        <w:rPr>
          <w:w w:val="100"/>
        </w:rPr>
        <w:t xml:space="preserve">Отсутствие утвержденных объемов и источников финансирования для выполнения мероприятий </w:t>
      </w:r>
      <w:r>
        <w:rPr>
          <w:w w:val="100"/>
          <w:lang w:val="en-US"/>
        </w:rPr>
        <w:t>II</w:t>
      </w:r>
      <w:r w:rsidRPr="0069268D">
        <w:rPr>
          <w:w w:val="100"/>
        </w:rPr>
        <w:t xml:space="preserve"> </w:t>
      </w:r>
      <w:r>
        <w:rPr>
          <w:w w:val="100"/>
        </w:rPr>
        <w:t>этапа муниципальной программы на 2021 год.</w:t>
      </w:r>
    </w:p>
    <w:p w:rsidR="004B5814" w:rsidRDefault="004B5814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крестьянские (фермерские) хозяйства, индивидуальные предприниматели, 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>.</w:t>
      </w:r>
    </w:p>
    <w:p w:rsidR="004B5814" w:rsidRDefault="004B5814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4B5814" w:rsidRDefault="004B5814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20  декабря  по 24 декабря  2021 года.</w:t>
      </w:r>
    </w:p>
    <w:p w:rsidR="004B5814" w:rsidRPr="00D56133" w:rsidRDefault="004B5814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4B5814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814" w:rsidRDefault="004B5814" w:rsidP="004A6273">
      <w:pPr>
        <w:spacing w:after="0" w:line="240" w:lineRule="auto"/>
      </w:pPr>
      <w:r>
        <w:separator/>
      </w:r>
    </w:p>
  </w:endnote>
  <w:endnote w:type="continuationSeparator" w:id="0">
    <w:p w:rsidR="004B5814" w:rsidRDefault="004B5814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814" w:rsidRDefault="004B5814" w:rsidP="004A6273">
      <w:pPr>
        <w:spacing w:after="0" w:line="240" w:lineRule="auto"/>
      </w:pPr>
      <w:r>
        <w:separator/>
      </w:r>
    </w:p>
  </w:footnote>
  <w:footnote w:type="continuationSeparator" w:id="0">
    <w:p w:rsidR="004B5814" w:rsidRDefault="004B5814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814" w:rsidRDefault="004B5814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B5814" w:rsidRDefault="004B58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17117"/>
    <w:rsid w:val="00020156"/>
    <w:rsid w:val="00024142"/>
    <w:rsid w:val="00026549"/>
    <w:rsid w:val="000543F2"/>
    <w:rsid w:val="00056F6D"/>
    <w:rsid w:val="000577F9"/>
    <w:rsid w:val="00071636"/>
    <w:rsid w:val="00072A7A"/>
    <w:rsid w:val="00076C1B"/>
    <w:rsid w:val="00077DE9"/>
    <w:rsid w:val="00081FD2"/>
    <w:rsid w:val="00090D4F"/>
    <w:rsid w:val="00094170"/>
    <w:rsid w:val="000A30AB"/>
    <w:rsid w:val="000A57E2"/>
    <w:rsid w:val="000A6CC5"/>
    <w:rsid w:val="000B0262"/>
    <w:rsid w:val="000C31C0"/>
    <w:rsid w:val="000C3547"/>
    <w:rsid w:val="000C6407"/>
    <w:rsid w:val="000C79EB"/>
    <w:rsid w:val="000E169C"/>
    <w:rsid w:val="000E3DA2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3DFA"/>
    <w:rsid w:val="00154D24"/>
    <w:rsid w:val="00165BF3"/>
    <w:rsid w:val="001701ED"/>
    <w:rsid w:val="00172638"/>
    <w:rsid w:val="0017274B"/>
    <w:rsid w:val="00191987"/>
    <w:rsid w:val="001949F3"/>
    <w:rsid w:val="00195ADF"/>
    <w:rsid w:val="001A316D"/>
    <w:rsid w:val="001A4445"/>
    <w:rsid w:val="001A7F8C"/>
    <w:rsid w:val="001B07FE"/>
    <w:rsid w:val="001C1CC5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3B2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0FE8"/>
    <w:rsid w:val="00292587"/>
    <w:rsid w:val="002954FB"/>
    <w:rsid w:val="002A0C04"/>
    <w:rsid w:val="002A3E92"/>
    <w:rsid w:val="002A6934"/>
    <w:rsid w:val="002B057F"/>
    <w:rsid w:val="002B1360"/>
    <w:rsid w:val="002B6F0F"/>
    <w:rsid w:val="002B7816"/>
    <w:rsid w:val="002C160A"/>
    <w:rsid w:val="002C7643"/>
    <w:rsid w:val="002D1C59"/>
    <w:rsid w:val="002E0617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1AD5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B3D3E"/>
    <w:rsid w:val="003B6606"/>
    <w:rsid w:val="003C0512"/>
    <w:rsid w:val="003C4317"/>
    <w:rsid w:val="003C67C3"/>
    <w:rsid w:val="003D0C19"/>
    <w:rsid w:val="003D75F3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0CB3"/>
    <w:rsid w:val="00443CD2"/>
    <w:rsid w:val="00447349"/>
    <w:rsid w:val="004532DA"/>
    <w:rsid w:val="004668A4"/>
    <w:rsid w:val="00470968"/>
    <w:rsid w:val="004734CB"/>
    <w:rsid w:val="004948CB"/>
    <w:rsid w:val="004A3225"/>
    <w:rsid w:val="004A4F3D"/>
    <w:rsid w:val="004A5126"/>
    <w:rsid w:val="004A60B8"/>
    <w:rsid w:val="004A6273"/>
    <w:rsid w:val="004A711F"/>
    <w:rsid w:val="004B5814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F93"/>
    <w:rsid w:val="0054598C"/>
    <w:rsid w:val="005519A1"/>
    <w:rsid w:val="005538D0"/>
    <w:rsid w:val="005634E3"/>
    <w:rsid w:val="0056734D"/>
    <w:rsid w:val="00567411"/>
    <w:rsid w:val="005772FC"/>
    <w:rsid w:val="00584EEF"/>
    <w:rsid w:val="005907B3"/>
    <w:rsid w:val="00593389"/>
    <w:rsid w:val="00593AAA"/>
    <w:rsid w:val="005A3CED"/>
    <w:rsid w:val="005A4CE3"/>
    <w:rsid w:val="005B1CDE"/>
    <w:rsid w:val="005B1D45"/>
    <w:rsid w:val="005B6A13"/>
    <w:rsid w:val="005C39F5"/>
    <w:rsid w:val="005D13B9"/>
    <w:rsid w:val="005D352C"/>
    <w:rsid w:val="005D3F85"/>
    <w:rsid w:val="005E2F17"/>
    <w:rsid w:val="005E5226"/>
    <w:rsid w:val="005E64B7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3729E"/>
    <w:rsid w:val="00647F48"/>
    <w:rsid w:val="006561B5"/>
    <w:rsid w:val="00657972"/>
    <w:rsid w:val="00661006"/>
    <w:rsid w:val="0066231D"/>
    <w:rsid w:val="00663E40"/>
    <w:rsid w:val="0066497F"/>
    <w:rsid w:val="0066728A"/>
    <w:rsid w:val="00670405"/>
    <w:rsid w:val="00677B7D"/>
    <w:rsid w:val="00681507"/>
    <w:rsid w:val="00683F52"/>
    <w:rsid w:val="00687C06"/>
    <w:rsid w:val="0069268D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426D"/>
    <w:rsid w:val="006E7C2E"/>
    <w:rsid w:val="006F10DF"/>
    <w:rsid w:val="006F371F"/>
    <w:rsid w:val="006F4FF1"/>
    <w:rsid w:val="0071186C"/>
    <w:rsid w:val="00716A4A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3F2F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11A5"/>
    <w:rsid w:val="007D26EA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3AF3"/>
    <w:rsid w:val="008C6942"/>
    <w:rsid w:val="008D1770"/>
    <w:rsid w:val="008D2420"/>
    <w:rsid w:val="008D3D41"/>
    <w:rsid w:val="008D5FEA"/>
    <w:rsid w:val="008D754F"/>
    <w:rsid w:val="008D7A32"/>
    <w:rsid w:val="008E08BB"/>
    <w:rsid w:val="008E6227"/>
    <w:rsid w:val="008E73D7"/>
    <w:rsid w:val="008F7B12"/>
    <w:rsid w:val="009003DC"/>
    <w:rsid w:val="00901C17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6B54"/>
    <w:rsid w:val="00940585"/>
    <w:rsid w:val="00943A2D"/>
    <w:rsid w:val="00946EF9"/>
    <w:rsid w:val="00947018"/>
    <w:rsid w:val="00952C0D"/>
    <w:rsid w:val="00952D65"/>
    <w:rsid w:val="00954E8B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B1A2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15D9"/>
    <w:rsid w:val="00A01DC4"/>
    <w:rsid w:val="00A041A7"/>
    <w:rsid w:val="00A079E2"/>
    <w:rsid w:val="00A11EC4"/>
    <w:rsid w:val="00A121A6"/>
    <w:rsid w:val="00A13197"/>
    <w:rsid w:val="00A14210"/>
    <w:rsid w:val="00A175B4"/>
    <w:rsid w:val="00A23AA3"/>
    <w:rsid w:val="00A24F06"/>
    <w:rsid w:val="00A34F80"/>
    <w:rsid w:val="00A43EC2"/>
    <w:rsid w:val="00A44D54"/>
    <w:rsid w:val="00A45E7F"/>
    <w:rsid w:val="00A51E03"/>
    <w:rsid w:val="00A5347E"/>
    <w:rsid w:val="00A541CA"/>
    <w:rsid w:val="00A613AE"/>
    <w:rsid w:val="00A650D8"/>
    <w:rsid w:val="00A758CE"/>
    <w:rsid w:val="00A85748"/>
    <w:rsid w:val="00A86111"/>
    <w:rsid w:val="00A90D3D"/>
    <w:rsid w:val="00A93968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734"/>
    <w:rsid w:val="00B34A2F"/>
    <w:rsid w:val="00B450D1"/>
    <w:rsid w:val="00B50339"/>
    <w:rsid w:val="00B66A08"/>
    <w:rsid w:val="00B67B5B"/>
    <w:rsid w:val="00B7388D"/>
    <w:rsid w:val="00B84007"/>
    <w:rsid w:val="00B8479E"/>
    <w:rsid w:val="00B86AA3"/>
    <w:rsid w:val="00B971FC"/>
    <w:rsid w:val="00BB1A36"/>
    <w:rsid w:val="00BC0C55"/>
    <w:rsid w:val="00BC13CF"/>
    <w:rsid w:val="00BC2FC3"/>
    <w:rsid w:val="00BC3FCB"/>
    <w:rsid w:val="00BC6306"/>
    <w:rsid w:val="00BD3A87"/>
    <w:rsid w:val="00BE614D"/>
    <w:rsid w:val="00BF11F8"/>
    <w:rsid w:val="00BF2B35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19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66C6"/>
    <w:rsid w:val="00CE7D95"/>
    <w:rsid w:val="00CF5E80"/>
    <w:rsid w:val="00D04312"/>
    <w:rsid w:val="00D074AC"/>
    <w:rsid w:val="00D07ACD"/>
    <w:rsid w:val="00D10F37"/>
    <w:rsid w:val="00D32033"/>
    <w:rsid w:val="00D34974"/>
    <w:rsid w:val="00D36816"/>
    <w:rsid w:val="00D43E31"/>
    <w:rsid w:val="00D45659"/>
    <w:rsid w:val="00D50D54"/>
    <w:rsid w:val="00D56133"/>
    <w:rsid w:val="00D56EE1"/>
    <w:rsid w:val="00D60AF6"/>
    <w:rsid w:val="00D657B0"/>
    <w:rsid w:val="00D66ECB"/>
    <w:rsid w:val="00D70BB0"/>
    <w:rsid w:val="00D72572"/>
    <w:rsid w:val="00D751FA"/>
    <w:rsid w:val="00D800E2"/>
    <w:rsid w:val="00D829EF"/>
    <w:rsid w:val="00D8378A"/>
    <w:rsid w:val="00D906BC"/>
    <w:rsid w:val="00D91141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5E30"/>
    <w:rsid w:val="00E472AD"/>
    <w:rsid w:val="00E51700"/>
    <w:rsid w:val="00E54FF8"/>
    <w:rsid w:val="00E735FB"/>
    <w:rsid w:val="00E7546B"/>
    <w:rsid w:val="00E77189"/>
    <w:rsid w:val="00E77EB8"/>
    <w:rsid w:val="00E82B7D"/>
    <w:rsid w:val="00E83E93"/>
    <w:rsid w:val="00E93D38"/>
    <w:rsid w:val="00E9400B"/>
    <w:rsid w:val="00E94956"/>
    <w:rsid w:val="00EA1AAF"/>
    <w:rsid w:val="00EA57D5"/>
    <w:rsid w:val="00EA78AD"/>
    <w:rsid w:val="00EB1CD8"/>
    <w:rsid w:val="00EC3E5D"/>
    <w:rsid w:val="00EC5463"/>
    <w:rsid w:val="00EC77D1"/>
    <w:rsid w:val="00ED2F76"/>
    <w:rsid w:val="00EE0541"/>
    <w:rsid w:val="00EE492B"/>
    <w:rsid w:val="00EF2D17"/>
    <w:rsid w:val="00EF55B6"/>
    <w:rsid w:val="00EF5A1F"/>
    <w:rsid w:val="00F01BD6"/>
    <w:rsid w:val="00F05FB6"/>
    <w:rsid w:val="00F169B5"/>
    <w:rsid w:val="00F216D2"/>
    <w:rsid w:val="00F30302"/>
    <w:rsid w:val="00F31A5C"/>
    <w:rsid w:val="00F323A7"/>
    <w:rsid w:val="00F3700A"/>
    <w:rsid w:val="00F418B1"/>
    <w:rsid w:val="00F4797E"/>
    <w:rsid w:val="00F50DBD"/>
    <w:rsid w:val="00F57BAE"/>
    <w:rsid w:val="00F6728F"/>
    <w:rsid w:val="00F7113C"/>
    <w:rsid w:val="00F720F9"/>
    <w:rsid w:val="00F72D9D"/>
    <w:rsid w:val="00F74EBB"/>
    <w:rsid w:val="00F76757"/>
    <w:rsid w:val="00F81A26"/>
    <w:rsid w:val="00F824FB"/>
    <w:rsid w:val="00F825F0"/>
    <w:rsid w:val="00F841BC"/>
    <w:rsid w:val="00F862CF"/>
    <w:rsid w:val="00F86788"/>
    <w:rsid w:val="00F876A9"/>
    <w:rsid w:val="00FA138E"/>
    <w:rsid w:val="00FB00AA"/>
    <w:rsid w:val="00FB6EBD"/>
    <w:rsid w:val="00FC6003"/>
    <w:rsid w:val="00FC77AC"/>
    <w:rsid w:val="00FD0CB9"/>
    <w:rsid w:val="00FD5065"/>
    <w:rsid w:val="00FD5912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3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3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30912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3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3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8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83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0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3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83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98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3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1033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3088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3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1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8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983088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3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1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983090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3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83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30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0924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983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3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983094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3094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0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830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30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31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983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3097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1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9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0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830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30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30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3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1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3102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0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983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0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830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3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31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3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0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83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30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31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983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983102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830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3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31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830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9831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983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3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8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3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3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3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3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3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983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3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725</TotalTime>
  <Pages>1</Pages>
  <Words>360</Words>
  <Characters>2057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51</cp:revision>
  <cp:lastPrinted>2021-09-23T10:21:00Z</cp:lastPrinted>
  <dcterms:created xsi:type="dcterms:W3CDTF">2017-06-05T06:40:00Z</dcterms:created>
  <dcterms:modified xsi:type="dcterms:W3CDTF">2021-12-17T07:14:00Z</dcterms:modified>
</cp:coreProperties>
</file>