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B8" w:rsidRPr="00D56133" w:rsidRDefault="004A60B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4A60B8" w:rsidRPr="00D56133" w:rsidRDefault="004A60B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4A60B8" w:rsidRPr="00D56133" w:rsidRDefault="004A60B8" w:rsidP="00D56133">
      <w:pPr>
        <w:spacing w:after="0" w:line="240" w:lineRule="auto"/>
        <w:ind w:firstLine="565"/>
        <w:jc w:val="both"/>
        <w:rPr>
          <w:w w:val="100"/>
        </w:rPr>
      </w:pPr>
    </w:p>
    <w:p w:rsidR="004A60B8" w:rsidRDefault="004A60B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4A60B8" w:rsidRDefault="004A60B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«Муниципальная программа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4A60B8" w:rsidRDefault="004A60B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май  2021 года.</w:t>
      </w:r>
    </w:p>
    <w:p w:rsidR="004A60B8" w:rsidRDefault="004A60B8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4A60B8" w:rsidRDefault="004A60B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«Муниципальная программа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 xml:space="preserve">03.2013 № 195 (далее - муниципальная программа),  в соответствие с   планируемыми  объемами и источниками финансирования программных мероприятий на 2021 год  </w:t>
      </w:r>
    </w:p>
    <w:p w:rsidR="004A60B8" w:rsidRDefault="004A60B8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2021 год.</w:t>
      </w:r>
    </w:p>
    <w:p w:rsidR="004A60B8" w:rsidRDefault="004A60B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4A60B8" w:rsidRDefault="004A60B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4A60B8" w:rsidRDefault="004A60B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23  сентября  по 27 сентября  2021 года.</w:t>
      </w:r>
    </w:p>
    <w:p w:rsidR="004A60B8" w:rsidRPr="00D56133" w:rsidRDefault="004A60B8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4A60B8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0B8" w:rsidRDefault="004A60B8" w:rsidP="004A6273">
      <w:pPr>
        <w:spacing w:after="0" w:line="240" w:lineRule="auto"/>
      </w:pPr>
      <w:r>
        <w:separator/>
      </w:r>
    </w:p>
  </w:endnote>
  <w:endnote w:type="continuationSeparator" w:id="0">
    <w:p w:rsidR="004A60B8" w:rsidRDefault="004A60B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0B8" w:rsidRDefault="004A60B8" w:rsidP="004A6273">
      <w:pPr>
        <w:spacing w:after="0" w:line="240" w:lineRule="auto"/>
      </w:pPr>
      <w:r>
        <w:separator/>
      </w:r>
    </w:p>
  </w:footnote>
  <w:footnote w:type="continuationSeparator" w:id="0">
    <w:p w:rsidR="004A60B8" w:rsidRDefault="004A60B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0B8" w:rsidRDefault="004A60B8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A60B8" w:rsidRDefault="004A60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6CC5"/>
    <w:rsid w:val="000B0262"/>
    <w:rsid w:val="000C31C0"/>
    <w:rsid w:val="000C3547"/>
    <w:rsid w:val="000C6407"/>
    <w:rsid w:val="000C79EB"/>
    <w:rsid w:val="000E169C"/>
    <w:rsid w:val="000E3DA2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1AD5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0CB3"/>
    <w:rsid w:val="00443CD2"/>
    <w:rsid w:val="00447349"/>
    <w:rsid w:val="004532DA"/>
    <w:rsid w:val="004668A4"/>
    <w:rsid w:val="00470968"/>
    <w:rsid w:val="004734CB"/>
    <w:rsid w:val="004948CB"/>
    <w:rsid w:val="004A3225"/>
    <w:rsid w:val="004A4F3D"/>
    <w:rsid w:val="004A5126"/>
    <w:rsid w:val="004A60B8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268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371F"/>
    <w:rsid w:val="006F4FF1"/>
    <w:rsid w:val="0071186C"/>
    <w:rsid w:val="00716A4A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50339"/>
    <w:rsid w:val="00B66A08"/>
    <w:rsid w:val="00B67B5B"/>
    <w:rsid w:val="00B7388D"/>
    <w:rsid w:val="00B84007"/>
    <w:rsid w:val="00B8479E"/>
    <w:rsid w:val="00B86AA3"/>
    <w:rsid w:val="00B971FC"/>
    <w:rsid w:val="00BB1A36"/>
    <w:rsid w:val="00BC0C55"/>
    <w:rsid w:val="00BC13CF"/>
    <w:rsid w:val="00BC2FC3"/>
    <w:rsid w:val="00BC3FCB"/>
    <w:rsid w:val="00BC6306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66C6"/>
    <w:rsid w:val="00CE7D95"/>
    <w:rsid w:val="00CF5E80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2572"/>
    <w:rsid w:val="00D751FA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35FB"/>
    <w:rsid w:val="00E7546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5B6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912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7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8816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8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8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13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78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78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78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7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828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8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8813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788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978814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978816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78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14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78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17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978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978819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19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788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788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7882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978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78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78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78827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978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788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78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78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78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978827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88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8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788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8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788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78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7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8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8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8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8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978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8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722</TotalTime>
  <Pages>1</Pages>
  <Words>360</Words>
  <Characters>2054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48</cp:revision>
  <cp:lastPrinted>2021-09-22T12:33:00Z</cp:lastPrinted>
  <dcterms:created xsi:type="dcterms:W3CDTF">2017-06-05T06:40:00Z</dcterms:created>
  <dcterms:modified xsi:type="dcterms:W3CDTF">2021-09-22T12:34:00Z</dcterms:modified>
</cp:coreProperties>
</file>