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DC3" w:rsidRPr="00D56133" w:rsidRDefault="00DE7DC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DE7DC3" w:rsidRPr="00D56133" w:rsidRDefault="00DE7DC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DE7DC3" w:rsidRPr="00D56133" w:rsidRDefault="00DE7DC3" w:rsidP="00D56133">
      <w:pPr>
        <w:spacing w:after="0" w:line="240" w:lineRule="auto"/>
        <w:ind w:firstLine="565"/>
        <w:jc w:val="both"/>
        <w:rPr>
          <w:w w:val="100"/>
        </w:rPr>
      </w:pPr>
    </w:p>
    <w:p w:rsidR="00DE7DC3" w:rsidRDefault="00DE7DC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DE7DC3" w:rsidRDefault="00DE7DC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ликвидации карантинных объектов (амброзии и повилики) на территории муниципального района Похвистневский Самарской области на 2018-2025 годы».</w:t>
      </w:r>
    </w:p>
    <w:p w:rsidR="00DE7DC3" w:rsidRDefault="00DE7DC3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апрель 2021 года.</w:t>
      </w:r>
    </w:p>
    <w:p w:rsidR="00DE7DC3" w:rsidRDefault="00DE7DC3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DE7DC3" w:rsidRDefault="00DE7DC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ликвидации карантинных объектов (амброзии и повилики) на территории муниципального района Похвистневский Самарской области на 2018-2025 годы»  в соответствие с   планируемыми  объемами и источниками финансирования программных мероприятий.  </w:t>
      </w:r>
    </w:p>
    <w:p w:rsidR="00DE7DC3" w:rsidRDefault="00DE7DC3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r w:rsidRPr="002671A7">
        <w:rPr>
          <w:w w:val="100"/>
        </w:rPr>
        <w:t>нев</w:t>
      </w:r>
      <w:r>
        <w:rPr>
          <w:w w:val="100"/>
        </w:rPr>
        <w:t>озможность оказания в 2021 году государственной поддержки на осуществление части полномочий по решению вопросов местного значения в соответствии с заключенными соглашениями на 2021 год в связи с отсутствием утвержденных объемов и источников финансирования на 2021 год.</w:t>
      </w:r>
    </w:p>
    <w:p w:rsidR="00DE7DC3" w:rsidRDefault="00DE7DC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органы местного самоуправления сельских поселений.</w:t>
      </w:r>
    </w:p>
    <w:p w:rsidR="00DE7DC3" w:rsidRDefault="00DE7DC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DE7DC3" w:rsidRDefault="00DE7DC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27 апреля  по 29 апреля  2021 года.</w:t>
      </w:r>
    </w:p>
    <w:p w:rsidR="00DE7DC3" w:rsidRPr="00D56133" w:rsidRDefault="00DE7DC3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DE7DC3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DC3" w:rsidRDefault="00DE7DC3" w:rsidP="004A6273">
      <w:pPr>
        <w:spacing w:after="0" w:line="240" w:lineRule="auto"/>
      </w:pPr>
      <w:r>
        <w:separator/>
      </w:r>
    </w:p>
  </w:endnote>
  <w:endnote w:type="continuationSeparator" w:id="0">
    <w:p w:rsidR="00DE7DC3" w:rsidRDefault="00DE7DC3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DC3" w:rsidRDefault="00DE7DC3" w:rsidP="004A6273">
      <w:pPr>
        <w:spacing w:after="0" w:line="240" w:lineRule="auto"/>
      </w:pPr>
      <w:r>
        <w:separator/>
      </w:r>
    </w:p>
  </w:footnote>
  <w:footnote w:type="continuationSeparator" w:id="0">
    <w:p w:rsidR="00DE7DC3" w:rsidRDefault="00DE7DC3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DC3" w:rsidRDefault="00DE7DC3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E7DC3" w:rsidRDefault="00DE7D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43F2"/>
    <w:rsid w:val="00056F6D"/>
    <w:rsid w:val="00071636"/>
    <w:rsid w:val="00072A7A"/>
    <w:rsid w:val="00076C1B"/>
    <w:rsid w:val="00077DE9"/>
    <w:rsid w:val="00086B8A"/>
    <w:rsid w:val="00090D4F"/>
    <w:rsid w:val="00094170"/>
    <w:rsid w:val="000A30AB"/>
    <w:rsid w:val="000A6CC5"/>
    <w:rsid w:val="000B0262"/>
    <w:rsid w:val="000C31C0"/>
    <w:rsid w:val="000C3547"/>
    <w:rsid w:val="000C79EB"/>
    <w:rsid w:val="000E169C"/>
    <w:rsid w:val="000F3253"/>
    <w:rsid w:val="000F435E"/>
    <w:rsid w:val="000F4ABF"/>
    <w:rsid w:val="000F6B1C"/>
    <w:rsid w:val="0010393A"/>
    <w:rsid w:val="001113A5"/>
    <w:rsid w:val="00112E28"/>
    <w:rsid w:val="00115308"/>
    <w:rsid w:val="00124671"/>
    <w:rsid w:val="00131A8C"/>
    <w:rsid w:val="00131DFD"/>
    <w:rsid w:val="001331A6"/>
    <w:rsid w:val="00151447"/>
    <w:rsid w:val="001538EE"/>
    <w:rsid w:val="00154D24"/>
    <w:rsid w:val="00154E28"/>
    <w:rsid w:val="0016013D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3558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09A1"/>
    <w:rsid w:val="002E3833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3F4B94"/>
    <w:rsid w:val="004004FE"/>
    <w:rsid w:val="00405DA5"/>
    <w:rsid w:val="004069E6"/>
    <w:rsid w:val="00413002"/>
    <w:rsid w:val="00417D2D"/>
    <w:rsid w:val="00423A50"/>
    <w:rsid w:val="004243B6"/>
    <w:rsid w:val="004315A7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959F1"/>
    <w:rsid w:val="005A3CED"/>
    <w:rsid w:val="005A4CE3"/>
    <w:rsid w:val="005B1CDE"/>
    <w:rsid w:val="005B1D45"/>
    <w:rsid w:val="005B5B26"/>
    <w:rsid w:val="005B6A13"/>
    <w:rsid w:val="005C39F5"/>
    <w:rsid w:val="005D352C"/>
    <w:rsid w:val="005D3F85"/>
    <w:rsid w:val="005E2F17"/>
    <w:rsid w:val="005E5226"/>
    <w:rsid w:val="005E64B7"/>
    <w:rsid w:val="005E73C7"/>
    <w:rsid w:val="005E7DD1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2766"/>
    <w:rsid w:val="007E22F9"/>
    <w:rsid w:val="007E43AA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6942"/>
    <w:rsid w:val="008D1770"/>
    <w:rsid w:val="008D2420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42D4"/>
    <w:rsid w:val="009063CC"/>
    <w:rsid w:val="009105DA"/>
    <w:rsid w:val="009134A2"/>
    <w:rsid w:val="00913C60"/>
    <w:rsid w:val="00914FBB"/>
    <w:rsid w:val="00915D5A"/>
    <w:rsid w:val="0092131F"/>
    <w:rsid w:val="009219BA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175B4"/>
    <w:rsid w:val="00A23AA3"/>
    <w:rsid w:val="00A24F06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66A08"/>
    <w:rsid w:val="00B67B5B"/>
    <w:rsid w:val="00B7388D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63C4"/>
    <w:rsid w:val="00C47C6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1F3C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E6700"/>
    <w:rsid w:val="00DE7DC3"/>
    <w:rsid w:val="00DF0A03"/>
    <w:rsid w:val="00E000BA"/>
    <w:rsid w:val="00E02C16"/>
    <w:rsid w:val="00E10270"/>
    <w:rsid w:val="00E12C0D"/>
    <w:rsid w:val="00E24293"/>
    <w:rsid w:val="00E24B5A"/>
    <w:rsid w:val="00E24E51"/>
    <w:rsid w:val="00E41374"/>
    <w:rsid w:val="00E45E30"/>
    <w:rsid w:val="00E472AD"/>
    <w:rsid w:val="00E51700"/>
    <w:rsid w:val="00E54FF8"/>
    <w:rsid w:val="00E7546B"/>
    <w:rsid w:val="00E77189"/>
    <w:rsid w:val="00E77EB8"/>
    <w:rsid w:val="00E82B7D"/>
    <w:rsid w:val="00E83E93"/>
    <w:rsid w:val="00E907C2"/>
    <w:rsid w:val="00E93D38"/>
    <w:rsid w:val="00E9400B"/>
    <w:rsid w:val="00E94956"/>
    <w:rsid w:val="00EA57D5"/>
    <w:rsid w:val="00EA78AD"/>
    <w:rsid w:val="00EB1CD8"/>
    <w:rsid w:val="00EC29E5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96804"/>
    <w:rsid w:val="00FA138E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8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8784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8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8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8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8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81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278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7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278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78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27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8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8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87962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8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8781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7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787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787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278781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8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278783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87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2787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787819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278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7853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278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8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7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27878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8787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7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787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78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787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787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278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787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278790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7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787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2787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7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787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78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787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278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7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278795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787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278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787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78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787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78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278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7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787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787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78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787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278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787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278795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8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7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787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78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787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278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278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78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78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8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8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8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8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8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8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78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8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676</TotalTime>
  <Pages>1</Pages>
  <Words>354</Words>
  <Characters>2022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38</cp:revision>
  <cp:lastPrinted>2021-04-28T10:23:00Z</cp:lastPrinted>
  <dcterms:created xsi:type="dcterms:W3CDTF">2017-06-05T06:40:00Z</dcterms:created>
  <dcterms:modified xsi:type="dcterms:W3CDTF">2021-04-28T12:10:00Z</dcterms:modified>
</cp:coreProperties>
</file>