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A2F" w:rsidRPr="00D56133" w:rsidRDefault="00B34A2F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B34A2F" w:rsidRPr="00D56133" w:rsidRDefault="00B34A2F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B34A2F" w:rsidRPr="00D56133" w:rsidRDefault="00B34A2F" w:rsidP="00D56133">
      <w:pPr>
        <w:spacing w:after="0" w:line="240" w:lineRule="auto"/>
        <w:ind w:firstLine="565"/>
        <w:jc w:val="both"/>
        <w:rPr>
          <w:w w:val="100"/>
        </w:rPr>
      </w:pPr>
    </w:p>
    <w:p w:rsidR="00B34A2F" w:rsidRDefault="00B34A2F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B34A2F" w:rsidRDefault="00B34A2F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.03.201</w:t>
      </w:r>
      <w:r>
        <w:rPr>
          <w:w w:val="100"/>
        </w:rPr>
        <w:t>3</w:t>
      </w:r>
      <w:r w:rsidRPr="00D56133">
        <w:rPr>
          <w:w w:val="100"/>
        </w:rPr>
        <w:t xml:space="preserve"> № 195 «Об утверждении </w:t>
      </w:r>
      <w:r>
        <w:rPr>
          <w:w w:val="100"/>
        </w:rPr>
        <w:t xml:space="preserve">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2013-2025 годы».</w:t>
      </w:r>
    </w:p>
    <w:p w:rsidR="00B34A2F" w:rsidRDefault="00B34A2F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 3. Планируемый срок вступления в силу нормативного правового акта:  январь  2021 года.</w:t>
      </w:r>
    </w:p>
    <w:p w:rsidR="00B34A2F" w:rsidRDefault="00B34A2F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B34A2F" w:rsidRDefault="00B34A2F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Постановления</w:t>
      </w:r>
      <w:r w:rsidRPr="00071636">
        <w:rPr>
          <w:w w:val="100"/>
        </w:rPr>
        <w:t xml:space="preserve"> Администрации муниципального района Похвистневский от </w:t>
      </w:r>
      <w:r>
        <w:rPr>
          <w:w w:val="100"/>
        </w:rPr>
        <w:t>28</w:t>
      </w:r>
      <w:r w:rsidRPr="00071636">
        <w:rPr>
          <w:w w:val="100"/>
        </w:rPr>
        <w:t>.</w:t>
      </w:r>
      <w:r>
        <w:rPr>
          <w:w w:val="100"/>
        </w:rPr>
        <w:t>03.2013 № 195 «</w:t>
      </w:r>
      <w:r w:rsidRPr="00D56133">
        <w:rPr>
          <w:w w:val="100"/>
        </w:rPr>
        <w:t xml:space="preserve">Об утверждении </w:t>
      </w:r>
      <w:r>
        <w:rPr>
          <w:w w:val="100"/>
        </w:rPr>
        <w:t xml:space="preserve">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2013-2025 годы»  в соответствие с   планируемыми  объемами и источниками финансирования программных мероприятий.  </w:t>
      </w:r>
    </w:p>
    <w:p w:rsidR="00B34A2F" w:rsidRDefault="00B34A2F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</w:t>
      </w:r>
      <w:r w:rsidRPr="002671A7">
        <w:rPr>
          <w:w w:val="100"/>
        </w:rPr>
        <w:t>нев</w:t>
      </w:r>
      <w:r>
        <w:rPr>
          <w:w w:val="100"/>
        </w:rPr>
        <w:t>озможность оказания в 2020 году государственной поддержки в рамках переданных государственных полномочий Самарской области в соответствии с законом Самарской области от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 в связи с отсутствием утвержденных объемов и источников финансирования на 2021 год.</w:t>
      </w:r>
    </w:p>
    <w:p w:rsidR="00B34A2F" w:rsidRDefault="00B34A2F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а, индивидуальные предприниматели,  осуществляющие</w:t>
      </w:r>
      <w:r w:rsidRPr="00D56133">
        <w:rPr>
          <w:w w:val="100"/>
        </w:rPr>
        <w:t xml:space="preserve"> свою деятельность на территории Самарской области в сфере сельского хозяйства</w:t>
      </w:r>
      <w:r>
        <w:rPr>
          <w:w w:val="100"/>
        </w:rPr>
        <w:t>.</w:t>
      </w:r>
    </w:p>
    <w:p w:rsidR="00B34A2F" w:rsidRDefault="00B34A2F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B34A2F" w:rsidRDefault="00B34A2F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26  января  по 28 января  2021 года.</w:t>
      </w:r>
    </w:p>
    <w:p w:rsidR="00B34A2F" w:rsidRPr="00D56133" w:rsidRDefault="00B34A2F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главный экономист Похвистневского управления развития АПК Иванова Н. М.,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</w:t>
      </w:r>
      <w:r>
        <w:rPr>
          <w:w w:val="100"/>
        </w:rPr>
        <w:t>849</w:t>
      </w:r>
      <w:r w:rsidRPr="00D56133">
        <w:rPr>
          <w:w w:val="100"/>
        </w:rPr>
        <w:t>.</w:t>
      </w:r>
    </w:p>
    <w:sectPr w:rsidR="00B34A2F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A2F" w:rsidRDefault="00B34A2F" w:rsidP="004A6273">
      <w:pPr>
        <w:spacing w:after="0" w:line="240" w:lineRule="auto"/>
      </w:pPr>
      <w:r>
        <w:separator/>
      </w:r>
    </w:p>
  </w:endnote>
  <w:endnote w:type="continuationSeparator" w:id="0">
    <w:p w:rsidR="00B34A2F" w:rsidRDefault="00B34A2F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A2F" w:rsidRDefault="00B34A2F" w:rsidP="004A6273">
      <w:pPr>
        <w:spacing w:after="0" w:line="240" w:lineRule="auto"/>
      </w:pPr>
      <w:r>
        <w:separator/>
      </w:r>
    </w:p>
  </w:footnote>
  <w:footnote w:type="continuationSeparator" w:id="0">
    <w:p w:rsidR="00B34A2F" w:rsidRDefault="00B34A2F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A2F" w:rsidRDefault="00B34A2F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34A2F" w:rsidRDefault="00B34A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17117"/>
    <w:rsid w:val="00020156"/>
    <w:rsid w:val="00024142"/>
    <w:rsid w:val="00026549"/>
    <w:rsid w:val="000543F2"/>
    <w:rsid w:val="00056F6D"/>
    <w:rsid w:val="000577F9"/>
    <w:rsid w:val="00071636"/>
    <w:rsid w:val="00072A7A"/>
    <w:rsid w:val="00076C1B"/>
    <w:rsid w:val="00077DE9"/>
    <w:rsid w:val="00081FD2"/>
    <w:rsid w:val="00090D4F"/>
    <w:rsid w:val="00094170"/>
    <w:rsid w:val="000A30AB"/>
    <w:rsid w:val="000A6CC5"/>
    <w:rsid w:val="000B0262"/>
    <w:rsid w:val="000C31C0"/>
    <w:rsid w:val="000C3547"/>
    <w:rsid w:val="000C6407"/>
    <w:rsid w:val="000C79EB"/>
    <w:rsid w:val="000E169C"/>
    <w:rsid w:val="000F3253"/>
    <w:rsid w:val="000F435E"/>
    <w:rsid w:val="000F6B1C"/>
    <w:rsid w:val="0010393A"/>
    <w:rsid w:val="001113A5"/>
    <w:rsid w:val="00112E28"/>
    <w:rsid w:val="00115308"/>
    <w:rsid w:val="00124671"/>
    <w:rsid w:val="00131A8C"/>
    <w:rsid w:val="00131DFD"/>
    <w:rsid w:val="00151447"/>
    <w:rsid w:val="001538EE"/>
    <w:rsid w:val="00153DFA"/>
    <w:rsid w:val="00154D24"/>
    <w:rsid w:val="00165BF3"/>
    <w:rsid w:val="0017274B"/>
    <w:rsid w:val="00191987"/>
    <w:rsid w:val="001949F3"/>
    <w:rsid w:val="001A316D"/>
    <w:rsid w:val="001A4445"/>
    <w:rsid w:val="001A7F8C"/>
    <w:rsid w:val="001B07FE"/>
    <w:rsid w:val="001C1CC5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1487F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57E7"/>
    <w:rsid w:val="00280202"/>
    <w:rsid w:val="00282CD9"/>
    <w:rsid w:val="00287B2F"/>
    <w:rsid w:val="00292587"/>
    <w:rsid w:val="002954FB"/>
    <w:rsid w:val="002A0C04"/>
    <w:rsid w:val="002A3E92"/>
    <w:rsid w:val="002A6934"/>
    <w:rsid w:val="002B057F"/>
    <w:rsid w:val="002B1360"/>
    <w:rsid w:val="002B6F0F"/>
    <w:rsid w:val="002B7816"/>
    <w:rsid w:val="002C160A"/>
    <w:rsid w:val="002C7643"/>
    <w:rsid w:val="002D1C59"/>
    <w:rsid w:val="002E0617"/>
    <w:rsid w:val="002E3833"/>
    <w:rsid w:val="002F06EB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54468"/>
    <w:rsid w:val="0037316A"/>
    <w:rsid w:val="00373B42"/>
    <w:rsid w:val="00374960"/>
    <w:rsid w:val="003755F4"/>
    <w:rsid w:val="00376E61"/>
    <w:rsid w:val="0038173F"/>
    <w:rsid w:val="00390F8F"/>
    <w:rsid w:val="00393485"/>
    <w:rsid w:val="003A6B16"/>
    <w:rsid w:val="003B3D3E"/>
    <w:rsid w:val="003C0512"/>
    <w:rsid w:val="003C4317"/>
    <w:rsid w:val="003C67C3"/>
    <w:rsid w:val="003D0C19"/>
    <w:rsid w:val="003D75F3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243B6"/>
    <w:rsid w:val="004315A7"/>
    <w:rsid w:val="004374FC"/>
    <w:rsid w:val="00440CB3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4F457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A3CED"/>
    <w:rsid w:val="005A4CE3"/>
    <w:rsid w:val="005B1CDE"/>
    <w:rsid w:val="005B1D45"/>
    <w:rsid w:val="005B6A13"/>
    <w:rsid w:val="005C39F5"/>
    <w:rsid w:val="005D13B9"/>
    <w:rsid w:val="005D352C"/>
    <w:rsid w:val="005D3F85"/>
    <w:rsid w:val="005E2F17"/>
    <w:rsid w:val="005E5226"/>
    <w:rsid w:val="005E64B7"/>
    <w:rsid w:val="005E73C7"/>
    <w:rsid w:val="005F18EE"/>
    <w:rsid w:val="005F3AEE"/>
    <w:rsid w:val="005F5061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3729E"/>
    <w:rsid w:val="00647F48"/>
    <w:rsid w:val="006561B5"/>
    <w:rsid w:val="00657972"/>
    <w:rsid w:val="00661006"/>
    <w:rsid w:val="0066231D"/>
    <w:rsid w:val="00663E40"/>
    <w:rsid w:val="0066497F"/>
    <w:rsid w:val="0066728A"/>
    <w:rsid w:val="00670405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10DF"/>
    <w:rsid w:val="006F371F"/>
    <w:rsid w:val="006F4FF1"/>
    <w:rsid w:val="0071186C"/>
    <w:rsid w:val="00716A4A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7D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06DB"/>
    <w:rsid w:val="007A1F72"/>
    <w:rsid w:val="007A6E0B"/>
    <w:rsid w:val="007B258D"/>
    <w:rsid w:val="007B7E36"/>
    <w:rsid w:val="007C17D3"/>
    <w:rsid w:val="007C5A8F"/>
    <w:rsid w:val="007D11A5"/>
    <w:rsid w:val="007D26EA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9272E"/>
    <w:rsid w:val="008941FD"/>
    <w:rsid w:val="008942DB"/>
    <w:rsid w:val="00895188"/>
    <w:rsid w:val="00897EC7"/>
    <w:rsid w:val="008A1530"/>
    <w:rsid w:val="008B1508"/>
    <w:rsid w:val="008B3B58"/>
    <w:rsid w:val="008C3AF3"/>
    <w:rsid w:val="008C6942"/>
    <w:rsid w:val="008D1770"/>
    <w:rsid w:val="008D2420"/>
    <w:rsid w:val="008D5FEA"/>
    <w:rsid w:val="008D754F"/>
    <w:rsid w:val="008D7A32"/>
    <w:rsid w:val="008E08BB"/>
    <w:rsid w:val="008E6227"/>
    <w:rsid w:val="008E73D7"/>
    <w:rsid w:val="008F7B12"/>
    <w:rsid w:val="009003DC"/>
    <w:rsid w:val="00901C17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6EF9"/>
    <w:rsid w:val="00947018"/>
    <w:rsid w:val="00952C0D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079E2"/>
    <w:rsid w:val="00A11EC4"/>
    <w:rsid w:val="00A121A6"/>
    <w:rsid w:val="00A14210"/>
    <w:rsid w:val="00A175B4"/>
    <w:rsid w:val="00A23AA3"/>
    <w:rsid w:val="00A24F06"/>
    <w:rsid w:val="00A34F80"/>
    <w:rsid w:val="00A43EC2"/>
    <w:rsid w:val="00A44D54"/>
    <w:rsid w:val="00A45E7F"/>
    <w:rsid w:val="00A51E03"/>
    <w:rsid w:val="00A5347E"/>
    <w:rsid w:val="00A541CA"/>
    <w:rsid w:val="00A613AE"/>
    <w:rsid w:val="00A650D8"/>
    <w:rsid w:val="00A758CE"/>
    <w:rsid w:val="00A85748"/>
    <w:rsid w:val="00A86111"/>
    <w:rsid w:val="00A90D3D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4A2F"/>
    <w:rsid w:val="00B50339"/>
    <w:rsid w:val="00B66A08"/>
    <w:rsid w:val="00B67B5B"/>
    <w:rsid w:val="00B7388D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D3A87"/>
    <w:rsid w:val="00BE614D"/>
    <w:rsid w:val="00BF11F8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47C6C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1F3C"/>
    <w:rsid w:val="00CC554B"/>
    <w:rsid w:val="00CD328E"/>
    <w:rsid w:val="00CD76FB"/>
    <w:rsid w:val="00CE66C6"/>
    <w:rsid w:val="00CE7D95"/>
    <w:rsid w:val="00CF5E80"/>
    <w:rsid w:val="00D074AC"/>
    <w:rsid w:val="00D07ACD"/>
    <w:rsid w:val="00D10F37"/>
    <w:rsid w:val="00D32033"/>
    <w:rsid w:val="00D34974"/>
    <w:rsid w:val="00D36816"/>
    <w:rsid w:val="00D45659"/>
    <w:rsid w:val="00D50D54"/>
    <w:rsid w:val="00D56133"/>
    <w:rsid w:val="00D56EE1"/>
    <w:rsid w:val="00D60AF6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5E30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1AAF"/>
    <w:rsid w:val="00EA57D5"/>
    <w:rsid w:val="00EA78AD"/>
    <w:rsid w:val="00EB1CD8"/>
    <w:rsid w:val="00EC3E5D"/>
    <w:rsid w:val="00EC5463"/>
    <w:rsid w:val="00EC77D1"/>
    <w:rsid w:val="00ED2F76"/>
    <w:rsid w:val="00EE0541"/>
    <w:rsid w:val="00EE492B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2D9D"/>
    <w:rsid w:val="00F76757"/>
    <w:rsid w:val="00F81A26"/>
    <w:rsid w:val="00F824FB"/>
    <w:rsid w:val="00F825F0"/>
    <w:rsid w:val="00F841BC"/>
    <w:rsid w:val="00F862CF"/>
    <w:rsid w:val="00F86788"/>
    <w:rsid w:val="00F876A9"/>
    <w:rsid w:val="00FA138E"/>
    <w:rsid w:val="00FB00AA"/>
    <w:rsid w:val="00FB6EBD"/>
    <w:rsid w:val="00FC6003"/>
    <w:rsid w:val="00FC77AC"/>
    <w:rsid w:val="00FD0CB9"/>
    <w:rsid w:val="00FD5065"/>
    <w:rsid w:val="00FD5912"/>
    <w:rsid w:val="00FD71DC"/>
    <w:rsid w:val="00FE0AA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13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13189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3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13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131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13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13185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8131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131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8131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8131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81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3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13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32011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13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13186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131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131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131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132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13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81318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13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13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1813188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13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13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8131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132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131868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8131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132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131902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813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131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131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131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813192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13192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131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131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131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131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8131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8131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18132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131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8131952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131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131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131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8131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13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131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8131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8131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8131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131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13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8132002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131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131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131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8131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131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131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8131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8132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8132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13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131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131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131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8131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8132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18131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13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813200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131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131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131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132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131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8132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18131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8131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131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13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3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3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3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3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13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3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13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132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813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13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668</TotalTime>
  <Pages>1</Pages>
  <Words>398</Words>
  <Characters>2273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41</cp:revision>
  <cp:lastPrinted>2021-01-26T07:24:00Z</cp:lastPrinted>
  <dcterms:created xsi:type="dcterms:W3CDTF">2017-06-05T06:40:00Z</dcterms:created>
  <dcterms:modified xsi:type="dcterms:W3CDTF">2021-01-26T07:24:00Z</dcterms:modified>
</cp:coreProperties>
</file>