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0DF" w:rsidRPr="00D56133" w:rsidRDefault="006F10DF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6F10DF" w:rsidRPr="00D56133" w:rsidRDefault="006F10DF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6F10DF" w:rsidRPr="00D56133" w:rsidRDefault="006F10DF" w:rsidP="00D56133">
      <w:pPr>
        <w:spacing w:after="0" w:line="240" w:lineRule="auto"/>
        <w:ind w:firstLine="565"/>
        <w:jc w:val="both"/>
        <w:rPr>
          <w:w w:val="100"/>
        </w:rPr>
      </w:pPr>
    </w:p>
    <w:p w:rsidR="006F10DF" w:rsidRDefault="006F10DF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6F10DF" w:rsidRDefault="006F10DF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годы».</w:t>
      </w:r>
    </w:p>
    <w:p w:rsidR="006F10DF" w:rsidRDefault="006F10DF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декабрь  2020 года.</w:t>
      </w:r>
    </w:p>
    <w:p w:rsidR="006F10DF" w:rsidRDefault="006F10DF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6F10DF" w:rsidRDefault="006F10DF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«</w:t>
      </w:r>
      <w:r w:rsidRPr="00D56133">
        <w:rPr>
          <w:w w:val="100"/>
        </w:rPr>
        <w:t xml:space="preserve">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  в соответствие с   планируемыми  объемами и источниками финансирования программных мероприятий.  </w:t>
      </w:r>
    </w:p>
    <w:p w:rsidR="006F10DF" w:rsidRDefault="006F10DF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2020 году государственной поддержки в рамках переданных государственных полномочий Самарской области в соответствии с законом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связи с отсутствием утвержденных объемов и источников финансирования на 2020 год.</w:t>
      </w:r>
    </w:p>
    <w:p w:rsidR="006F10DF" w:rsidRDefault="006F10DF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6F10DF" w:rsidRDefault="006F10DF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6F10DF" w:rsidRDefault="006F10DF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17 декабря  по 21 декабря  2020 года.</w:t>
      </w:r>
    </w:p>
    <w:p w:rsidR="006F10DF" w:rsidRPr="00D56133" w:rsidRDefault="006F10DF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6F10DF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0DF" w:rsidRDefault="006F10DF" w:rsidP="004A6273">
      <w:pPr>
        <w:spacing w:after="0" w:line="240" w:lineRule="auto"/>
      </w:pPr>
      <w:r>
        <w:separator/>
      </w:r>
    </w:p>
  </w:endnote>
  <w:endnote w:type="continuationSeparator" w:id="0">
    <w:p w:rsidR="006F10DF" w:rsidRDefault="006F10DF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0DF" w:rsidRDefault="006F10DF" w:rsidP="004A6273">
      <w:pPr>
        <w:spacing w:after="0" w:line="240" w:lineRule="auto"/>
      </w:pPr>
      <w:r>
        <w:separator/>
      </w:r>
    </w:p>
  </w:footnote>
  <w:footnote w:type="continuationSeparator" w:id="0">
    <w:p w:rsidR="006F10DF" w:rsidRDefault="006F10DF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0DF" w:rsidRDefault="006F10DF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F10DF" w:rsidRDefault="006F10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7117"/>
    <w:rsid w:val="00020156"/>
    <w:rsid w:val="00024142"/>
    <w:rsid w:val="00026549"/>
    <w:rsid w:val="000543F2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C3547"/>
    <w:rsid w:val="000C6407"/>
    <w:rsid w:val="000C79EB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3DFA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FC"/>
    <w:rsid w:val="00440CB3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10DF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C0D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175B4"/>
    <w:rsid w:val="00A23AA3"/>
    <w:rsid w:val="00A24F06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58CE"/>
    <w:rsid w:val="00A85748"/>
    <w:rsid w:val="00A86111"/>
    <w:rsid w:val="00A90D3D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66C6"/>
    <w:rsid w:val="00CE7D95"/>
    <w:rsid w:val="00CF5E80"/>
    <w:rsid w:val="00D074AC"/>
    <w:rsid w:val="00D10F37"/>
    <w:rsid w:val="00D32033"/>
    <w:rsid w:val="00D34974"/>
    <w:rsid w:val="00D36816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5E30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A78AD"/>
    <w:rsid w:val="00EB1CD8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2D9D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912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0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567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0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0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63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30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5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05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0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3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5791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0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564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0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05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05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30564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0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30566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0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30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05648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0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5682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30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0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5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30570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0570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05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0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05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05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30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05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0573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5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05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30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05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05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0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0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0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0578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5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0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30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05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05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05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05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05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5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05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0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0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0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305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05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30578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0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05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05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05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30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0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0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5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0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3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0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667</TotalTime>
  <Pages>1</Pages>
  <Words>398</Words>
  <Characters>2274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37</cp:revision>
  <cp:lastPrinted>2020-12-17T06:45:00Z</cp:lastPrinted>
  <dcterms:created xsi:type="dcterms:W3CDTF">2017-06-05T06:40:00Z</dcterms:created>
  <dcterms:modified xsi:type="dcterms:W3CDTF">2020-12-17T06:46:00Z</dcterms:modified>
</cp:coreProperties>
</file>