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CB3" w:rsidRPr="00D56133" w:rsidRDefault="00440CB3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440CB3" w:rsidRPr="00D56133" w:rsidRDefault="00440CB3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440CB3" w:rsidRPr="00D56133" w:rsidRDefault="00440CB3" w:rsidP="00D56133">
      <w:pPr>
        <w:spacing w:after="0" w:line="240" w:lineRule="auto"/>
        <w:ind w:firstLine="565"/>
        <w:jc w:val="both"/>
        <w:rPr>
          <w:w w:val="100"/>
        </w:rPr>
      </w:pPr>
    </w:p>
    <w:p w:rsidR="00440CB3" w:rsidRDefault="00440CB3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440CB3" w:rsidRDefault="00440CB3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годы».</w:t>
      </w:r>
    </w:p>
    <w:p w:rsidR="00440CB3" w:rsidRDefault="00440CB3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апрель 2020 года.</w:t>
      </w:r>
    </w:p>
    <w:p w:rsidR="00440CB3" w:rsidRDefault="00440CB3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440CB3" w:rsidRDefault="00440CB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Постановления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071636">
        <w:rPr>
          <w:w w:val="100"/>
        </w:rPr>
        <w:t>.</w:t>
      </w:r>
      <w:r>
        <w:rPr>
          <w:w w:val="100"/>
        </w:rPr>
        <w:t>03.2013 № 195 «</w:t>
      </w:r>
      <w:r w:rsidRPr="00D56133">
        <w:rPr>
          <w:w w:val="100"/>
        </w:rPr>
        <w:t xml:space="preserve">Об утверждении </w:t>
      </w:r>
      <w:r>
        <w:rPr>
          <w:w w:val="100"/>
        </w:rPr>
        <w:t xml:space="preserve">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  в соответствие с   планируемыми  объемами и источниками финансирования программных мероприятий.  </w:t>
      </w:r>
    </w:p>
    <w:p w:rsidR="00440CB3" w:rsidRDefault="00440CB3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  <w:r w:rsidRPr="002671A7">
        <w:rPr>
          <w:w w:val="100"/>
        </w:rPr>
        <w:t>нев</w:t>
      </w:r>
      <w:r>
        <w:rPr>
          <w:w w:val="100"/>
        </w:rPr>
        <w:t>озможность оказания в 2020 году государственной поддержки в рамках переданных государственных полномочий Самарской области в соответствии с законом Самарской области от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 в связи с отсутствием утвержденных объемов и источников финансирования на 2020 год.</w:t>
      </w:r>
    </w:p>
    <w:p w:rsidR="00440CB3" w:rsidRDefault="00440CB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индивидуальные предприниматели,  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>
        <w:rPr>
          <w:w w:val="100"/>
        </w:rPr>
        <w:t>.</w:t>
      </w:r>
    </w:p>
    <w:p w:rsidR="00440CB3" w:rsidRDefault="00440CB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440CB3" w:rsidRDefault="00440CB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10 сентября  по 13 сентября  2020 года.</w:t>
      </w:r>
    </w:p>
    <w:p w:rsidR="00440CB3" w:rsidRPr="00D56133" w:rsidRDefault="00440CB3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440CB3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CB3" w:rsidRDefault="00440CB3" w:rsidP="004A6273">
      <w:pPr>
        <w:spacing w:after="0" w:line="240" w:lineRule="auto"/>
      </w:pPr>
      <w:r>
        <w:separator/>
      </w:r>
    </w:p>
  </w:endnote>
  <w:endnote w:type="continuationSeparator" w:id="0">
    <w:p w:rsidR="00440CB3" w:rsidRDefault="00440CB3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CB3" w:rsidRDefault="00440CB3" w:rsidP="004A6273">
      <w:pPr>
        <w:spacing w:after="0" w:line="240" w:lineRule="auto"/>
      </w:pPr>
      <w:r>
        <w:separator/>
      </w:r>
    </w:p>
  </w:footnote>
  <w:footnote w:type="continuationSeparator" w:id="0">
    <w:p w:rsidR="00440CB3" w:rsidRDefault="00440CB3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CB3" w:rsidRDefault="00440CB3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40CB3" w:rsidRDefault="00440C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17117"/>
    <w:rsid w:val="00020156"/>
    <w:rsid w:val="00024142"/>
    <w:rsid w:val="00026549"/>
    <w:rsid w:val="000543F2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C3547"/>
    <w:rsid w:val="000C79EB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3DFA"/>
    <w:rsid w:val="00154D24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87F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2587"/>
    <w:rsid w:val="002954FB"/>
    <w:rsid w:val="002A0C04"/>
    <w:rsid w:val="002A3E92"/>
    <w:rsid w:val="002A6934"/>
    <w:rsid w:val="002B057F"/>
    <w:rsid w:val="002B1360"/>
    <w:rsid w:val="002B7816"/>
    <w:rsid w:val="002C160A"/>
    <w:rsid w:val="002C7643"/>
    <w:rsid w:val="002D1C59"/>
    <w:rsid w:val="002E0617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C0512"/>
    <w:rsid w:val="003C4317"/>
    <w:rsid w:val="003C67C3"/>
    <w:rsid w:val="003D0C19"/>
    <w:rsid w:val="003D75F3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243B6"/>
    <w:rsid w:val="004315A7"/>
    <w:rsid w:val="004374FC"/>
    <w:rsid w:val="00440CB3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11A5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3AF3"/>
    <w:rsid w:val="008C6942"/>
    <w:rsid w:val="008D1770"/>
    <w:rsid w:val="008D2420"/>
    <w:rsid w:val="008D5FEA"/>
    <w:rsid w:val="008D754F"/>
    <w:rsid w:val="008D7A32"/>
    <w:rsid w:val="008E08BB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C0D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175B4"/>
    <w:rsid w:val="00A23AA3"/>
    <w:rsid w:val="00A24F06"/>
    <w:rsid w:val="00A34F80"/>
    <w:rsid w:val="00A43EC2"/>
    <w:rsid w:val="00A44D54"/>
    <w:rsid w:val="00A45E7F"/>
    <w:rsid w:val="00A51E03"/>
    <w:rsid w:val="00A5347E"/>
    <w:rsid w:val="00A541CA"/>
    <w:rsid w:val="00A613AE"/>
    <w:rsid w:val="00A650D8"/>
    <w:rsid w:val="00A758CE"/>
    <w:rsid w:val="00A85748"/>
    <w:rsid w:val="00A86111"/>
    <w:rsid w:val="00A90D3D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50339"/>
    <w:rsid w:val="00B66A08"/>
    <w:rsid w:val="00B67B5B"/>
    <w:rsid w:val="00B7388D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D3A87"/>
    <w:rsid w:val="00BE614D"/>
    <w:rsid w:val="00BF11F8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1F3C"/>
    <w:rsid w:val="00CC554B"/>
    <w:rsid w:val="00CD328E"/>
    <w:rsid w:val="00CD76FB"/>
    <w:rsid w:val="00CE66C6"/>
    <w:rsid w:val="00CE7D95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0AF6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5E30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A78AD"/>
    <w:rsid w:val="00EB1CD8"/>
    <w:rsid w:val="00EC3E5D"/>
    <w:rsid w:val="00EC5463"/>
    <w:rsid w:val="00EC77D1"/>
    <w:rsid w:val="00ED2F76"/>
    <w:rsid w:val="00EE0541"/>
    <w:rsid w:val="00EE492B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2D9D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5912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95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5176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95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9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95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95173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95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951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195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95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19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5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188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95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95173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95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9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951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951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951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195174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95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95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195176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95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951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9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95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95174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95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951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95177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195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95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95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95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195180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95179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951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951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951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951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1951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1951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195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951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95182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951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951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951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1951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95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951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1951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1951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95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951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951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95187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951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951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951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1951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951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951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1951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1951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95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95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95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951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95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1951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1951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195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951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195187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951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951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95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95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951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1951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1951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951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951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9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5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95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5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5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95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95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195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95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665</TotalTime>
  <Pages>1</Pages>
  <Words>398</Words>
  <Characters>2274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36</cp:revision>
  <cp:lastPrinted>2020-01-29T06:34:00Z</cp:lastPrinted>
  <dcterms:created xsi:type="dcterms:W3CDTF">2017-06-05T06:40:00Z</dcterms:created>
  <dcterms:modified xsi:type="dcterms:W3CDTF">2020-09-10T11:17:00Z</dcterms:modified>
</cp:coreProperties>
</file>