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F3" w:rsidRPr="00D56133" w:rsidRDefault="003D75F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3D75F3" w:rsidRPr="00D56133" w:rsidRDefault="003D75F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3D75F3" w:rsidRPr="00D56133" w:rsidRDefault="003D75F3" w:rsidP="00D56133">
      <w:pPr>
        <w:spacing w:after="0" w:line="240" w:lineRule="auto"/>
        <w:ind w:firstLine="565"/>
        <w:jc w:val="both"/>
        <w:rPr>
          <w:w w:val="100"/>
        </w:rPr>
      </w:pPr>
    </w:p>
    <w:p w:rsidR="003D75F3" w:rsidRDefault="003D75F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3D75F3" w:rsidRDefault="003D75F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3D75F3" w:rsidRDefault="003D75F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февраль 2020 года.</w:t>
      </w:r>
    </w:p>
    <w:p w:rsidR="003D75F3" w:rsidRDefault="003D75F3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3D75F3" w:rsidRDefault="003D75F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«</w:t>
      </w:r>
      <w:r w:rsidRPr="00D56133">
        <w:rPr>
          <w:w w:val="100"/>
        </w:rPr>
        <w:t xml:space="preserve">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  в соответствие с   планируемыми  объемами и источниками финансирования программных мероприятий.  </w:t>
      </w:r>
    </w:p>
    <w:p w:rsidR="003D75F3" w:rsidRDefault="003D75F3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2020 году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связи с отсутствием утвержденных объемов и источников финансирования на 2020 год.</w:t>
      </w:r>
    </w:p>
    <w:p w:rsidR="003D75F3" w:rsidRDefault="003D75F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граждане, ведущие личное подсобное хозяйство,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3D75F3" w:rsidRDefault="003D75F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3D75F3" w:rsidRDefault="003D75F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29 января  по 03 февраля  2020 года.</w:t>
      </w:r>
    </w:p>
    <w:p w:rsidR="003D75F3" w:rsidRPr="00D56133" w:rsidRDefault="003D75F3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3D75F3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5F3" w:rsidRDefault="003D75F3" w:rsidP="004A6273">
      <w:pPr>
        <w:spacing w:after="0" w:line="240" w:lineRule="auto"/>
      </w:pPr>
      <w:r>
        <w:separator/>
      </w:r>
    </w:p>
  </w:endnote>
  <w:endnote w:type="continuationSeparator" w:id="0">
    <w:p w:rsidR="003D75F3" w:rsidRDefault="003D75F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5F3" w:rsidRDefault="003D75F3" w:rsidP="004A6273">
      <w:pPr>
        <w:spacing w:after="0" w:line="240" w:lineRule="auto"/>
      </w:pPr>
      <w:r>
        <w:separator/>
      </w:r>
    </w:p>
  </w:footnote>
  <w:footnote w:type="continuationSeparator" w:id="0">
    <w:p w:rsidR="003D75F3" w:rsidRDefault="003D75F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5F3" w:rsidRDefault="003D75F3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D75F3" w:rsidRDefault="003D75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43F2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A78AD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5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5543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5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5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5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5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0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655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465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65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6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5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55552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5540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5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5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465540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5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465542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5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65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409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465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44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465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5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465546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5546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55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5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55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4655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465549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465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55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55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55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465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465554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4655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5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55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5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465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55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55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5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465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465554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5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5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55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55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5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465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465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6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5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5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5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5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465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5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661</TotalTime>
  <Pages>1</Pages>
  <Words>405</Words>
  <Characters>2310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31</cp:revision>
  <cp:lastPrinted>2020-01-29T06:34:00Z</cp:lastPrinted>
  <dcterms:created xsi:type="dcterms:W3CDTF">2017-06-05T06:40:00Z</dcterms:created>
  <dcterms:modified xsi:type="dcterms:W3CDTF">2020-01-29T06:34:00Z</dcterms:modified>
</cp:coreProperties>
</file>