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FA" w:rsidRPr="00D56133" w:rsidRDefault="00266B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66BFA" w:rsidRPr="00D56133" w:rsidRDefault="00266B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>
        <w:rPr>
          <w:b/>
          <w:bCs/>
          <w:w w:val="100"/>
        </w:rPr>
        <w:t>об общественном обсуждении</w:t>
      </w:r>
    </w:p>
    <w:p w:rsidR="00266BFA" w:rsidRPr="00D56133" w:rsidRDefault="00266BFA" w:rsidP="00D56133">
      <w:pPr>
        <w:spacing w:after="0" w:line="240" w:lineRule="auto"/>
        <w:ind w:firstLine="565"/>
        <w:jc w:val="both"/>
        <w:rPr>
          <w:w w:val="100"/>
        </w:rPr>
      </w:pPr>
    </w:p>
    <w:p w:rsidR="00266BFA" w:rsidRDefault="00266B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Настоящим </w:t>
      </w:r>
      <w:r w:rsidRPr="00D56133">
        <w:rPr>
          <w:w w:val="100"/>
        </w:rPr>
        <w:t>Администраци</w:t>
      </w:r>
      <w:r>
        <w:rPr>
          <w:w w:val="100"/>
        </w:rPr>
        <w:t>я</w:t>
      </w:r>
      <w:r w:rsidRPr="00D56133">
        <w:rPr>
          <w:w w:val="100"/>
        </w:rPr>
        <w:t xml:space="preserve"> муниципал</w:t>
      </w:r>
      <w:r>
        <w:rPr>
          <w:w w:val="100"/>
        </w:rPr>
        <w:t xml:space="preserve">ьного района Похвистневский Самарской области извещает о начале обсуждения разработанного  проекта постановления </w:t>
      </w:r>
      <w:r w:rsidRPr="00D56133">
        <w:rPr>
          <w:w w:val="100"/>
        </w:rPr>
        <w:t>Администрации муниципал</w:t>
      </w:r>
      <w:r>
        <w:rPr>
          <w:w w:val="100"/>
        </w:rPr>
        <w:t>ьного района Похвистневский «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2013-2020 годы» (далее – проект нормативного  правового  акта)  и сборе предложений заинтересованных лиц.</w:t>
      </w:r>
    </w:p>
    <w:p w:rsidR="00266BFA" w:rsidRPr="00027BDC" w:rsidRDefault="00266BFA" w:rsidP="002E309F">
      <w:pPr>
        <w:spacing w:after="0" w:line="240" w:lineRule="auto"/>
        <w:ind w:firstLine="565"/>
        <w:jc w:val="both"/>
        <w:rPr>
          <w:color w:val="0000FF"/>
          <w:w w:val="100"/>
          <w:shd w:val="clear" w:color="auto" w:fill="FFFFFF"/>
        </w:rPr>
      </w:pPr>
      <w:r>
        <w:rPr>
          <w:w w:val="100"/>
        </w:rPr>
        <w:t xml:space="preserve">1. Предложения принимаются по адресу: </w:t>
      </w:r>
      <w:r w:rsidRPr="00C86804">
        <w:rPr>
          <w:w w:val="100"/>
        </w:rPr>
        <w:t>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t xml:space="preserve">, </w:t>
      </w:r>
      <w:r w:rsidRPr="00027BDC">
        <w:rPr>
          <w:color w:val="0000FF"/>
        </w:rPr>
        <w:t>21243@</w:t>
      </w:r>
      <w:r w:rsidRPr="00027BDC">
        <w:rPr>
          <w:color w:val="0000FF"/>
          <w:w w:val="100"/>
          <w:shd w:val="clear" w:color="auto" w:fill="FFFFFF"/>
        </w:rPr>
        <w:t>.</w:t>
      </w:r>
      <w:r w:rsidRPr="00027BDC">
        <w:rPr>
          <w:color w:val="0000FF"/>
        </w:rPr>
        <w:t xml:space="preserve"> </w:t>
      </w:r>
      <w:r w:rsidRPr="00027BDC">
        <w:rPr>
          <w:color w:val="0000FF"/>
          <w:w w:val="100"/>
          <w:shd w:val="clear" w:color="auto" w:fill="FFFFFF"/>
        </w:rPr>
        <w:t>mail.ru</w:t>
      </w:r>
    </w:p>
    <w:p w:rsidR="00266BFA" w:rsidRDefault="00266B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Получить информацию можно по телефону: 8(84656)2</w:t>
      </w:r>
      <w:r w:rsidRPr="00027BDC">
        <w:rPr>
          <w:w w:val="100"/>
        </w:rPr>
        <w:t>1132</w:t>
      </w:r>
      <w:r>
        <w:rPr>
          <w:w w:val="100"/>
        </w:rPr>
        <w:t>.</w:t>
      </w:r>
    </w:p>
    <w:p w:rsidR="00266BFA" w:rsidRDefault="00266B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2. Срок приема предложений заинтересованных лиц с 20 декабря 2018 года по 26 декабря 2018 года.</w:t>
      </w:r>
    </w:p>
    <w:p w:rsidR="00266BFA" w:rsidRDefault="00266B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Предполагаемый срок вступления  в силу проекта нормативного правового  акта в случае его принятия: декабрь 2018 года.</w:t>
      </w:r>
    </w:p>
    <w:p w:rsidR="00266BFA" w:rsidRDefault="00266BFA" w:rsidP="00D56133">
      <w:pPr>
        <w:spacing w:after="0" w:line="240" w:lineRule="auto"/>
        <w:ind w:firstLine="565"/>
        <w:jc w:val="both"/>
        <w:rPr>
          <w:w w:val="100"/>
        </w:rPr>
      </w:pPr>
    </w:p>
    <w:sectPr w:rsidR="00266BFA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FA" w:rsidRDefault="00266BFA" w:rsidP="004A6273">
      <w:pPr>
        <w:spacing w:after="0" w:line="240" w:lineRule="auto"/>
      </w:pPr>
      <w:r>
        <w:separator/>
      </w:r>
    </w:p>
  </w:endnote>
  <w:endnote w:type="continuationSeparator" w:id="0">
    <w:p w:rsidR="00266BFA" w:rsidRDefault="00266BF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FA" w:rsidRDefault="00266BFA" w:rsidP="004A6273">
      <w:pPr>
        <w:spacing w:after="0" w:line="240" w:lineRule="auto"/>
      </w:pPr>
      <w:r>
        <w:separator/>
      </w:r>
    </w:p>
  </w:footnote>
  <w:footnote w:type="continuationSeparator" w:id="0">
    <w:p w:rsidR="00266BFA" w:rsidRDefault="00266BF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BFA" w:rsidRDefault="00266BFA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66BFA" w:rsidRDefault="00266B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27BDC"/>
    <w:rsid w:val="0005184F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7E19"/>
    <w:rsid w:val="001A316D"/>
    <w:rsid w:val="001A34C7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6BFA"/>
    <w:rsid w:val="002671A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09F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4011"/>
    <w:rsid w:val="003354D7"/>
    <w:rsid w:val="00337C74"/>
    <w:rsid w:val="00344921"/>
    <w:rsid w:val="0034550C"/>
    <w:rsid w:val="00346FB6"/>
    <w:rsid w:val="00352301"/>
    <w:rsid w:val="00361E6B"/>
    <w:rsid w:val="00363235"/>
    <w:rsid w:val="0037316A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3447"/>
    <w:rsid w:val="00875205"/>
    <w:rsid w:val="0088122B"/>
    <w:rsid w:val="0089272E"/>
    <w:rsid w:val="00892BEF"/>
    <w:rsid w:val="008941FD"/>
    <w:rsid w:val="008942DB"/>
    <w:rsid w:val="00895188"/>
    <w:rsid w:val="00897EC7"/>
    <w:rsid w:val="008A1530"/>
    <w:rsid w:val="008A3131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903D2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2ED0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C6F81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2EBC"/>
    <w:rsid w:val="00EC3E5D"/>
    <w:rsid w:val="00EC5463"/>
    <w:rsid w:val="00EC77D1"/>
    <w:rsid w:val="00ED2F76"/>
    <w:rsid w:val="00EE0541"/>
    <w:rsid w:val="00EF2D17"/>
    <w:rsid w:val="00EF36C0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51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4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65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63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8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65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55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6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52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6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6554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4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6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57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6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6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6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6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6562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5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65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6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662</TotalTime>
  <Pages>1</Pages>
  <Words>174</Words>
  <Characters>996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32</cp:revision>
  <cp:lastPrinted>2018-12-26T07:54:00Z</cp:lastPrinted>
  <dcterms:created xsi:type="dcterms:W3CDTF">2017-06-05T06:40:00Z</dcterms:created>
  <dcterms:modified xsi:type="dcterms:W3CDTF">2018-12-26T08:02:00Z</dcterms:modified>
</cp:coreProperties>
</file>