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35" w:rsidRPr="00D56133" w:rsidRDefault="0036323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63235" w:rsidRPr="00D56133" w:rsidRDefault="00363235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63235" w:rsidRPr="00D56133" w:rsidRDefault="00363235" w:rsidP="00D56133">
      <w:pPr>
        <w:spacing w:after="0" w:line="240" w:lineRule="auto"/>
        <w:ind w:firstLine="565"/>
        <w:jc w:val="both"/>
        <w:rPr>
          <w:w w:val="100"/>
        </w:rPr>
      </w:pPr>
    </w:p>
    <w:p w:rsidR="00363235" w:rsidRDefault="0036323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Настоящим </w:t>
      </w:r>
      <w:r w:rsidRPr="00D56133">
        <w:rPr>
          <w:w w:val="100"/>
        </w:rPr>
        <w:t>Администраци</w:t>
      </w:r>
      <w:r>
        <w:rPr>
          <w:w w:val="100"/>
        </w:rPr>
        <w:t>я</w:t>
      </w:r>
      <w:r w:rsidRPr="00D56133">
        <w:rPr>
          <w:w w:val="100"/>
        </w:rPr>
        <w:t xml:space="preserve"> муниципал</w:t>
      </w:r>
      <w:r>
        <w:rPr>
          <w:w w:val="100"/>
        </w:rPr>
        <w:t xml:space="preserve">ьного района Похвистневский Самарской области извещает о начале обсуждения разработанного  проекта постановления </w:t>
      </w:r>
      <w:r w:rsidRPr="00D56133">
        <w:rPr>
          <w:w w:val="100"/>
        </w:rPr>
        <w:t>Администрации муниципал</w:t>
      </w:r>
      <w:r>
        <w:rPr>
          <w:w w:val="100"/>
        </w:rPr>
        <w:t>ьного района Похвистневский «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2013-2020 годы» (далее – проект нормативного акта)  и сборе предложений заинтересованных лиц.</w:t>
      </w:r>
    </w:p>
    <w:p w:rsidR="00363235" w:rsidRDefault="00363235" w:rsidP="002E309F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1. Предложения принимаются по адресу: </w:t>
      </w:r>
      <w:r w:rsidRPr="00C86804">
        <w:rPr>
          <w:w w:val="100"/>
        </w:rPr>
        <w:t>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363235" w:rsidRDefault="0036323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Получить информацию можно по телефону: 8(84656)22985.</w:t>
      </w:r>
    </w:p>
    <w:p w:rsidR="00363235" w:rsidRDefault="0036323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2. Срок приема предложений заинтересованных лиц с 20 декабря 2018 года по 26 декабря 2018 года.</w:t>
      </w:r>
    </w:p>
    <w:p w:rsidR="00363235" w:rsidRDefault="00363235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Предполагаемый срок вступления  в силу проекта нормативного акта в случае его принятия: декабрь 2018 года.</w:t>
      </w:r>
    </w:p>
    <w:p w:rsidR="00363235" w:rsidRDefault="00363235" w:rsidP="00D56133">
      <w:pPr>
        <w:spacing w:after="0" w:line="240" w:lineRule="auto"/>
        <w:ind w:firstLine="565"/>
        <w:jc w:val="both"/>
        <w:rPr>
          <w:w w:val="100"/>
        </w:rPr>
      </w:pPr>
    </w:p>
    <w:sectPr w:rsidR="00363235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235" w:rsidRDefault="00363235" w:rsidP="004A6273">
      <w:pPr>
        <w:spacing w:after="0" w:line="240" w:lineRule="auto"/>
      </w:pPr>
      <w:r>
        <w:separator/>
      </w:r>
    </w:p>
  </w:endnote>
  <w:endnote w:type="continuationSeparator" w:id="0">
    <w:p w:rsidR="00363235" w:rsidRDefault="0036323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235" w:rsidRDefault="00363235" w:rsidP="004A6273">
      <w:pPr>
        <w:spacing w:after="0" w:line="240" w:lineRule="auto"/>
      </w:pPr>
      <w:r>
        <w:separator/>
      </w:r>
    </w:p>
  </w:footnote>
  <w:footnote w:type="continuationSeparator" w:id="0">
    <w:p w:rsidR="00363235" w:rsidRDefault="0036323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235" w:rsidRDefault="00363235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3235" w:rsidRDefault="003632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184F"/>
    <w:rsid w:val="000543F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34C7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09F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3235"/>
    <w:rsid w:val="0037316A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3447"/>
    <w:rsid w:val="00875205"/>
    <w:rsid w:val="0088122B"/>
    <w:rsid w:val="0089272E"/>
    <w:rsid w:val="00892BEF"/>
    <w:rsid w:val="008941FD"/>
    <w:rsid w:val="008942DB"/>
    <w:rsid w:val="00895188"/>
    <w:rsid w:val="00897EC7"/>
    <w:rsid w:val="008A1530"/>
    <w:rsid w:val="008A3131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903D2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C6F81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A78AD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9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238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35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39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3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3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50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235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739236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739238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39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39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739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739242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41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739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44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39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49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39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739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739249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9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9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39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7392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739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39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9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73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659</TotalTime>
  <Pages>1</Pages>
  <Words>172</Words>
  <Characters>981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30</cp:revision>
  <cp:lastPrinted>2018-12-26T07:44:00Z</cp:lastPrinted>
  <dcterms:created xsi:type="dcterms:W3CDTF">2017-06-05T06:40:00Z</dcterms:created>
  <dcterms:modified xsi:type="dcterms:W3CDTF">2018-12-26T07:46:00Z</dcterms:modified>
</cp:coreProperties>
</file>