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66F" w:rsidRPr="00D56133" w:rsidRDefault="007E666F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7E666F" w:rsidRPr="00D56133" w:rsidRDefault="007E666F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7E666F" w:rsidRPr="00D56133" w:rsidRDefault="007E666F" w:rsidP="00D56133">
      <w:pPr>
        <w:spacing w:after="0" w:line="240" w:lineRule="auto"/>
        <w:ind w:firstLine="565"/>
        <w:jc w:val="both"/>
        <w:rPr>
          <w:w w:val="100"/>
        </w:rPr>
      </w:pPr>
    </w:p>
    <w:p w:rsidR="007E666F" w:rsidRDefault="007E666F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:rsidR="007E666F" w:rsidRPr="005A04CA" w:rsidRDefault="007E666F" w:rsidP="00D56133">
      <w:pPr>
        <w:spacing w:after="0" w:line="240" w:lineRule="auto"/>
        <w:ind w:firstLine="565"/>
        <w:jc w:val="both"/>
        <w:rPr>
          <w:w w:val="100"/>
        </w:rPr>
      </w:pPr>
      <w:r w:rsidRPr="005A04CA">
        <w:rPr>
          <w:w w:val="100"/>
        </w:rPr>
        <w:t>2. Наименование проекта нормативного правового акта: Об утверждении Порядка приёма, про</w:t>
      </w:r>
      <w:r>
        <w:rPr>
          <w:w w:val="100"/>
        </w:rPr>
        <w:t>ведения анализа и обобщения отчё</w:t>
      </w:r>
      <w:r w:rsidRPr="005A04CA">
        <w:rPr>
          <w:w w:val="100"/>
        </w:rPr>
        <w:t xml:space="preserve">тов, представляемых крестьянскими (фермерскими) хозяйствами, осуществляющими свою деятельность на территории Самарской области, получившими гранты </w:t>
      </w:r>
      <w:r>
        <w:rPr>
          <w:w w:val="100"/>
        </w:rPr>
        <w:t>на развитие семейных животноводческих ферм</w:t>
      </w:r>
      <w:r w:rsidRPr="005A04CA">
        <w:rPr>
          <w:w w:val="100"/>
        </w:rPr>
        <w:t>,  в целях их дальнейшего предоставления в министерство сельского хозяйства и продовольствия Самарской области.</w:t>
      </w:r>
    </w:p>
    <w:p w:rsidR="007E666F" w:rsidRDefault="007E666F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3. Планируемый срок вступления в силу нормативного правового акта: июль 2018 года.</w:t>
      </w:r>
    </w:p>
    <w:p w:rsidR="007E666F" w:rsidRDefault="007E666F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Hyperlink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Hyperlink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:rsidR="007E666F" w:rsidRPr="006436EC" w:rsidRDefault="007E666F" w:rsidP="0020741B">
      <w:pPr>
        <w:autoSpaceDE w:val="0"/>
        <w:autoSpaceDN w:val="0"/>
        <w:adjustRightInd w:val="0"/>
        <w:spacing w:after="0" w:line="240" w:lineRule="auto"/>
        <w:ind w:firstLine="565"/>
        <w:jc w:val="both"/>
        <w:rPr>
          <w:color w:val="auto"/>
          <w:w w:val="100"/>
          <w:lang w:eastAsia="ru-RU"/>
        </w:rPr>
      </w:pPr>
      <w:r w:rsidRPr="006436EC">
        <w:rPr>
          <w:w w:val="100"/>
        </w:rPr>
        <w:t xml:space="preserve">5. Обоснование необходимости подготовки проекта нормативного правового акта: обеспечение реализации переданного государственного полномочия по </w:t>
      </w:r>
      <w:r>
        <w:rPr>
          <w:color w:val="auto"/>
          <w:w w:val="100"/>
          <w:lang w:eastAsia="ru-RU"/>
        </w:rPr>
        <w:t xml:space="preserve"> приё</w:t>
      </w:r>
      <w:r w:rsidRPr="006436EC">
        <w:rPr>
          <w:color w:val="auto"/>
          <w:w w:val="100"/>
          <w:lang w:eastAsia="ru-RU"/>
        </w:rPr>
        <w:t>м</w:t>
      </w:r>
      <w:r>
        <w:rPr>
          <w:color w:val="auto"/>
          <w:w w:val="100"/>
          <w:lang w:eastAsia="ru-RU"/>
        </w:rPr>
        <w:t>у, проведению анализа и обобщению отчё</w:t>
      </w:r>
      <w:r w:rsidRPr="006436EC">
        <w:rPr>
          <w:color w:val="auto"/>
          <w:w w:val="100"/>
          <w:lang w:eastAsia="ru-RU"/>
        </w:rPr>
        <w:t xml:space="preserve">тов, представляемых крестьянскими (фермерскими) хозяйствами, осуществляющими свою деятельность на территории Самарской области, получившими гранты </w:t>
      </w:r>
      <w:r>
        <w:rPr>
          <w:color w:val="auto"/>
          <w:w w:val="100"/>
          <w:lang w:eastAsia="ru-RU"/>
        </w:rPr>
        <w:t>на развитие семейных животноводческих ферм</w:t>
      </w:r>
      <w:r w:rsidRPr="006436EC">
        <w:rPr>
          <w:color w:val="auto"/>
          <w:w w:val="100"/>
          <w:lang w:eastAsia="ru-RU"/>
        </w:rPr>
        <w:t xml:space="preserve">, в целях их дальнейшего предоставления в министерство сельского хозяйства и продовольствия Самарской области (далее – государственное полномочие) в соответствии с Законом </w:t>
      </w:r>
      <w:r w:rsidRPr="006436EC">
        <w:rPr>
          <w:w w:val="100"/>
        </w:rPr>
        <w:t>Самарской</w:t>
      </w:r>
      <w:r w:rsidRPr="00304DD8">
        <w:rPr>
          <w:w w:val="100"/>
        </w:rPr>
        <w:t xml:space="preserve"> области от  03.</w:t>
      </w:r>
      <w:r w:rsidRPr="00F54FC3">
        <w:rPr>
          <w:w w:val="100"/>
        </w:rPr>
        <w:t>04.2009 № 41-ГД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</w:t>
      </w:r>
      <w:r>
        <w:rPr>
          <w:w w:val="100"/>
        </w:rPr>
        <w:t>,</w:t>
      </w:r>
      <w:r w:rsidRPr="00F54FC3">
        <w:rPr>
          <w:w w:val="100"/>
        </w:rPr>
        <w:t xml:space="preserve"> </w:t>
      </w:r>
      <w:r w:rsidRPr="008848F1">
        <w:rPr>
          <w:w w:val="100"/>
        </w:rPr>
        <w:t xml:space="preserve">постановлением Правительства Самарской области от 20.06.2018 № 339 «О предоставлении крестьянскими (фермерскими) хозяйствами, осуществляющими свою деятельность на территории Самарской области, получившими гранты на поддержку начинающих фермеров и развитие семейных животноводческих ферм в период с 12.02.2013 по 31.12.2017, отчётов в органы местного самоуправления муниципальных районов Самарской области», Порядком предоставления в 2018-2020 годах грантов за счёт средств областного бюджета </w:t>
      </w:r>
      <w:r>
        <w:rPr>
          <w:w w:val="100"/>
        </w:rPr>
        <w:t>на развитие семейных животноводческих ферм</w:t>
      </w:r>
      <w:r w:rsidRPr="008848F1">
        <w:rPr>
          <w:w w:val="100"/>
        </w:rPr>
        <w:t>, утвержденным постановлением Правительства Самарской области от 12.02.2013 № 30</w:t>
      </w:r>
      <w:r>
        <w:rPr>
          <w:w w:val="100"/>
        </w:rPr>
        <w:t>.</w:t>
      </w:r>
      <w:r w:rsidRPr="008848F1">
        <w:rPr>
          <w:w w:val="100"/>
        </w:rPr>
        <w:t xml:space="preserve"> </w:t>
      </w:r>
    </w:p>
    <w:p w:rsidR="007E666F" w:rsidRDefault="007E666F" w:rsidP="0020741B">
      <w:pPr>
        <w:spacing w:after="0" w:line="240" w:lineRule="auto"/>
        <w:ind w:firstLine="565"/>
        <w:jc w:val="both"/>
        <w:rPr>
          <w:w w:val="100"/>
        </w:rPr>
      </w:pPr>
      <w:r w:rsidRPr="00154D24">
        <w:rPr>
          <w:w w:val="100"/>
        </w:rPr>
        <w:t>6. Описание проблем, на решение</w:t>
      </w:r>
      <w:r>
        <w:rPr>
          <w:w w:val="100"/>
        </w:rPr>
        <w:t xml:space="preserve"> которых направлен предлагаемый способ регулирования: отсутствие нормативного правового акта, направленного на реализацию переданного государственного полномочия.</w:t>
      </w:r>
    </w:p>
    <w:p w:rsidR="007E666F" w:rsidRDefault="007E666F" w:rsidP="0020741B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7. Круг субъектов, на которых будет распространено действие проекта нормативного правового акта: индивидуальные предприниматели главы крестьянских (фермерских) хозяйств, осуществляющие</w:t>
      </w:r>
      <w:r w:rsidRPr="00D56133">
        <w:rPr>
          <w:w w:val="100"/>
        </w:rPr>
        <w:t xml:space="preserve"> свою деятельность на территории Самарской обл</w:t>
      </w:r>
      <w:r>
        <w:rPr>
          <w:w w:val="100"/>
        </w:rPr>
        <w:t>асти, получившие гранты на развитие семейных животноводческих ферм.</w:t>
      </w:r>
    </w:p>
    <w:p w:rsidR="007E666F" w:rsidRDefault="007E666F" w:rsidP="0020741B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 отсутствует.</w:t>
      </w:r>
    </w:p>
    <w:p w:rsidR="007E666F" w:rsidRDefault="007E666F" w:rsidP="0020741B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9. Срок, в течение которого разработчиком проекта принимаются предложения: с 25 июня по 29 июня 2018 года.</w:t>
      </w:r>
    </w:p>
    <w:p w:rsidR="007E666F" w:rsidRPr="00D56133" w:rsidRDefault="007E666F" w:rsidP="0020741B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юрисконсульт Похвистневского управления развития АПК Чернова Е.Ю., </w:t>
      </w:r>
      <w:hyperlink r:id="rId9" w:history="1">
        <w:r w:rsidRPr="00D56133">
          <w:rPr>
            <w:rStyle w:val="Hyperlink"/>
            <w:w w:val="100"/>
          </w:rPr>
          <w:t>21243@mail.ru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8(84656)21132.</w:t>
      </w:r>
    </w:p>
    <w:sectPr w:rsidR="007E666F" w:rsidRPr="00D56133" w:rsidSect="008600C7">
      <w:headerReference w:type="default" r:id="rId10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66F" w:rsidRDefault="007E666F" w:rsidP="004A6273">
      <w:pPr>
        <w:spacing w:after="0" w:line="240" w:lineRule="auto"/>
      </w:pPr>
      <w:r>
        <w:separator/>
      </w:r>
    </w:p>
  </w:endnote>
  <w:endnote w:type="continuationSeparator" w:id="0">
    <w:p w:rsidR="007E666F" w:rsidRDefault="007E666F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66F" w:rsidRDefault="007E666F" w:rsidP="004A6273">
      <w:pPr>
        <w:spacing w:after="0" w:line="240" w:lineRule="auto"/>
      </w:pPr>
      <w:r>
        <w:separator/>
      </w:r>
    </w:p>
  </w:footnote>
  <w:footnote w:type="continuationSeparator" w:id="0">
    <w:p w:rsidR="007E666F" w:rsidRDefault="007E666F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66F" w:rsidRDefault="007E666F" w:rsidP="0002015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E666F" w:rsidRDefault="007E666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623"/>
    <w:rsid w:val="00002B9A"/>
    <w:rsid w:val="00007C73"/>
    <w:rsid w:val="00020156"/>
    <w:rsid w:val="00024142"/>
    <w:rsid w:val="00026549"/>
    <w:rsid w:val="00056F6D"/>
    <w:rsid w:val="00071636"/>
    <w:rsid w:val="00072A7A"/>
    <w:rsid w:val="00076C1B"/>
    <w:rsid w:val="00077DE9"/>
    <w:rsid w:val="00090D4F"/>
    <w:rsid w:val="00094170"/>
    <w:rsid w:val="000A30AB"/>
    <w:rsid w:val="000A6CC5"/>
    <w:rsid w:val="000B0262"/>
    <w:rsid w:val="000C31C0"/>
    <w:rsid w:val="000E169C"/>
    <w:rsid w:val="000F3253"/>
    <w:rsid w:val="000F435E"/>
    <w:rsid w:val="000F4862"/>
    <w:rsid w:val="000F6B1C"/>
    <w:rsid w:val="0010393A"/>
    <w:rsid w:val="001113A5"/>
    <w:rsid w:val="00112E28"/>
    <w:rsid w:val="00115308"/>
    <w:rsid w:val="00124671"/>
    <w:rsid w:val="00131A8C"/>
    <w:rsid w:val="00131DFD"/>
    <w:rsid w:val="001336BD"/>
    <w:rsid w:val="00151447"/>
    <w:rsid w:val="001538EE"/>
    <w:rsid w:val="00154D24"/>
    <w:rsid w:val="00165BF3"/>
    <w:rsid w:val="0017274B"/>
    <w:rsid w:val="00191987"/>
    <w:rsid w:val="001949F3"/>
    <w:rsid w:val="001A316D"/>
    <w:rsid w:val="001A4445"/>
    <w:rsid w:val="001A7F8C"/>
    <w:rsid w:val="001B07FE"/>
    <w:rsid w:val="001B2091"/>
    <w:rsid w:val="001C7F26"/>
    <w:rsid w:val="001D11DC"/>
    <w:rsid w:val="001D1A90"/>
    <w:rsid w:val="001D6B9D"/>
    <w:rsid w:val="001E556D"/>
    <w:rsid w:val="00200FE6"/>
    <w:rsid w:val="0020175D"/>
    <w:rsid w:val="0020741B"/>
    <w:rsid w:val="002135A4"/>
    <w:rsid w:val="002136E3"/>
    <w:rsid w:val="00214204"/>
    <w:rsid w:val="00222370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552A0"/>
    <w:rsid w:val="00261757"/>
    <w:rsid w:val="00261B1F"/>
    <w:rsid w:val="002644D2"/>
    <w:rsid w:val="002671A7"/>
    <w:rsid w:val="00280202"/>
    <w:rsid w:val="00282CD9"/>
    <w:rsid w:val="00287B2F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F06EB"/>
    <w:rsid w:val="002F2908"/>
    <w:rsid w:val="002F30C5"/>
    <w:rsid w:val="002F6153"/>
    <w:rsid w:val="00302E76"/>
    <w:rsid w:val="003033C0"/>
    <w:rsid w:val="00304DD8"/>
    <w:rsid w:val="003116C6"/>
    <w:rsid w:val="003160F4"/>
    <w:rsid w:val="00316E00"/>
    <w:rsid w:val="00320779"/>
    <w:rsid w:val="00325B2C"/>
    <w:rsid w:val="003304D4"/>
    <w:rsid w:val="003354D7"/>
    <w:rsid w:val="003355A7"/>
    <w:rsid w:val="00337C74"/>
    <w:rsid w:val="00344921"/>
    <w:rsid w:val="0034550C"/>
    <w:rsid w:val="00346FB6"/>
    <w:rsid w:val="00352301"/>
    <w:rsid w:val="0037316A"/>
    <w:rsid w:val="00374960"/>
    <w:rsid w:val="00376E61"/>
    <w:rsid w:val="0038173F"/>
    <w:rsid w:val="00390F8F"/>
    <w:rsid w:val="00393485"/>
    <w:rsid w:val="003A6B16"/>
    <w:rsid w:val="003B2D3B"/>
    <w:rsid w:val="003C0512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12C3"/>
    <w:rsid w:val="00413002"/>
    <w:rsid w:val="00417D2D"/>
    <w:rsid w:val="00421D92"/>
    <w:rsid w:val="00423A50"/>
    <w:rsid w:val="004374FC"/>
    <w:rsid w:val="00443CD2"/>
    <w:rsid w:val="00447349"/>
    <w:rsid w:val="004668A4"/>
    <w:rsid w:val="00470968"/>
    <w:rsid w:val="004734CB"/>
    <w:rsid w:val="004948CB"/>
    <w:rsid w:val="004A3225"/>
    <w:rsid w:val="004A4F3D"/>
    <w:rsid w:val="004A5126"/>
    <w:rsid w:val="004A6273"/>
    <w:rsid w:val="004A711F"/>
    <w:rsid w:val="004B39F2"/>
    <w:rsid w:val="004C5EF3"/>
    <w:rsid w:val="004D2C79"/>
    <w:rsid w:val="004D5B17"/>
    <w:rsid w:val="004D62A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598C"/>
    <w:rsid w:val="005519A1"/>
    <w:rsid w:val="005538D0"/>
    <w:rsid w:val="005634E3"/>
    <w:rsid w:val="0056734D"/>
    <w:rsid w:val="00567411"/>
    <w:rsid w:val="00584EEF"/>
    <w:rsid w:val="00593389"/>
    <w:rsid w:val="00593AAA"/>
    <w:rsid w:val="005A04CA"/>
    <w:rsid w:val="005A3CED"/>
    <w:rsid w:val="005A4CE3"/>
    <w:rsid w:val="005B1CDE"/>
    <w:rsid w:val="005B1D45"/>
    <w:rsid w:val="005B6A13"/>
    <w:rsid w:val="005C39F5"/>
    <w:rsid w:val="005D352C"/>
    <w:rsid w:val="005D3F85"/>
    <w:rsid w:val="005E2E50"/>
    <w:rsid w:val="005E2F17"/>
    <w:rsid w:val="005E5226"/>
    <w:rsid w:val="005E73C7"/>
    <w:rsid w:val="005F18EE"/>
    <w:rsid w:val="005F3AEE"/>
    <w:rsid w:val="005F5061"/>
    <w:rsid w:val="005F7698"/>
    <w:rsid w:val="005F79E6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36EC"/>
    <w:rsid w:val="00647F48"/>
    <w:rsid w:val="006561B5"/>
    <w:rsid w:val="00657972"/>
    <w:rsid w:val="00661006"/>
    <w:rsid w:val="0066231D"/>
    <w:rsid w:val="00663E40"/>
    <w:rsid w:val="00670405"/>
    <w:rsid w:val="00677B7D"/>
    <w:rsid w:val="00681507"/>
    <w:rsid w:val="00683F52"/>
    <w:rsid w:val="00687C06"/>
    <w:rsid w:val="00696753"/>
    <w:rsid w:val="006D02E8"/>
    <w:rsid w:val="006D0C47"/>
    <w:rsid w:val="006D1961"/>
    <w:rsid w:val="006D3940"/>
    <w:rsid w:val="006D3C54"/>
    <w:rsid w:val="006D61B1"/>
    <w:rsid w:val="006E03DD"/>
    <w:rsid w:val="006E2302"/>
    <w:rsid w:val="006E7C2E"/>
    <w:rsid w:val="006F371F"/>
    <w:rsid w:val="006F4FF1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713C"/>
    <w:rsid w:val="00763DB9"/>
    <w:rsid w:val="00764C5E"/>
    <w:rsid w:val="00766563"/>
    <w:rsid w:val="00766CB7"/>
    <w:rsid w:val="0076786F"/>
    <w:rsid w:val="00770948"/>
    <w:rsid w:val="00773742"/>
    <w:rsid w:val="00776896"/>
    <w:rsid w:val="007818DB"/>
    <w:rsid w:val="00781D53"/>
    <w:rsid w:val="00784639"/>
    <w:rsid w:val="00785397"/>
    <w:rsid w:val="007934D1"/>
    <w:rsid w:val="007A1F72"/>
    <w:rsid w:val="007A509A"/>
    <w:rsid w:val="007A6E0B"/>
    <w:rsid w:val="007B258D"/>
    <w:rsid w:val="007B7E36"/>
    <w:rsid w:val="007C17D3"/>
    <w:rsid w:val="007C5A8F"/>
    <w:rsid w:val="007D2766"/>
    <w:rsid w:val="007D7377"/>
    <w:rsid w:val="007E22F9"/>
    <w:rsid w:val="007E666F"/>
    <w:rsid w:val="007F290B"/>
    <w:rsid w:val="007F4100"/>
    <w:rsid w:val="00825C72"/>
    <w:rsid w:val="00833997"/>
    <w:rsid w:val="00833B54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848F1"/>
    <w:rsid w:val="0089272E"/>
    <w:rsid w:val="008941FD"/>
    <w:rsid w:val="008942DB"/>
    <w:rsid w:val="00895188"/>
    <w:rsid w:val="00897EC7"/>
    <w:rsid w:val="008A1530"/>
    <w:rsid w:val="008C6942"/>
    <w:rsid w:val="008D1770"/>
    <w:rsid w:val="008D2420"/>
    <w:rsid w:val="008D754F"/>
    <w:rsid w:val="008D7A32"/>
    <w:rsid w:val="008E08BB"/>
    <w:rsid w:val="008E6227"/>
    <w:rsid w:val="008E73D7"/>
    <w:rsid w:val="008F7B12"/>
    <w:rsid w:val="009003DC"/>
    <w:rsid w:val="00901C92"/>
    <w:rsid w:val="009063CC"/>
    <w:rsid w:val="009105DA"/>
    <w:rsid w:val="009134A2"/>
    <w:rsid w:val="00913C60"/>
    <w:rsid w:val="00914FBB"/>
    <w:rsid w:val="00915D5A"/>
    <w:rsid w:val="0092131F"/>
    <w:rsid w:val="00925B4E"/>
    <w:rsid w:val="00925E1C"/>
    <w:rsid w:val="00931616"/>
    <w:rsid w:val="009337AA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510E"/>
    <w:rsid w:val="009B4C68"/>
    <w:rsid w:val="009C1FF2"/>
    <w:rsid w:val="009C2049"/>
    <w:rsid w:val="009C2D9D"/>
    <w:rsid w:val="009C7D28"/>
    <w:rsid w:val="009D1831"/>
    <w:rsid w:val="009D3058"/>
    <w:rsid w:val="009D30F5"/>
    <w:rsid w:val="009D38DA"/>
    <w:rsid w:val="009D5553"/>
    <w:rsid w:val="009D567E"/>
    <w:rsid w:val="009E3D24"/>
    <w:rsid w:val="00A01DC4"/>
    <w:rsid w:val="00A041A7"/>
    <w:rsid w:val="00A059DB"/>
    <w:rsid w:val="00A11EC4"/>
    <w:rsid w:val="00A121A6"/>
    <w:rsid w:val="00A14210"/>
    <w:rsid w:val="00A23AA3"/>
    <w:rsid w:val="00A34F80"/>
    <w:rsid w:val="00A3656B"/>
    <w:rsid w:val="00A43EC2"/>
    <w:rsid w:val="00A45E7F"/>
    <w:rsid w:val="00A51E03"/>
    <w:rsid w:val="00A541CA"/>
    <w:rsid w:val="00A650D8"/>
    <w:rsid w:val="00A758CE"/>
    <w:rsid w:val="00A86111"/>
    <w:rsid w:val="00AA1F8C"/>
    <w:rsid w:val="00AD0A3F"/>
    <w:rsid w:val="00AD0F21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26788"/>
    <w:rsid w:val="00B50339"/>
    <w:rsid w:val="00B56238"/>
    <w:rsid w:val="00B66A08"/>
    <w:rsid w:val="00B67B5B"/>
    <w:rsid w:val="00B7388D"/>
    <w:rsid w:val="00B84007"/>
    <w:rsid w:val="00B8479E"/>
    <w:rsid w:val="00B86AA3"/>
    <w:rsid w:val="00B971FC"/>
    <w:rsid w:val="00BC08EB"/>
    <w:rsid w:val="00BC0C55"/>
    <w:rsid w:val="00BC13CF"/>
    <w:rsid w:val="00BC2FC3"/>
    <w:rsid w:val="00BC3FCB"/>
    <w:rsid w:val="00BC6306"/>
    <w:rsid w:val="00BD7A2F"/>
    <w:rsid w:val="00BE614D"/>
    <w:rsid w:val="00BF7748"/>
    <w:rsid w:val="00C0748B"/>
    <w:rsid w:val="00C135C9"/>
    <w:rsid w:val="00C14247"/>
    <w:rsid w:val="00C155C2"/>
    <w:rsid w:val="00C20A4B"/>
    <w:rsid w:val="00C21528"/>
    <w:rsid w:val="00C245E2"/>
    <w:rsid w:val="00C34985"/>
    <w:rsid w:val="00C40CDE"/>
    <w:rsid w:val="00C463C4"/>
    <w:rsid w:val="00C6069C"/>
    <w:rsid w:val="00C61F2B"/>
    <w:rsid w:val="00C638FD"/>
    <w:rsid w:val="00C82117"/>
    <w:rsid w:val="00C86001"/>
    <w:rsid w:val="00C86151"/>
    <w:rsid w:val="00C86804"/>
    <w:rsid w:val="00C952D6"/>
    <w:rsid w:val="00CA2464"/>
    <w:rsid w:val="00CA7122"/>
    <w:rsid w:val="00CB5D04"/>
    <w:rsid w:val="00CC554B"/>
    <w:rsid w:val="00CD328E"/>
    <w:rsid w:val="00CD76FB"/>
    <w:rsid w:val="00CE7D95"/>
    <w:rsid w:val="00CF5E80"/>
    <w:rsid w:val="00D074AC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0DDC"/>
    <w:rsid w:val="00DA242D"/>
    <w:rsid w:val="00DB548F"/>
    <w:rsid w:val="00DB612B"/>
    <w:rsid w:val="00DB6A79"/>
    <w:rsid w:val="00DC4162"/>
    <w:rsid w:val="00DF0A03"/>
    <w:rsid w:val="00E000BA"/>
    <w:rsid w:val="00E02C16"/>
    <w:rsid w:val="00E10270"/>
    <w:rsid w:val="00E12C0D"/>
    <w:rsid w:val="00E24293"/>
    <w:rsid w:val="00E24B5A"/>
    <w:rsid w:val="00E24E51"/>
    <w:rsid w:val="00E25AC6"/>
    <w:rsid w:val="00E34DD1"/>
    <w:rsid w:val="00E472AD"/>
    <w:rsid w:val="00E51700"/>
    <w:rsid w:val="00E54FF8"/>
    <w:rsid w:val="00E7546B"/>
    <w:rsid w:val="00E77189"/>
    <w:rsid w:val="00E77EB8"/>
    <w:rsid w:val="00E82B7D"/>
    <w:rsid w:val="00E83E93"/>
    <w:rsid w:val="00E93D38"/>
    <w:rsid w:val="00E9400B"/>
    <w:rsid w:val="00E94956"/>
    <w:rsid w:val="00EA57D5"/>
    <w:rsid w:val="00EB1CD8"/>
    <w:rsid w:val="00EC3E5D"/>
    <w:rsid w:val="00EC5463"/>
    <w:rsid w:val="00EC77D1"/>
    <w:rsid w:val="00ED2F76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4FC3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9203C"/>
    <w:rsid w:val="00FA138E"/>
    <w:rsid w:val="00FB00AA"/>
    <w:rsid w:val="00FB6EBD"/>
    <w:rsid w:val="00FC0EB6"/>
    <w:rsid w:val="00FC6003"/>
    <w:rsid w:val="00FC77AC"/>
    <w:rsid w:val="00FD0CB9"/>
    <w:rsid w:val="00FD5065"/>
    <w:rsid w:val="00FD71DC"/>
    <w:rsid w:val="00FE0AA4"/>
    <w:rsid w:val="00FF1AD0"/>
    <w:rsid w:val="00FF4764"/>
    <w:rsid w:val="00FF674F"/>
    <w:rsid w:val="00FF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Heading2">
    <w:name w:val="heading 2"/>
    <w:basedOn w:val="Normal"/>
    <w:link w:val="Heading2Char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Heading4">
    <w:name w:val="heading 4"/>
    <w:basedOn w:val="Normal"/>
    <w:link w:val="Heading4Char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EnvelopeAddress">
    <w:name w:val="envelope address"/>
    <w:basedOn w:val="Normal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EnvelopeReturn">
    <w:name w:val="envelope return"/>
    <w:basedOn w:val="Normal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ListParagraph">
    <w:name w:val="List Paragraph"/>
    <w:basedOn w:val="Normal"/>
    <w:uiPriority w:val="99"/>
    <w:qFormat/>
    <w:rsid w:val="00B86AA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10393A"/>
    <w:rPr>
      <w:color w:val="808080"/>
    </w:rPr>
  </w:style>
  <w:style w:type="character" w:styleId="Strong">
    <w:name w:val="Strong"/>
    <w:basedOn w:val="DefaultParagraphFont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302E76"/>
  </w:style>
  <w:style w:type="character" w:styleId="Emphasis">
    <w:name w:val="Emphasis"/>
    <w:basedOn w:val="DefaultParagraphFont"/>
    <w:uiPriority w:val="99"/>
    <w:qFormat/>
    <w:rsid w:val="00302E76"/>
    <w:rPr>
      <w:i/>
      <w:iCs/>
    </w:rPr>
  </w:style>
  <w:style w:type="character" w:styleId="Hyperlink">
    <w:name w:val="Hyperlink"/>
    <w:basedOn w:val="DefaultParagraphFont"/>
    <w:uiPriority w:val="99"/>
    <w:semiHidden/>
    <w:rsid w:val="00302E7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DefaultParagraphFont"/>
    <w:uiPriority w:val="99"/>
    <w:rsid w:val="004A5126"/>
  </w:style>
  <w:style w:type="character" w:customStyle="1" w:styleId="resume-blocksalary">
    <w:name w:val="resume-block__salary"/>
    <w:basedOn w:val="DefaultParagraphFont"/>
    <w:uiPriority w:val="99"/>
    <w:rsid w:val="004A5126"/>
  </w:style>
  <w:style w:type="character" w:customStyle="1" w:styleId="resume-blockexperience-mount-last">
    <w:name w:val="resume-block__experience-mount-last"/>
    <w:basedOn w:val="DefaultParagraphFont"/>
    <w:uiPriority w:val="99"/>
    <w:rsid w:val="004A5126"/>
  </w:style>
  <w:style w:type="character" w:customStyle="1" w:styleId="bloko-tagsection-text">
    <w:name w:val="bloko-tag__section-text"/>
    <w:basedOn w:val="DefaultParagraphFont"/>
    <w:uiPriority w:val="99"/>
    <w:rsid w:val="004A5126"/>
  </w:style>
  <w:style w:type="paragraph" w:styleId="Header">
    <w:name w:val="header"/>
    <w:basedOn w:val="Normal"/>
    <w:link w:val="Head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A6273"/>
  </w:style>
  <w:style w:type="paragraph" w:styleId="Footer">
    <w:name w:val="footer"/>
    <w:basedOn w:val="Normal"/>
    <w:link w:val="Foot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rsid w:val="008600C7"/>
  </w:style>
  <w:style w:type="paragraph" w:customStyle="1" w:styleId="2">
    <w:name w:val="Знак Знак2"/>
    <w:basedOn w:val="Normal"/>
    <w:uiPriority w:val="99"/>
    <w:rsid w:val="005A04CA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28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8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28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87458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28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28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287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287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28742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3287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287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3287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3287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328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28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8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287579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28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287429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287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287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287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3287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3287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6328743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287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287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6328745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287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287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3287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287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328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3287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287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287470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63287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287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287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287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63287492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28748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287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287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3287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3287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3287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3287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63287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3287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3287520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287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287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3287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63287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3287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3287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3287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3287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3287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287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287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3287570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287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287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3287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63287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3287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3287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3287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3287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3287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287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287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3287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3287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3287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3287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63287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3287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6328756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28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287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287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3287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3287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3287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63287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3287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287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28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54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28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8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28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28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28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287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63287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28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840</TotalTime>
  <Pages>2</Pages>
  <Words>491</Words>
  <Characters>2801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SamLab.ws</cp:lastModifiedBy>
  <cp:revision>30</cp:revision>
  <cp:lastPrinted>2017-07-02T12:01:00Z</cp:lastPrinted>
  <dcterms:created xsi:type="dcterms:W3CDTF">2017-06-05T06:40:00Z</dcterms:created>
  <dcterms:modified xsi:type="dcterms:W3CDTF">2018-06-25T12:43:00Z</dcterms:modified>
</cp:coreProperties>
</file>