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0E3" w:rsidRPr="002736FF" w:rsidRDefault="009D20E3" w:rsidP="007F4E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36FF">
        <w:rPr>
          <w:rFonts w:ascii="Times New Roman" w:hAnsi="Times New Roman" w:cs="Times New Roman"/>
          <w:b/>
          <w:bCs/>
          <w:sz w:val="28"/>
          <w:szCs w:val="28"/>
        </w:rPr>
        <w:t>ФИНАНСОВО-ЭКОНОМИЧЕСКОЕ ОБОСНОВАНИЕ</w:t>
      </w:r>
    </w:p>
    <w:p w:rsidR="009D20E3" w:rsidRPr="00937BB2" w:rsidRDefault="009D20E3" w:rsidP="00937B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7BB2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муниципального района Похвистневский Самарской области «О внесении изменений в отдельные Постановления Администрации муниципального района Похвистневский Самарской области» </w:t>
      </w:r>
    </w:p>
    <w:p w:rsidR="009D20E3" w:rsidRPr="00937BB2" w:rsidRDefault="009D20E3" w:rsidP="00937BB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D20E3" w:rsidRPr="002736FF" w:rsidRDefault="009D20E3" w:rsidP="00FD24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36FF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E24293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E24293">
        <w:rPr>
          <w:rFonts w:ascii="Times New Roman" w:hAnsi="Times New Roman" w:cs="Times New Roman"/>
          <w:sz w:val="28"/>
          <w:szCs w:val="28"/>
        </w:rPr>
        <w:t xml:space="preserve"> </w:t>
      </w:r>
      <w:r w:rsidRPr="00937BB2">
        <w:rPr>
          <w:rFonts w:ascii="Times New Roman" w:hAnsi="Times New Roman" w:cs="Times New Roman"/>
          <w:sz w:val="28"/>
          <w:szCs w:val="28"/>
        </w:rPr>
        <w:t xml:space="preserve">«О внесении изменений в отдельные Постановления Администрации муниципального района Похвистневский Самарской области» </w:t>
      </w:r>
      <w:r w:rsidRPr="002736FF">
        <w:rPr>
          <w:rFonts w:ascii="Times New Roman" w:hAnsi="Times New Roman" w:cs="Times New Roman"/>
          <w:sz w:val="28"/>
          <w:szCs w:val="28"/>
        </w:rPr>
        <w:t>(далее – Проект) разработан в целях реализации</w:t>
      </w:r>
      <w:r>
        <w:rPr>
          <w:rFonts w:ascii="Times New Roman" w:hAnsi="Times New Roman" w:cs="Times New Roman"/>
          <w:sz w:val="28"/>
          <w:szCs w:val="28"/>
        </w:rPr>
        <w:t xml:space="preserve"> Закона Самарской области от  03.04.2009 № 41-ГД </w:t>
      </w:r>
      <w:r w:rsidRPr="00FB21CA">
        <w:rPr>
          <w:rFonts w:ascii="Times New Roman" w:hAnsi="Times New Roman" w:cs="Times New Roman"/>
          <w:sz w:val="28"/>
          <w:szCs w:val="28"/>
        </w:rPr>
        <w:t>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</w:t>
      </w:r>
      <w:r>
        <w:rPr>
          <w:rFonts w:ascii="Times New Roman" w:hAnsi="Times New Roman" w:cs="Times New Roman"/>
          <w:sz w:val="28"/>
          <w:szCs w:val="28"/>
        </w:rPr>
        <w:t>го производства»</w:t>
      </w:r>
      <w:r w:rsidRPr="00FB21CA">
        <w:rPr>
          <w:rFonts w:ascii="Times New Roman" w:hAnsi="Times New Roman" w:cs="Times New Roman"/>
          <w:sz w:val="28"/>
          <w:szCs w:val="28"/>
        </w:rPr>
        <w:t>, по</w:t>
      </w:r>
      <w:r>
        <w:rPr>
          <w:rFonts w:ascii="Times New Roman" w:hAnsi="Times New Roman" w:cs="Times New Roman"/>
          <w:sz w:val="28"/>
          <w:szCs w:val="28"/>
        </w:rPr>
        <w:t>становления</w:t>
      </w:r>
      <w:r w:rsidRPr="00FB21CA">
        <w:rPr>
          <w:rFonts w:ascii="Times New Roman" w:hAnsi="Times New Roman" w:cs="Times New Roman"/>
          <w:sz w:val="28"/>
          <w:szCs w:val="28"/>
        </w:rPr>
        <w:t xml:space="preserve">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 от 19.02.2013 № 44 «</w:t>
      </w:r>
      <w:r w:rsidRPr="00FB21CA">
        <w:rPr>
          <w:rFonts w:ascii="Times New Roman" w:hAnsi="Times New Roman" w:cs="Times New Roman"/>
          <w:sz w:val="28"/>
          <w:szCs w:val="28"/>
        </w:rPr>
        <w:t>О мерах,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20E3" w:rsidRPr="00011BE4" w:rsidRDefault="009D20E3" w:rsidP="001543CD">
      <w:pPr>
        <w:spacing w:after="0" w:line="240" w:lineRule="auto"/>
        <w:ind w:firstLine="56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11BE4">
        <w:rPr>
          <w:rFonts w:ascii="Times New Roman" w:hAnsi="Times New Roman" w:cs="Times New Roman"/>
          <w:sz w:val="28"/>
          <w:szCs w:val="28"/>
        </w:rPr>
        <w:t>Проект направлен на приведение в соответствие с  постановлением Правительства Самарской области от 21.12.2017 № 867 «О внесении изменений в отдельные постановления Правительства Самарской области»</w:t>
      </w:r>
      <w:r w:rsidRPr="00011BE4">
        <w:rPr>
          <w:rFonts w:ascii="Times New Roman" w:hAnsi="Times New Roman" w:cs="Times New Roman"/>
          <w:spacing w:val="-2"/>
          <w:sz w:val="28"/>
          <w:szCs w:val="28"/>
        </w:rPr>
        <w:t xml:space="preserve"> Постановлений Администрации муниципального района Похвистневский Самарской области:</w:t>
      </w:r>
    </w:p>
    <w:p w:rsidR="009D20E3" w:rsidRPr="00011BE4" w:rsidRDefault="009D20E3" w:rsidP="001543CD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37BB2">
        <w:rPr>
          <w:rFonts w:ascii="Times New Roman" w:hAnsi="Times New Roman" w:cs="Times New Roman"/>
          <w:spacing w:val="-2"/>
          <w:sz w:val="28"/>
          <w:szCs w:val="28"/>
        </w:rPr>
        <w:t xml:space="preserve">от  </w:t>
      </w:r>
      <w:r w:rsidRPr="00937BB2">
        <w:rPr>
          <w:rFonts w:ascii="Times New Roman" w:hAnsi="Times New Roman" w:cs="Times New Roman"/>
          <w:sz w:val="28"/>
          <w:szCs w:val="28"/>
        </w:rPr>
        <w:t xml:space="preserve">01.04.2013 № 207 «Об утверждении Порядка предоставления в 2017 - 2019 годах субсидий сельскохозяйственным товаропроизводителям, организациям потребительской кооперации, организациям и индивидуальным </w:t>
      </w:r>
      <w:r w:rsidRPr="00011BE4">
        <w:rPr>
          <w:rFonts w:ascii="Times New Roman" w:hAnsi="Times New Roman" w:cs="Times New Roman"/>
          <w:sz w:val="28"/>
          <w:szCs w:val="28"/>
        </w:rPr>
        <w:t xml:space="preserve">предпринимателям, осуществляющим свою деятельность на территории Самарской области, в целях возмещения части процентной ставки по краткосрочным кредитам (займам)» а именно Порядка предоставления в 2017 - 2019 годах субсидий сельскохозяйственным товаропроизводителям, организациям потребительской кооперации, организациям и индивидуальным предпринимателям, осуществляющим свою деятельность на территории Самарской области, в целях возмещения части процентной ставки по краткосрочным кредитам (займам) (далее – Порядок 1);  </w:t>
      </w:r>
    </w:p>
    <w:p w:rsidR="009D20E3" w:rsidRPr="00011BE4" w:rsidRDefault="009D20E3" w:rsidP="001543CD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011BE4">
        <w:rPr>
          <w:rFonts w:ascii="Times New Roman" w:hAnsi="Times New Roman" w:cs="Times New Roman"/>
          <w:sz w:val="28"/>
          <w:szCs w:val="28"/>
        </w:rPr>
        <w:t xml:space="preserve">от 01.04.2013 № 208 «Об утверждении Порядка предоставления в 2017 - 2019 годах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краткосрочным кредитам (займам), а именно в Порядок предоставления в 2017 - 2019 годах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краткосрочным кредитам (займам)» (далее - Порядок 2) в части корректировки срока действия Порядков 1, 2. </w:t>
      </w:r>
    </w:p>
    <w:p w:rsidR="009D20E3" w:rsidRPr="00937BB2" w:rsidRDefault="009D20E3" w:rsidP="00FD24D2">
      <w:pPr>
        <w:widowControl w:val="0"/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Pr="00937BB2">
        <w:rPr>
          <w:rFonts w:ascii="Times New Roman" w:hAnsi="Times New Roman" w:cs="Times New Roman"/>
          <w:sz w:val="28"/>
          <w:szCs w:val="28"/>
        </w:rPr>
        <w:t>проекта не повлечет допол</w:t>
      </w:r>
      <w:r>
        <w:rPr>
          <w:rFonts w:ascii="Times New Roman" w:hAnsi="Times New Roman" w:cs="Times New Roman"/>
          <w:sz w:val="28"/>
          <w:szCs w:val="28"/>
        </w:rPr>
        <w:t>нительных расходов из местного</w:t>
      </w:r>
      <w:r w:rsidRPr="00937BB2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9D20E3" w:rsidRPr="002736FF" w:rsidRDefault="009D20E3" w:rsidP="00FD24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9D20E3" w:rsidRPr="002736FF" w:rsidSect="00C90860">
      <w:headerReference w:type="default" r:id="rId6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0E3" w:rsidRDefault="009D20E3" w:rsidP="005056D4">
      <w:pPr>
        <w:spacing w:after="0" w:line="240" w:lineRule="auto"/>
      </w:pPr>
      <w:r>
        <w:separator/>
      </w:r>
    </w:p>
  </w:endnote>
  <w:endnote w:type="continuationSeparator" w:id="0">
    <w:p w:rsidR="009D20E3" w:rsidRDefault="009D20E3" w:rsidP="00505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0E3" w:rsidRDefault="009D20E3" w:rsidP="005056D4">
      <w:pPr>
        <w:spacing w:after="0" w:line="240" w:lineRule="auto"/>
      </w:pPr>
      <w:r>
        <w:separator/>
      </w:r>
    </w:p>
  </w:footnote>
  <w:footnote w:type="continuationSeparator" w:id="0">
    <w:p w:rsidR="009D20E3" w:rsidRDefault="009D20E3" w:rsidP="00505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0E3" w:rsidRDefault="009D20E3" w:rsidP="00A269C3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D20E3" w:rsidRDefault="009D20E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6FF"/>
    <w:rsid w:val="00011BE4"/>
    <w:rsid w:val="0005364A"/>
    <w:rsid w:val="00092313"/>
    <w:rsid w:val="001148C8"/>
    <w:rsid w:val="001543CD"/>
    <w:rsid w:val="001D66F5"/>
    <w:rsid w:val="0021648A"/>
    <w:rsid w:val="002736FF"/>
    <w:rsid w:val="002B7657"/>
    <w:rsid w:val="00335FF4"/>
    <w:rsid w:val="003576CD"/>
    <w:rsid w:val="003E2884"/>
    <w:rsid w:val="005056D4"/>
    <w:rsid w:val="00595E4C"/>
    <w:rsid w:val="00636E1D"/>
    <w:rsid w:val="00684675"/>
    <w:rsid w:val="006C610D"/>
    <w:rsid w:val="006D0DE0"/>
    <w:rsid w:val="00703C97"/>
    <w:rsid w:val="007F4E41"/>
    <w:rsid w:val="00857F1D"/>
    <w:rsid w:val="008E741B"/>
    <w:rsid w:val="00901A3C"/>
    <w:rsid w:val="009208DA"/>
    <w:rsid w:val="00937BB2"/>
    <w:rsid w:val="00955B65"/>
    <w:rsid w:val="00961BB1"/>
    <w:rsid w:val="00962B23"/>
    <w:rsid w:val="009840C5"/>
    <w:rsid w:val="009D20E3"/>
    <w:rsid w:val="00A269C3"/>
    <w:rsid w:val="00C527FD"/>
    <w:rsid w:val="00C534E7"/>
    <w:rsid w:val="00C57E9A"/>
    <w:rsid w:val="00C841D4"/>
    <w:rsid w:val="00C90860"/>
    <w:rsid w:val="00CB15FA"/>
    <w:rsid w:val="00D53951"/>
    <w:rsid w:val="00E24293"/>
    <w:rsid w:val="00E64868"/>
    <w:rsid w:val="00EA2543"/>
    <w:rsid w:val="00F61810"/>
    <w:rsid w:val="00FB21CA"/>
    <w:rsid w:val="00FD2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6D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736FF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736FF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2736FF"/>
  </w:style>
  <w:style w:type="paragraph" w:customStyle="1" w:styleId="ConsPlusTitle">
    <w:name w:val="ConsPlusTitle"/>
    <w:uiPriority w:val="99"/>
    <w:rsid w:val="002736FF"/>
    <w:pPr>
      <w:widowControl w:val="0"/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paragraph" w:customStyle="1" w:styleId="a">
    <w:name w:val="Знак"/>
    <w:basedOn w:val="Normal"/>
    <w:uiPriority w:val="99"/>
    <w:rsid w:val="00937BB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1</Pages>
  <Words>405</Words>
  <Characters>2311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SamLab.ws</cp:lastModifiedBy>
  <cp:revision>9</cp:revision>
  <cp:lastPrinted>2017-06-16T10:51:00Z</cp:lastPrinted>
  <dcterms:created xsi:type="dcterms:W3CDTF">2017-06-05T13:11:00Z</dcterms:created>
  <dcterms:modified xsi:type="dcterms:W3CDTF">2018-01-15T10:30:00Z</dcterms:modified>
</cp:coreProperties>
</file>