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43" w:rsidRPr="00D56133" w:rsidRDefault="004A254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A2543" w:rsidRPr="00D56133" w:rsidRDefault="004A254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A2543" w:rsidRPr="00D56133" w:rsidRDefault="004A2543" w:rsidP="00D56133">
      <w:pPr>
        <w:spacing w:after="0" w:line="240" w:lineRule="auto"/>
        <w:ind w:firstLine="565"/>
        <w:jc w:val="both"/>
        <w:rPr>
          <w:w w:val="100"/>
        </w:rPr>
      </w:pPr>
    </w:p>
    <w:p w:rsidR="004A2543" w:rsidRPr="005B37F0" w:rsidRDefault="004A254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</w:t>
      </w:r>
      <w:r w:rsidRPr="005B37F0">
        <w:rPr>
          <w:w w:val="100"/>
        </w:rPr>
        <w:t>муниципального района Похвистневский.</w:t>
      </w:r>
    </w:p>
    <w:p w:rsidR="004A2543" w:rsidRPr="005B37F0" w:rsidRDefault="004A2543" w:rsidP="00D56133">
      <w:pPr>
        <w:spacing w:after="0" w:line="240" w:lineRule="auto"/>
        <w:ind w:firstLine="565"/>
        <w:jc w:val="both"/>
        <w:rPr>
          <w:w w:val="100"/>
        </w:rPr>
      </w:pPr>
      <w:r w:rsidRPr="005B37F0">
        <w:rPr>
          <w:w w:val="100"/>
        </w:rPr>
        <w:t>2. Наименование проекта нормативного правового акта: О внесении изменений в Постановление Администрации муниципального района Похвистневский Самарской области от 21.09.2017 № 780.</w:t>
      </w:r>
    </w:p>
    <w:p w:rsidR="004A2543" w:rsidRPr="005B37F0" w:rsidRDefault="004A2543" w:rsidP="00D56133">
      <w:pPr>
        <w:spacing w:after="0" w:line="240" w:lineRule="auto"/>
        <w:ind w:firstLine="565"/>
        <w:jc w:val="both"/>
        <w:rPr>
          <w:w w:val="100"/>
        </w:rPr>
      </w:pPr>
      <w:r w:rsidRPr="005B37F0">
        <w:rPr>
          <w:w w:val="100"/>
        </w:rPr>
        <w:t>3. Планируемый срок вступления в силу нор</w:t>
      </w:r>
      <w:r>
        <w:rPr>
          <w:w w:val="100"/>
        </w:rPr>
        <w:t>мативного правового акта: январь</w:t>
      </w:r>
      <w:r w:rsidRPr="005B37F0">
        <w:rPr>
          <w:w w:val="100"/>
        </w:rPr>
        <w:t xml:space="preserve"> 201</w:t>
      </w:r>
      <w:r>
        <w:rPr>
          <w:w w:val="100"/>
        </w:rPr>
        <w:t>8</w:t>
      </w:r>
      <w:r w:rsidRPr="005B37F0">
        <w:rPr>
          <w:w w:val="100"/>
        </w:rPr>
        <w:t xml:space="preserve"> года.</w:t>
      </w:r>
    </w:p>
    <w:p w:rsidR="004A2543" w:rsidRDefault="004A254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5B37F0">
        <w:rPr>
          <w:w w:val="100"/>
        </w:rPr>
        <w:t>4. Разработчик проекта нормативного правового акта</w:t>
      </w:r>
      <w:r>
        <w:rPr>
          <w:w w:val="100"/>
        </w:rPr>
        <w:t xml:space="preserve">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A2543" w:rsidRPr="007C5A8F" w:rsidRDefault="004A254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</w:t>
      </w:r>
      <w:r w:rsidRPr="005B37F0">
        <w:rPr>
          <w:w w:val="100"/>
        </w:rPr>
        <w:t>правового акта: приведение отдельных положений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строительство, реконструкцию или техническое перевооружение мелиоративных систем,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области, утвержденного Постановлением Администрации муниципального района Похвистневский от 21.09.2017 № 780 (далее – Порядок) в соответствие</w:t>
      </w:r>
      <w:r w:rsidRPr="00071636">
        <w:rPr>
          <w:w w:val="100"/>
        </w:rPr>
        <w:t xml:space="preserve"> с </w:t>
      </w:r>
      <w:r>
        <w:rPr>
          <w:w w:val="100"/>
        </w:rPr>
        <w:t xml:space="preserve"> постановлением Правительства Самарской области  от 21.12.2017 № 867</w:t>
      </w:r>
      <w:r w:rsidRPr="00B84007">
        <w:rPr>
          <w:w w:val="100"/>
        </w:rPr>
        <w:t xml:space="preserve"> «О внесении изменений в отдельные постановления Правительства Самарской области»</w:t>
      </w:r>
      <w:r>
        <w:rPr>
          <w:w w:val="100"/>
        </w:rPr>
        <w:t>,</w:t>
      </w:r>
      <w:r w:rsidRPr="00B84007">
        <w:rPr>
          <w:w w:val="100"/>
        </w:rPr>
        <w:t xml:space="preserve"> а также в части изменения даты представления документов в целях</w:t>
      </w:r>
      <w:bookmarkStart w:id="0" w:name="_GoBack"/>
      <w:bookmarkEnd w:id="0"/>
      <w:r>
        <w:rPr>
          <w:w w:val="100"/>
        </w:rPr>
        <w:t xml:space="preserve"> проведения проверки</w:t>
      </w:r>
      <w:r w:rsidRPr="00B84007">
        <w:rPr>
          <w:w w:val="100"/>
        </w:rPr>
        <w:t xml:space="preserve">. </w:t>
      </w:r>
    </w:p>
    <w:p w:rsidR="004A2543" w:rsidRDefault="004A254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 </w:t>
      </w:r>
      <w:r w:rsidRPr="00593389">
        <w:rPr>
          <w:w w:val="100"/>
        </w:rPr>
        <w:t>несоответствие положен</w:t>
      </w:r>
      <w:r>
        <w:rPr>
          <w:w w:val="100"/>
        </w:rPr>
        <w:t>ий Порядка требованиям</w:t>
      </w:r>
      <w:r w:rsidRPr="005B37F0">
        <w:rPr>
          <w:w w:val="100"/>
        </w:rPr>
        <w:t xml:space="preserve"> </w:t>
      </w:r>
      <w:r>
        <w:rPr>
          <w:w w:val="100"/>
        </w:rPr>
        <w:t>постановления Правительства Самарской области  от 21.12.2017 № 867</w:t>
      </w:r>
      <w:r w:rsidRPr="00B84007">
        <w:rPr>
          <w:w w:val="100"/>
        </w:rPr>
        <w:t xml:space="preserve"> «О внесении изменений в отдельные постановления Правительства Самарской области»</w:t>
      </w:r>
      <w:r>
        <w:rPr>
          <w:w w:val="100"/>
        </w:rPr>
        <w:t>.</w:t>
      </w:r>
    </w:p>
    <w:p w:rsidR="004A2543" w:rsidRDefault="004A254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4A2543" w:rsidRDefault="004A254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A2543" w:rsidRDefault="004A254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со 10 декабря по 12 декабря 2018 года.</w:t>
      </w:r>
    </w:p>
    <w:p w:rsidR="004A2543" w:rsidRPr="00D56133" w:rsidRDefault="004A254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4A254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43" w:rsidRDefault="004A2543" w:rsidP="004A6273">
      <w:pPr>
        <w:spacing w:after="0" w:line="240" w:lineRule="auto"/>
      </w:pPr>
      <w:r>
        <w:separator/>
      </w:r>
    </w:p>
  </w:endnote>
  <w:endnote w:type="continuationSeparator" w:id="0">
    <w:p w:rsidR="004A2543" w:rsidRDefault="004A254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43" w:rsidRDefault="004A2543" w:rsidP="004A6273">
      <w:pPr>
        <w:spacing w:after="0" w:line="240" w:lineRule="auto"/>
      </w:pPr>
      <w:r>
        <w:separator/>
      </w:r>
    </w:p>
  </w:footnote>
  <w:footnote w:type="continuationSeparator" w:id="0">
    <w:p w:rsidR="004A2543" w:rsidRDefault="004A254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43" w:rsidRDefault="004A254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2543" w:rsidRDefault="004A25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22370"/>
    <w:rsid w:val="002252A5"/>
    <w:rsid w:val="0022538F"/>
    <w:rsid w:val="00227B0F"/>
    <w:rsid w:val="00227C5C"/>
    <w:rsid w:val="00232D28"/>
    <w:rsid w:val="00233549"/>
    <w:rsid w:val="0023760D"/>
    <w:rsid w:val="002459DE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2543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37F0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2902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1F9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0379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50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47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29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29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29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462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447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729448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729450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29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52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729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729454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3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729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5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729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62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729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729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729461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9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29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294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729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29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72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542</TotalTime>
  <Pages>1</Pages>
  <Words>411</Words>
  <Characters>2346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21</cp:revision>
  <cp:lastPrinted>2017-07-02T12:01:00Z</cp:lastPrinted>
  <dcterms:created xsi:type="dcterms:W3CDTF">2017-06-05T06:40:00Z</dcterms:created>
  <dcterms:modified xsi:type="dcterms:W3CDTF">2018-01-10T09:09:00Z</dcterms:modified>
</cp:coreProperties>
</file>