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D00" w:rsidRPr="00723BD4" w:rsidRDefault="00F12D00" w:rsidP="00CD3F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3BD4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F12D00" w:rsidRDefault="00F12D00" w:rsidP="00E84B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3BD4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Похвистневский </w:t>
      </w:r>
      <w:r w:rsidRPr="00723BD4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муниципального района Похвистневский от 30.03.2017 № 257 «Об утверждении ставок расчёта субсидий, предоставляемых в 2017 году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</w:t>
      </w:r>
    </w:p>
    <w:p w:rsidR="00F12D00" w:rsidRPr="00723BD4" w:rsidRDefault="00F12D00" w:rsidP="00E84B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3BD4">
        <w:rPr>
          <w:rFonts w:ascii="Times New Roman" w:hAnsi="Times New Roman" w:cs="Times New Roman"/>
          <w:sz w:val="28"/>
          <w:szCs w:val="28"/>
        </w:rPr>
        <w:t xml:space="preserve">молочного скотоводства Самарской области» </w:t>
      </w:r>
    </w:p>
    <w:p w:rsidR="00F12D00" w:rsidRPr="00F73654" w:rsidRDefault="00F12D00" w:rsidP="00CD3F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12D00" w:rsidRPr="00723BD4" w:rsidRDefault="00F12D00" w:rsidP="00091FC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BD4">
        <w:rPr>
          <w:rFonts w:ascii="Times New Roman" w:hAnsi="Times New Roman" w:cs="Times New Roman"/>
          <w:sz w:val="28"/>
          <w:szCs w:val="28"/>
        </w:rPr>
        <w:t>Проект Постановления Администрации муниц</w:t>
      </w:r>
      <w:r>
        <w:rPr>
          <w:rFonts w:ascii="Times New Roman" w:hAnsi="Times New Roman" w:cs="Times New Roman"/>
          <w:sz w:val="28"/>
          <w:szCs w:val="28"/>
        </w:rPr>
        <w:t>ипального района Похвистневский</w:t>
      </w:r>
      <w:r w:rsidRPr="00723BD4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муниципального района Похвистневский от 30.03.2017 № 257 «Об утверждении ставок расчёта субсидий, предоставляемых в 2017 году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области» (далее – Проект) разработан в целях</w:t>
      </w:r>
      <w:r>
        <w:rPr>
          <w:rFonts w:ascii="Times New Roman" w:hAnsi="Times New Roman" w:cs="Times New Roman"/>
          <w:sz w:val="28"/>
          <w:szCs w:val="28"/>
        </w:rPr>
        <w:t xml:space="preserve"> установления возможности предоставления субсидий сельскохозяйственным товаропроизводителям </w:t>
      </w:r>
      <w:r w:rsidRPr="002671A7">
        <w:rPr>
          <w:rFonts w:ascii="Times New Roman" w:hAnsi="Times New Roman" w:cs="Times New Roman"/>
          <w:sz w:val="28"/>
          <w:szCs w:val="28"/>
        </w:rPr>
        <w:t xml:space="preserve">за </w:t>
      </w:r>
      <w:r w:rsidRPr="002671A7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2671A7">
        <w:rPr>
          <w:rFonts w:ascii="Times New Roman" w:hAnsi="Times New Roman" w:cs="Times New Roman"/>
          <w:sz w:val="28"/>
          <w:szCs w:val="28"/>
        </w:rPr>
        <w:t xml:space="preserve"> квартал 2017 года</w:t>
      </w:r>
      <w:r>
        <w:rPr>
          <w:rFonts w:ascii="Times New Roman" w:hAnsi="Times New Roman" w:cs="Times New Roman"/>
          <w:sz w:val="28"/>
          <w:szCs w:val="28"/>
        </w:rPr>
        <w:t xml:space="preserve"> в рамках</w:t>
      </w:r>
      <w:r w:rsidRPr="00723BD4">
        <w:rPr>
          <w:rFonts w:ascii="Times New Roman" w:hAnsi="Times New Roman" w:cs="Times New Roman"/>
          <w:sz w:val="28"/>
          <w:szCs w:val="28"/>
        </w:rPr>
        <w:t xml:space="preserve"> реализации Порядка предоставления в 2017 – 2019 годах субсидий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области, утвержденного Постановлением Администрации муниципального района Похвистневский от 14.03.2017 № 195. </w:t>
      </w:r>
    </w:p>
    <w:p w:rsidR="00F12D00" w:rsidRDefault="00F12D00" w:rsidP="0091353B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F73654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F736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вносятся изменения в </w:t>
      </w:r>
      <w:r w:rsidRPr="00723BD4">
        <w:rPr>
          <w:rFonts w:ascii="Times New Roman" w:hAnsi="Times New Roman" w:cs="Times New Roman"/>
          <w:sz w:val="28"/>
          <w:szCs w:val="28"/>
        </w:rPr>
        <w:t>Постановление Администрации муниципального района Похвистневский от 30.03.2017 № 257 «Об утверждении ставок расчёта субсидий, предоставляемых в 2017 году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в части установления ставок для расчётов размера субсидий</w:t>
      </w:r>
      <w:r w:rsidRPr="00D660FE">
        <w:rPr>
          <w:rFonts w:ascii="Times New Roman" w:hAnsi="Times New Roman" w:cs="Times New Roman"/>
          <w:sz w:val="28"/>
          <w:szCs w:val="28"/>
        </w:rPr>
        <w:t xml:space="preserve"> </w:t>
      </w:r>
      <w:r w:rsidRPr="002671A7">
        <w:rPr>
          <w:rFonts w:ascii="Times New Roman" w:hAnsi="Times New Roman" w:cs="Times New Roman"/>
          <w:sz w:val="28"/>
          <w:szCs w:val="28"/>
        </w:rPr>
        <w:t xml:space="preserve">за </w:t>
      </w:r>
      <w:r w:rsidRPr="002671A7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2671A7">
        <w:rPr>
          <w:rFonts w:ascii="Times New Roman" w:hAnsi="Times New Roman" w:cs="Times New Roman"/>
          <w:sz w:val="28"/>
          <w:szCs w:val="28"/>
        </w:rPr>
        <w:t xml:space="preserve"> квартал 2017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1A7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следующим направлением:</w:t>
      </w:r>
    </w:p>
    <w:p w:rsidR="00F12D00" w:rsidRDefault="00F12D00" w:rsidP="00FB7EE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производство реализованного и (или) отгруженного на собственную переработку в физическом весе молока в размере 2,5 рубля за один килограмм  реализованного и (или) отгруженного на собственную переработку в физическом весе молока; </w:t>
      </w:r>
    </w:p>
    <w:p w:rsidR="00F12D00" w:rsidRDefault="00F12D00" w:rsidP="00FB7EE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содержание  молочных коров в размере:</w:t>
      </w:r>
    </w:p>
    <w:p w:rsidR="00F12D00" w:rsidRDefault="00F12D00" w:rsidP="00FB7EE7">
      <w:pPr>
        <w:tabs>
          <w:tab w:val="left" w:pos="6663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250 рублей на содержание 1 молочной коровы (если сельскохозяйственный товаропроизводитель имеет показатель молочной продуктивности коров за 2016 год 3000 килограммов и более);</w:t>
      </w:r>
    </w:p>
    <w:p w:rsidR="00F12D00" w:rsidRDefault="00F12D00" w:rsidP="00FB7EE7">
      <w:pPr>
        <w:tabs>
          <w:tab w:val="left" w:pos="6663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150 рублей на содержание 1 молочной коровы (если сельскохозяйственный товаропроизводитель имеет показатель молочной продуктивности коров за 2016 год ниже 3000 килограммов).</w:t>
      </w:r>
    </w:p>
    <w:p w:rsidR="00F12D00" w:rsidRDefault="00F12D00" w:rsidP="00A33C01">
      <w:pPr>
        <w:spacing w:after="0" w:line="24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sectPr w:rsidR="00F12D00" w:rsidSect="004B09D6">
      <w:headerReference w:type="default" r:id="rId6"/>
      <w:pgSz w:w="11906" w:h="16838" w:code="9"/>
      <w:pgMar w:top="851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2D00" w:rsidRDefault="00F12D00" w:rsidP="00723884">
      <w:pPr>
        <w:spacing w:after="0" w:line="240" w:lineRule="auto"/>
      </w:pPr>
      <w:r>
        <w:separator/>
      </w:r>
    </w:p>
  </w:endnote>
  <w:endnote w:type="continuationSeparator" w:id="0">
    <w:p w:rsidR="00F12D00" w:rsidRDefault="00F12D00" w:rsidP="00723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2D00" w:rsidRDefault="00F12D00" w:rsidP="00723884">
      <w:pPr>
        <w:spacing w:after="0" w:line="240" w:lineRule="auto"/>
      </w:pPr>
      <w:r>
        <w:separator/>
      </w:r>
    </w:p>
  </w:footnote>
  <w:footnote w:type="continuationSeparator" w:id="0">
    <w:p w:rsidR="00F12D00" w:rsidRDefault="00F12D00" w:rsidP="00723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D00" w:rsidRDefault="00F12D00" w:rsidP="00A269C3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12D00" w:rsidRDefault="00F12D0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610D"/>
    <w:rsid w:val="0001118E"/>
    <w:rsid w:val="00012FD8"/>
    <w:rsid w:val="00034B3A"/>
    <w:rsid w:val="00091FC4"/>
    <w:rsid w:val="000B1ABD"/>
    <w:rsid w:val="00266F71"/>
    <w:rsid w:val="002671A7"/>
    <w:rsid w:val="002736FF"/>
    <w:rsid w:val="002D0A2A"/>
    <w:rsid w:val="00326FC7"/>
    <w:rsid w:val="003469A7"/>
    <w:rsid w:val="0035708D"/>
    <w:rsid w:val="003949B5"/>
    <w:rsid w:val="003C2728"/>
    <w:rsid w:val="004129CF"/>
    <w:rsid w:val="00422180"/>
    <w:rsid w:val="00424597"/>
    <w:rsid w:val="0046341A"/>
    <w:rsid w:val="00471107"/>
    <w:rsid w:val="004A2B71"/>
    <w:rsid w:val="004B09D6"/>
    <w:rsid w:val="00577912"/>
    <w:rsid w:val="0058364B"/>
    <w:rsid w:val="005A24C8"/>
    <w:rsid w:val="005A2B61"/>
    <w:rsid w:val="0067596A"/>
    <w:rsid w:val="006C610D"/>
    <w:rsid w:val="00703C97"/>
    <w:rsid w:val="00722723"/>
    <w:rsid w:val="00723884"/>
    <w:rsid w:val="00723BD4"/>
    <w:rsid w:val="0077329D"/>
    <w:rsid w:val="007B1CF3"/>
    <w:rsid w:val="007B5F4B"/>
    <w:rsid w:val="007F3FB2"/>
    <w:rsid w:val="00850E39"/>
    <w:rsid w:val="00857F1D"/>
    <w:rsid w:val="0087294E"/>
    <w:rsid w:val="00875DDB"/>
    <w:rsid w:val="00880452"/>
    <w:rsid w:val="008B11FE"/>
    <w:rsid w:val="008C2A63"/>
    <w:rsid w:val="008E2FC1"/>
    <w:rsid w:val="008E45E2"/>
    <w:rsid w:val="0091353B"/>
    <w:rsid w:val="0092114E"/>
    <w:rsid w:val="00937BB2"/>
    <w:rsid w:val="00955B65"/>
    <w:rsid w:val="00965C24"/>
    <w:rsid w:val="009716C3"/>
    <w:rsid w:val="00990043"/>
    <w:rsid w:val="009A4CD5"/>
    <w:rsid w:val="009D417C"/>
    <w:rsid w:val="009D6C75"/>
    <w:rsid w:val="00A15159"/>
    <w:rsid w:val="00A23D63"/>
    <w:rsid w:val="00A269C3"/>
    <w:rsid w:val="00A303EC"/>
    <w:rsid w:val="00A33C01"/>
    <w:rsid w:val="00A725A3"/>
    <w:rsid w:val="00AA0433"/>
    <w:rsid w:val="00B11957"/>
    <w:rsid w:val="00B22693"/>
    <w:rsid w:val="00B3677D"/>
    <w:rsid w:val="00B375B9"/>
    <w:rsid w:val="00B46C09"/>
    <w:rsid w:val="00B948BA"/>
    <w:rsid w:val="00BF5F5C"/>
    <w:rsid w:val="00C22A8D"/>
    <w:rsid w:val="00C908E5"/>
    <w:rsid w:val="00CB54A2"/>
    <w:rsid w:val="00CC0DDF"/>
    <w:rsid w:val="00CD3FC3"/>
    <w:rsid w:val="00D34974"/>
    <w:rsid w:val="00D660FE"/>
    <w:rsid w:val="00D9045E"/>
    <w:rsid w:val="00DF386B"/>
    <w:rsid w:val="00E24293"/>
    <w:rsid w:val="00E84B38"/>
    <w:rsid w:val="00EA2543"/>
    <w:rsid w:val="00EB4E09"/>
    <w:rsid w:val="00ED3C91"/>
    <w:rsid w:val="00EE4CA9"/>
    <w:rsid w:val="00F12D00"/>
    <w:rsid w:val="00F731B2"/>
    <w:rsid w:val="00F73654"/>
    <w:rsid w:val="00F851B3"/>
    <w:rsid w:val="00F86945"/>
    <w:rsid w:val="00F87D2C"/>
    <w:rsid w:val="00FB21CA"/>
    <w:rsid w:val="00FB7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88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C610D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C610D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6C610D"/>
  </w:style>
  <w:style w:type="paragraph" w:customStyle="1" w:styleId="1">
    <w:name w:val="1"/>
    <w:basedOn w:val="Normal"/>
    <w:uiPriority w:val="99"/>
    <w:rsid w:val="0087294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uiPriority w:val="99"/>
    <w:rsid w:val="002D0A2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D0A2A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">
    <w:name w:val="Знак"/>
    <w:basedOn w:val="Normal"/>
    <w:uiPriority w:val="99"/>
    <w:rsid w:val="00E84B3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301</TotalTime>
  <Pages>1</Pages>
  <Words>421</Words>
  <Characters>2404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SamLab.ws</cp:lastModifiedBy>
  <cp:revision>15</cp:revision>
  <cp:lastPrinted>2017-07-18T08:43:00Z</cp:lastPrinted>
  <dcterms:created xsi:type="dcterms:W3CDTF">2017-06-05T13:08:00Z</dcterms:created>
  <dcterms:modified xsi:type="dcterms:W3CDTF">2017-07-19T07:57:00Z</dcterms:modified>
</cp:coreProperties>
</file>